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D81" w:rsidRPr="00CD6CE6" w:rsidRDefault="00912D81" w:rsidP="009C43F0">
      <w:pPr>
        <w:jc w:val="center"/>
        <w:rPr>
          <w:rFonts w:ascii="新細明體"/>
          <w:b/>
          <w:vanish/>
          <w:color w:val="000000"/>
        </w:rPr>
      </w:pPr>
      <w:r w:rsidRPr="00CD6CE6">
        <w:rPr>
          <w:rFonts w:ascii="新細明體" w:hAnsi="新細明體" w:hint="eastAsia"/>
          <w:b/>
          <w:color w:val="000000"/>
        </w:rPr>
        <w:t>新北市</w:t>
      </w:r>
      <w:r>
        <w:rPr>
          <w:rFonts w:ascii="新細明體" w:hAnsi="新細明體" w:hint="eastAsia"/>
          <w:b/>
          <w:color w:val="000000"/>
        </w:rPr>
        <w:t>網溪</w:t>
      </w:r>
      <w:r w:rsidRPr="00CD6CE6">
        <w:rPr>
          <w:rFonts w:ascii="新細明體" w:hAnsi="新細明體" w:hint="eastAsia"/>
          <w:b/>
          <w:bCs/>
          <w:color w:val="000000"/>
        </w:rPr>
        <w:t>國小</w:t>
      </w:r>
    </w:p>
    <w:p w:rsidR="00912D81" w:rsidRPr="00CD6CE6" w:rsidRDefault="00912D81" w:rsidP="009C43F0">
      <w:pPr>
        <w:jc w:val="center"/>
        <w:rPr>
          <w:rFonts w:ascii="新細明體"/>
          <w:b/>
          <w:bCs/>
          <w:color w:val="000000"/>
        </w:rPr>
      </w:pPr>
      <w:r w:rsidRPr="00CD6CE6">
        <w:rPr>
          <w:rFonts w:ascii="新細明體" w:hAnsi="新細明體" w:hint="eastAsia"/>
          <w:b/>
          <w:bCs/>
          <w:color w:val="000000"/>
        </w:rPr>
        <w:t>一○二學年度特殊教育</w:t>
      </w:r>
      <w:r>
        <w:rPr>
          <w:rFonts w:ascii="新細明體"/>
          <w:b/>
          <w:bCs/>
          <w:color w:val="000000"/>
        </w:rPr>
        <w:t>--</w:t>
      </w:r>
      <w:r w:rsidRPr="00330EC3">
        <w:rPr>
          <w:rFonts w:ascii="新細明體" w:hAnsi="新細明體" w:hint="eastAsia"/>
          <w:b/>
          <w:color w:val="000000"/>
        </w:rPr>
        <w:t>特殊需求領域</w:t>
      </w:r>
      <w:r w:rsidRPr="00CD6CE6">
        <w:rPr>
          <w:rFonts w:ascii="新細明體" w:hAnsi="新細明體" w:hint="eastAsia"/>
          <w:b/>
          <w:bCs/>
          <w:color w:val="000000"/>
        </w:rPr>
        <w:t>領域課程計畫</w:t>
      </w:r>
    </w:p>
    <w:tbl>
      <w:tblPr>
        <w:tblW w:w="4668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071"/>
        <w:gridCol w:w="5042"/>
      </w:tblGrid>
      <w:tr w:rsidR="00912D81" w:rsidRPr="0061756C" w:rsidTr="009E4690">
        <w:trPr>
          <w:trHeight w:val="300"/>
          <w:tblCellSpacing w:w="0" w:type="dxa"/>
          <w:jc w:val="center"/>
        </w:trPr>
        <w:tc>
          <w:tcPr>
            <w:tcW w:w="5071" w:type="dxa"/>
            <w:tcBorders>
              <w:top w:val="outset" w:sz="6" w:space="0" w:color="000000"/>
              <w:bottom w:val="outset" w:sz="6" w:space="0" w:color="000000"/>
              <w:right w:val="outset" w:sz="6" w:space="0" w:color="auto"/>
            </w:tcBorders>
            <w:vAlign w:val="center"/>
          </w:tcPr>
          <w:p w:rsidR="00912D81" w:rsidRPr="0061756C" w:rsidRDefault="00912D81" w:rsidP="009E4690">
            <w:pP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*</w:t>
            </w:r>
            <w:r w:rsidRPr="0061756C">
              <w:rPr>
                <w:rFonts w:hint="eastAsia"/>
                <w:color w:val="000000"/>
              </w:rPr>
              <w:t>領域</w:t>
            </w:r>
            <w:r>
              <w:rPr>
                <w:rFonts w:hint="eastAsia"/>
                <w:color w:val="000000"/>
              </w:rPr>
              <w:t>：</w:t>
            </w:r>
            <w:r w:rsidRPr="009D50E2">
              <w:rPr>
                <w:rFonts w:ascii="標楷體" w:eastAsia="標楷體" w:hAnsi="標楷體" w:hint="eastAsia"/>
                <w:b/>
                <w:color w:val="000000"/>
              </w:rPr>
              <w:t>動作機能訓練</w:t>
            </w:r>
          </w:p>
        </w:tc>
        <w:tc>
          <w:tcPr>
            <w:tcW w:w="5042" w:type="dxa"/>
            <w:tcBorders>
              <w:top w:val="outset" w:sz="6" w:space="0" w:color="000000"/>
              <w:left w:val="double" w:sz="4" w:space="0" w:color="auto"/>
              <w:bottom w:val="outset" w:sz="6" w:space="0" w:color="000000"/>
            </w:tcBorders>
            <w:vAlign w:val="center"/>
          </w:tcPr>
          <w:p w:rsidR="00912D81" w:rsidRPr="0061756C" w:rsidRDefault="00912D81" w:rsidP="009E4690">
            <w:pP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*</w:t>
            </w:r>
            <w:r>
              <w:rPr>
                <w:rFonts w:hint="eastAsia"/>
                <w:color w:val="000000"/>
              </w:rPr>
              <w:t>組別：一二年級組</w:t>
            </w:r>
          </w:p>
        </w:tc>
      </w:tr>
      <w:tr w:rsidR="00912D81" w:rsidRPr="0061756C" w:rsidTr="009E4690">
        <w:trPr>
          <w:trHeight w:val="300"/>
          <w:tblCellSpacing w:w="0" w:type="dxa"/>
          <w:jc w:val="center"/>
        </w:trPr>
        <w:tc>
          <w:tcPr>
            <w:tcW w:w="5071" w:type="dxa"/>
            <w:tcBorders>
              <w:top w:val="outset" w:sz="6" w:space="0" w:color="000000"/>
              <w:bottom w:val="outset" w:sz="6" w:space="0" w:color="000000"/>
              <w:right w:val="outset" w:sz="6" w:space="0" w:color="auto"/>
            </w:tcBorders>
            <w:vAlign w:val="center"/>
          </w:tcPr>
          <w:p w:rsidR="00912D81" w:rsidRPr="008C39BE" w:rsidRDefault="00912D81" w:rsidP="009E4690">
            <w:pP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*</w:t>
            </w:r>
            <w:r w:rsidRPr="0061756C">
              <w:rPr>
                <w:rFonts w:hint="eastAsia"/>
                <w:color w:val="000000"/>
              </w:rPr>
              <w:t>教學者</w:t>
            </w:r>
            <w:r>
              <w:rPr>
                <w:rFonts w:hint="eastAsia"/>
                <w:color w:val="000000"/>
              </w:rPr>
              <w:t>：徐淑玲</w:t>
            </w:r>
            <w:r>
              <w:rPr>
                <w:color w:val="000000"/>
              </w:rPr>
              <w:t>/</w:t>
            </w:r>
            <w:r>
              <w:rPr>
                <w:rFonts w:hint="eastAsia"/>
                <w:color w:val="000000"/>
              </w:rPr>
              <w:t>張瀞方（協同）</w:t>
            </w:r>
          </w:p>
        </w:tc>
        <w:tc>
          <w:tcPr>
            <w:tcW w:w="5042" w:type="dxa"/>
            <w:tcBorders>
              <w:top w:val="outset" w:sz="6" w:space="0" w:color="000000"/>
              <w:left w:val="double" w:sz="4" w:space="0" w:color="auto"/>
              <w:bottom w:val="outset" w:sz="6" w:space="0" w:color="000000"/>
            </w:tcBorders>
          </w:tcPr>
          <w:p w:rsidR="00912D81" w:rsidRPr="0061756C" w:rsidRDefault="00912D81" w:rsidP="009E4690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*</w:t>
            </w:r>
            <w:r w:rsidRPr="0061756C">
              <w:rPr>
                <w:rFonts w:hint="eastAsia"/>
                <w:color w:val="000000"/>
              </w:rPr>
              <w:t>每週上課節數</w:t>
            </w:r>
            <w:r>
              <w:rPr>
                <w:rFonts w:hint="eastAsia"/>
                <w:color w:val="000000"/>
              </w:rPr>
              <w:t>：</w:t>
            </w:r>
            <w:r>
              <w:rPr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節課（週二生活課）</w:t>
            </w:r>
          </w:p>
        </w:tc>
      </w:tr>
      <w:tr w:rsidR="00912D81" w:rsidRPr="0061756C" w:rsidTr="009E4690">
        <w:trPr>
          <w:trHeight w:val="300"/>
          <w:tblCellSpacing w:w="0" w:type="dxa"/>
          <w:jc w:val="center"/>
        </w:trPr>
        <w:tc>
          <w:tcPr>
            <w:tcW w:w="10113" w:type="dxa"/>
            <w:gridSpan w:val="2"/>
            <w:tcBorders>
              <w:top w:val="outset" w:sz="6" w:space="0" w:color="000000"/>
              <w:bottom w:val="outset" w:sz="6" w:space="0" w:color="000000"/>
            </w:tcBorders>
            <w:vAlign w:val="center"/>
          </w:tcPr>
          <w:p w:rsidR="00912D81" w:rsidRPr="0061756C" w:rsidRDefault="00912D81" w:rsidP="009E4690">
            <w:pPr>
              <w:rPr>
                <w:color w:val="000000"/>
              </w:rPr>
            </w:pPr>
            <w:r>
              <w:rPr>
                <w:color w:val="000000"/>
              </w:rPr>
              <w:t>*</w:t>
            </w:r>
            <w:r w:rsidRPr="0061756C">
              <w:rPr>
                <w:rFonts w:hint="eastAsia"/>
                <w:color w:val="000000"/>
              </w:rPr>
              <w:t>教學對象</w:t>
            </w:r>
            <w:r>
              <w:rPr>
                <w:rFonts w:hint="eastAsia"/>
                <w:color w:val="000000"/>
              </w:rPr>
              <w:t>：一二年級，共</w:t>
            </w:r>
            <w:r>
              <w:rPr>
                <w:color w:val="000000"/>
              </w:rPr>
              <w:t>3</w:t>
            </w:r>
            <w:r w:rsidRPr="0007614A">
              <w:rPr>
                <w:rFonts w:hint="eastAsia"/>
                <w:color w:val="000000"/>
              </w:rPr>
              <w:t>人</w:t>
            </w:r>
            <w:r>
              <w:rPr>
                <w:color w:val="000000"/>
              </w:rPr>
              <w:t xml:space="preserve">  (</w:t>
            </w:r>
            <w:r>
              <w:rPr>
                <w:rFonts w:eastAsia="標楷體" w:hint="eastAsia"/>
                <w:color w:val="0000FF"/>
                <w:szCs w:val="24"/>
              </w:rPr>
              <w:t>陳擷安</w:t>
            </w:r>
            <w:r w:rsidRPr="000459C4">
              <w:rPr>
                <w:rFonts w:eastAsia="標楷體"/>
                <w:color w:val="0000FF"/>
                <w:szCs w:val="24"/>
              </w:rPr>
              <w:t xml:space="preserve"> </w:t>
            </w:r>
            <w:r>
              <w:rPr>
                <w:rFonts w:eastAsia="標楷體" w:hint="eastAsia"/>
                <w:color w:val="0000FF"/>
                <w:szCs w:val="24"/>
              </w:rPr>
              <w:t>陳彥廷</w:t>
            </w:r>
            <w:r w:rsidRPr="000459C4">
              <w:rPr>
                <w:rFonts w:eastAsia="標楷體"/>
                <w:color w:val="0000FF"/>
                <w:szCs w:val="24"/>
              </w:rPr>
              <w:t xml:space="preserve">  </w:t>
            </w:r>
            <w:r>
              <w:rPr>
                <w:rFonts w:eastAsia="標楷體" w:hint="eastAsia"/>
                <w:color w:val="0000FF"/>
                <w:szCs w:val="24"/>
              </w:rPr>
              <w:t>孫若慈</w:t>
            </w:r>
            <w:r>
              <w:rPr>
                <w:color w:val="000000"/>
              </w:rPr>
              <w:t>)</w:t>
            </w:r>
          </w:p>
        </w:tc>
      </w:tr>
      <w:tr w:rsidR="00912D81" w:rsidRPr="0061756C" w:rsidTr="009E4690">
        <w:trPr>
          <w:trHeight w:val="300"/>
          <w:tblCellSpacing w:w="0" w:type="dxa"/>
          <w:jc w:val="center"/>
        </w:trPr>
        <w:tc>
          <w:tcPr>
            <w:tcW w:w="10113" w:type="dxa"/>
            <w:gridSpan w:val="2"/>
            <w:tcBorders>
              <w:top w:val="outset" w:sz="6" w:space="0" w:color="000000"/>
              <w:bottom w:val="outset" w:sz="6" w:space="0" w:color="000000"/>
            </w:tcBorders>
            <w:vAlign w:val="center"/>
          </w:tcPr>
          <w:tbl>
            <w:tblPr>
              <w:tblW w:w="5000" w:type="pct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10053"/>
            </w:tblGrid>
            <w:tr w:rsidR="00912D81" w:rsidRPr="0091498F" w:rsidTr="009E4690">
              <w:trPr>
                <w:trHeight w:val="300"/>
                <w:tblCellSpacing w:w="0" w:type="dxa"/>
              </w:trPr>
              <w:tc>
                <w:tcPr>
                  <w:tcW w:w="10772" w:type="dxa"/>
                  <w:vAlign w:val="center"/>
                </w:tcPr>
                <w:p w:rsidR="00912D81" w:rsidRPr="0091498F" w:rsidRDefault="00912D81" w:rsidP="009E4690">
                  <w:pPr>
                    <w:spacing w:line="240" w:lineRule="auto"/>
                    <w:rPr>
                      <w:rFonts w:ascii="標楷體" w:eastAsia="標楷體" w:hAnsi="標楷體"/>
                      <w:b/>
                      <w:color w:val="000000"/>
                      <w:szCs w:val="24"/>
                    </w:rPr>
                  </w:pPr>
                  <w:r w:rsidRPr="0091498F">
                    <w:rPr>
                      <w:rFonts w:ascii="標楷體" w:eastAsia="標楷體" w:hAnsi="標楷體"/>
                      <w:b/>
                      <w:bCs/>
                      <w:color w:val="000000"/>
                      <w:szCs w:val="24"/>
                      <w:u w:val="single"/>
                    </w:rPr>
                    <w:t>*</w:t>
                  </w:r>
                  <w:r w:rsidRPr="0091498F">
                    <w:rPr>
                      <w:rFonts w:ascii="標楷體" w:eastAsia="標楷體" w:hAnsi="標楷體" w:hint="eastAsia"/>
                      <w:b/>
                      <w:bCs/>
                      <w:color w:val="000000"/>
                      <w:szCs w:val="24"/>
                      <w:u w:val="single"/>
                    </w:rPr>
                    <w:t>課程目的</w:t>
                  </w:r>
                </w:p>
              </w:tc>
            </w:tr>
            <w:tr w:rsidR="00912D81" w:rsidRPr="0091498F" w:rsidTr="009E4690">
              <w:trPr>
                <w:trHeight w:val="300"/>
                <w:tblCellSpacing w:w="0" w:type="dxa"/>
              </w:trPr>
              <w:tc>
                <w:tcPr>
                  <w:tcW w:w="10772" w:type="dxa"/>
                  <w:vAlign w:val="center"/>
                </w:tcPr>
                <w:p w:rsidR="00912D81" w:rsidRPr="00E210BB" w:rsidRDefault="00912D81" w:rsidP="009E4690">
                  <w:pPr>
                    <w:spacing w:line="240" w:lineRule="atLeast"/>
                    <w:rPr>
                      <w:rFonts w:ascii="標楷體" w:eastAsia="標楷體" w:hAnsi="標楷體"/>
                      <w:b/>
                      <w:szCs w:val="24"/>
                    </w:rPr>
                  </w:pPr>
                  <w:r>
                    <w:rPr>
                      <w:rFonts w:ascii="標楷體" w:eastAsia="標楷體" w:hAnsi="標楷體"/>
                      <w:b/>
                      <w:szCs w:val="24"/>
                    </w:rPr>
                    <w:t>1</w:t>
                  </w:r>
                  <w:r>
                    <w:rPr>
                      <w:rFonts w:ascii="標楷體" w:eastAsia="標楷體" w:hAnsi="標楷體" w:hint="eastAsia"/>
                      <w:b/>
                      <w:szCs w:val="24"/>
                    </w:rPr>
                    <w:t>、</w:t>
                  </w:r>
                  <w:r w:rsidRPr="00E210BB">
                    <w:rPr>
                      <w:rFonts w:ascii="標楷體" w:eastAsia="標楷體" w:hAnsi="標楷體"/>
                      <w:b/>
                      <w:szCs w:val="24"/>
                    </w:rPr>
                    <w:t xml:space="preserve"> </w:t>
                  </w:r>
                  <w:r w:rsidRPr="00E210BB">
                    <w:rPr>
                      <w:rFonts w:ascii="標楷體" w:eastAsia="標楷體" w:hAnsi="標楷體" w:hint="eastAsia"/>
                      <w:b/>
                      <w:szCs w:val="24"/>
                    </w:rPr>
                    <w:t>增加學生前庭及本體覺刺激</w:t>
                  </w:r>
                </w:p>
                <w:p w:rsidR="00912D81" w:rsidRPr="00E210BB" w:rsidRDefault="00912D81" w:rsidP="009E4690">
                  <w:pPr>
                    <w:spacing w:line="240" w:lineRule="atLeast"/>
                    <w:rPr>
                      <w:rFonts w:ascii="標楷體" w:eastAsia="標楷體" w:hAnsi="標楷體"/>
                      <w:b/>
                      <w:szCs w:val="24"/>
                    </w:rPr>
                  </w:pPr>
                  <w:r w:rsidRPr="00E210BB">
                    <w:rPr>
                      <w:rFonts w:ascii="標楷體" w:eastAsia="標楷體" w:hAnsi="標楷體"/>
                      <w:b/>
                      <w:szCs w:val="24"/>
                    </w:rPr>
                    <w:t>2</w:t>
                  </w:r>
                  <w:r w:rsidRPr="00E210BB">
                    <w:rPr>
                      <w:rFonts w:ascii="標楷體" w:eastAsia="標楷體" w:hAnsi="標楷體" w:hint="eastAsia"/>
                      <w:b/>
                      <w:szCs w:val="24"/>
                    </w:rPr>
                    <w:t>、</w:t>
                  </w:r>
                  <w:r w:rsidRPr="00E210BB">
                    <w:rPr>
                      <w:rFonts w:ascii="標楷體" w:eastAsia="標楷體" w:hAnsi="標楷體"/>
                      <w:b/>
                      <w:szCs w:val="24"/>
                    </w:rPr>
                    <w:t xml:space="preserve"> </w:t>
                  </w:r>
                  <w:r w:rsidRPr="00E210BB">
                    <w:rPr>
                      <w:rFonts w:ascii="標楷體" w:eastAsia="標楷體" w:hAnsi="標楷體" w:hint="eastAsia"/>
                      <w:b/>
                      <w:szCs w:val="24"/>
                    </w:rPr>
                    <w:t>促進手部操作及</w:t>
                  </w:r>
                  <w:r>
                    <w:rPr>
                      <w:rFonts w:ascii="標楷體" w:eastAsia="標楷體" w:hAnsi="標楷體" w:hint="eastAsia"/>
                      <w:b/>
                      <w:szCs w:val="24"/>
                    </w:rPr>
                    <w:t>四肢</w:t>
                  </w:r>
                  <w:r w:rsidRPr="00E210BB">
                    <w:rPr>
                      <w:rFonts w:ascii="標楷體" w:eastAsia="標楷體" w:hAnsi="標楷體" w:hint="eastAsia"/>
                      <w:b/>
                      <w:szCs w:val="24"/>
                    </w:rPr>
                    <w:t>活動</w:t>
                  </w:r>
                </w:p>
                <w:p w:rsidR="00912D81" w:rsidRPr="00E210BB" w:rsidRDefault="00912D81" w:rsidP="009E4690">
                  <w:pPr>
                    <w:spacing w:line="240" w:lineRule="atLeast"/>
                    <w:rPr>
                      <w:rFonts w:ascii="標楷體" w:eastAsia="標楷體" w:hAnsi="標楷體"/>
                      <w:b/>
                      <w:szCs w:val="24"/>
                    </w:rPr>
                  </w:pPr>
                  <w:r w:rsidRPr="00E210BB">
                    <w:rPr>
                      <w:rFonts w:ascii="標楷體" w:eastAsia="標楷體" w:hAnsi="標楷體"/>
                      <w:b/>
                      <w:szCs w:val="24"/>
                    </w:rPr>
                    <w:t>3</w:t>
                  </w:r>
                  <w:r w:rsidRPr="00E210BB">
                    <w:rPr>
                      <w:rFonts w:ascii="標楷體" w:eastAsia="標楷體" w:hAnsi="標楷體" w:hint="eastAsia"/>
                      <w:b/>
                      <w:szCs w:val="24"/>
                    </w:rPr>
                    <w:t>、</w:t>
                  </w:r>
                  <w:r w:rsidRPr="00E210BB">
                    <w:rPr>
                      <w:rFonts w:ascii="標楷體" w:eastAsia="標楷體" w:hAnsi="標楷體"/>
                      <w:b/>
                      <w:szCs w:val="24"/>
                    </w:rPr>
                    <w:t xml:space="preserve"> </w:t>
                  </w:r>
                  <w:r w:rsidRPr="00E210BB">
                    <w:rPr>
                      <w:rFonts w:ascii="標楷體" w:eastAsia="標楷體" w:hAnsi="標楷體" w:hint="eastAsia"/>
                      <w:b/>
                      <w:szCs w:val="24"/>
                    </w:rPr>
                    <w:t>增加學生動作計劃能力及及協調性</w:t>
                  </w:r>
                </w:p>
                <w:p w:rsidR="00912D81" w:rsidRPr="00E210BB" w:rsidRDefault="00912D81" w:rsidP="009E4690">
                  <w:pPr>
                    <w:spacing w:line="240" w:lineRule="atLeast"/>
                    <w:rPr>
                      <w:rFonts w:ascii="標楷體" w:eastAsia="標楷體" w:hAnsi="標楷體"/>
                      <w:b/>
                      <w:szCs w:val="24"/>
                    </w:rPr>
                  </w:pPr>
                  <w:r w:rsidRPr="00E210BB">
                    <w:rPr>
                      <w:rFonts w:ascii="標楷體" w:eastAsia="標楷體" w:hAnsi="標楷體"/>
                      <w:b/>
                      <w:szCs w:val="24"/>
                    </w:rPr>
                    <w:t>4</w:t>
                  </w:r>
                  <w:r w:rsidRPr="00E210BB">
                    <w:rPr>
                      <w:rFonts w:ascii="標楷體" w:eastAsia="標楷體" w:hAnsi="標楷體" w:hint="eastAsia"/>
                      <w:b/>
                      <w:szCs w:val="24"/>
                    </w:rPr>
                    <w:t>、</w:t>
                  </w:r>
                  <w:r w:rsidRPr="00E210BB">
                    <w:rPr>
                      <w:rFonts w:ascii="標楷體" w:eastAsia="標楷體" w:hAnsi="標楷體"/>
                      <w:b/>
                      <w:szCs w:val="24"/>
                    </w:rPr>
                    <w:t xml:space="preserve"> </w:t>
                  </w:r>
                  <w:r w:rsidRPr="00E210BB">
                    <w:rPr>
                      <w:rFonts w:ascii="標楷體" w:eastAsia="標楷體" w:hAnsi="標楷體" w:hint="eastAsia"/>
                      <w:b/>
                      <w:szCs w:val="24"/>
                    </w:rPr>
                    <w:t>學生能表現完整的全身性活動</w:t>
                  </w:r>
                </w:p>
                <w:p w:rsidR="00912D81" w:rsidRPr="00E210BB" w:rsidRDefault="00912D81" w:rsidP="009E4690">
                  <w:pPr>
                    <w:spacing w:line="240" w:lineRule="atLeast"/>
                    <w:rPr>
                      <w:rFonts w:ascii="標楷體" w:eastAsia="標楷體" w:hAnsi="標楷體"/>
                      <w:b/>
                      <w:szCs w:val="24"/>
                    </w:rPr>
                  </w:pPr>
                  <w:r>
                    <w:rPr>
                      <w:rFonts w:ascii="標楷體" w:eastAsia="標楷體" w:hAnsi="標楷體"/>
                      <w:b/>
                      <w:szCs w:val="24"/>
                    </w:rPr>
                    <w:t>5</w:t>
                  </w:r>
                  <w:r w:rsidRPr="00E210BB">
                    <w:rPr>
                      <w:rFonts w:ascii="標楷體" w:eastAsia="標楷體" w:hAnsi="標楷體" w:hint="eastAsia"/>
                      <w:b/>
                      <w:szCs w:val="24"/>
                    </w:rPr>
                    <w:t>、</w:t>
                  </w:r>
                  <w:r>
                    <w:rPr>
                      <w:rFonts w:ascii="標楷體" w:eastAsia="標楷體" w:hAnsi="標楷體"/>
                      <w:b/>
                      <w:szCs w:val="24"/>
                    </w:rPr>
                    <w:t xml:space="preserve"> </w:t>
                  </w:r>
                  <w:r w:rsidRPr="00E210BB">
                    <w:rPr>
                      <w:rFonts w:ascii="標楷體" w:eastAsia="標楷體" w:hAnsi="標楷體" w:hint="eastAsia"/>
                      <w:b/>
                      <w:szCs w:val="24"/>
                    </w:rPr>
                    <w:t>學生能積極參與各項體能活動</w:t>
                  </w:r>
                </w:p>
                <w:p w:rsidR="00912D81" w:rsidRPr="0091498F" w:rsidRDefault="00912D81" w:rsidP="009E4690">
                  <w:pPr>
                    <w:pStyle w:val="1"/>
                    <w:spacing w:line="240" w:lineRule="atLeast"/>
                    <w:jc w:val="left"/>
                    <w:rPr>
                      <w:rFonts w:ascii="標楷體" w:eastAsia="標楷體" w:hAnsi="標楷體"/>
                      <w:b/>
                      <w:sz w:val="24"/>
                      <w:szCs w:val="24"/>
                    </w:rPr>
                  </w:pPr>
                  <w:r>
                    <w:rPr>
                      <w:rFonts w:ascii="標楷體" w:eastAsia="標楷體" w:hAnsi="標楷體"/>
                      <w:b/>
                      <w:sz w:val="24"/>
                      <w:szCs w:val="24"/>
                    </w:rPr>
                    <w:t>6</w:t>
                  </w:r>
                  <w:r>
                    <w:rPr>
                      <w:rFonts w:ascii="標楷體" w:eastAsia="標楷體" w:hAnsi="標楷體" w:hint="eastAsia"/>
                      <w:b/>
                      <w:sz w:val="24"/>
                      <w:szCs w:val="24"/>
                    </w:rPr>
                    <w:t>、</w:t>
                  </w:r>
                  <w:r w:rsidRPr="0091498F">
                    <w:rPr>
                      <w:rFonts w:ascii="標楷體" w:eastAsia="標楷體" w:hAnsi="標楷體" w:hint="eastAsia"/>
                      <w:b/>
                      <w:sz w:val="24"/>
                      <w:szCs w:val="24"/>
                    </w:rPr>
                    <w:t>了解遊戲活動的要領及安全事項。</w:t>
                  </w:r>
                </w:p>
                <w:p w:rsidR="00912D81" w:rsidRDefault="00912D81" w:rsidP="009E4690">
                  <w:pPr>
                    <w:pStyle w:val="1"/>
                    <w:spacing w:line="240" w:lineRule="atLeast"/>
                    <w:jc w:val="left"/>
                    <w:rPr>
                      <w:rFonts w:ascii="標楷體" w:eastAsia="標楷體" w:hAnsi="標楷體"/>
                      <w:b/>
                      <w:sz w:val="24"/>
                      <w:szCs w:val="24"/>
                    </w:rPr>
                  </w:pPr>
                  <w:r>
                    <w:rPr>
                      <w:rFonts w:ascii="標楷體" w:eastAsia="標楷體" w:hAnsi="標楷體"/>
                      <w:b/>
                      <w:sz w:val="24"/>
                      <w:szCs w:val="24"/>
                    </w:rPr>
                    <w:t>7</w:t>
                  </w:r>
                  <w:r>
                    <w:rPr>
                      <w:rFonts w:ascii="標楷體" w:eastAsia="標楷體" w:hAnsi="標楷體" w:hint="eastAsia"/>
                      <w:b/>
                      <w:sz w:val="24"/>
                      <w:szCs w:val="24"/>
                    </w:rPr>
                    <w:t>、</w:t>
                  </w:r>
                  <w:r w:rsidRPr="0091498F">
                    <w:rPr>
                      <w:rFonts w:ascii="標楷體" w:eastAsia="標楷體" w:hAnsi="標楷體" w:hint="eastAsia"/>
                      <w:b/>
                      <w:sz w:val="24"/>
                      <w:szCs w:val="24"/>
                    </w:rPr>
                    <w:t>達到預防與促進身體健康的重要的功能</w:t>
                  </w:r>
                </w:p>
                <w:p w:rsidR="00912D81" w:rsidRPr="0091498F" w:rsidRDefault="00912D81" w:rsidP="009E4690">
                  <w:pPr>
                    <w:pStyle w:val="1"/>
                    <w:spacing w:line="240" w:lineRule="atLeast"/>
                    <w:jc w:val="left"/>
                    <w:rPr>
                      <w:rFonts w:ascii="標楷體" w:eastAsia="標楷體" w:hAnsi="標楷體"/>
                      <w:b/>
                      <w:sz w:val="24"/>
                      <w:szCs w:val="24"/>
                    </w:rPr>
                  </w:pPr>
                  <w:r>
                    <w:rPr>
                      <w:rFonts w:ascii="標楷體" w:eastAsia="標楷體" w:hAnsi="標楷體"/>
                      <w:b/>
                      <w:sz w:val="24"/>
                      <w:szCs w:val="24"/>
                    </w:rPr>
                    <w:t>8</w:t>
                  </w:r>
                  <w:r>
                    <w:rPr>
                      <w:rFonts w:ascii="標楷體" w:eastAsia="標楷體" w:hAnsi="標楷體" w:hint="eastAsia"/>
                      <w:b/>
                      <w:sz w:val="24"/>
                      <w:szCs w:val="24"/>
                    </w:rPr>
                    <w:t>、</w:t>
                  </w:r>
                  <w:r w:rsidRPr="0091498F">
                    <w:rPr>
                      <w:rFonts w:ascii="標楷體" w:eastAsia="標楷體" w:hAnsi="標楷體" w:hint="eastAsia"/>
                      <w:b/>
                      <w:sz w:val="24"/>
                      <w:szCs w:val="24"/>
                    </w:rPr>
                    <w:t>著重動作活動參與困難的特殊需求學生能充分、平等、有尊嚴的在學校參與各項活動的機會。</w:t>
                  </w:r>
                </w:p>
              </w:tc>
            </w:tr>
          </w:tbl>
          <w:p w:rsidR="00912D81" w:rsidRPr="0091498F" w:rsidRDefault="00912D81" w:rsidP="009E4690">
            <w:pPr>
              <w:spacing w:line="240" w:lineRule="auto"/>
              <w:rPr>
                <w:rFonts w:ascii="標楷體" w:eastAsia="標楷體" w:hAnsi="標楷體"/>
                <w:b/>
                <w:color w:val="000000"/>
                <w:szCs w:val="24"/>
              </w:rPr>
            </w:pPr>
          </w:p>
        </w:tc>
      </w:tr>
      <w:tr w:rsidR="00912D81" w:rsidRPr="0061756C" w:rsidTr="009E4690">
        <w:trPr>
          <w:trHeight w:val="300"/>
          <w:tblCellSpacing w:w="0" w:type="dxa"/>
          <w:jc w:val="center"/>
        </w:trPr>
        <w:tc>
          <w:tcPr>
            <w:tcW w:w="10113" w:type="dxa"/>
            <w:gridSpan w:val="2"/>
            <w:tcBorders>
              <w:top w:val="outset" w:sz="6" w:space="0" w:color="000000"/>
              <w:bottom w:val="outset" w:sz="6" w:space="0" w:color="000000"/>
            </w:tcBorders>
            <w:vAlign w:val="center"/>
          </w:tcPr>
          <w:tbl>
            <w:tblPr>
              <w:tblW w:w="5000" w:type="pct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10053"/>
            </w:tblGrid>
            <w:tr w:rsidR="00912D81" w:rsidRPr="0091498F" w:rsidTr="009E4690">
              <w:trPr>
                <w:trHeight w:val="300"/>
                <w:tblCellSpacing w:w="0" w:type="dxa"/>
              </w:trPr>
              <w:tc>
                <w:tcPr>
                  <w:tcW w:w="10772" w:type="dxa"/>
                  <w:vAlign w:val="center"/>
                </w:tcPr>
                <w:p w:rsidR="00912D81" w:rsidRPr="0091498F" w:rsidRDefault="00912D81" w:rsidP="009E4690">
                  <w:pPr>
                    <w:spacing w:line="240" w:lineRule="auto"/>
                    <w:rPr>
                      <w:rFonts w:ascii="標楷體" w:eastAsia="標楷體" w:hAnsi="標楷體"/>
                      <w:b/>
                      <w:color w:val="000000"/>
                      <w:szCs w:val="24"/>
                    </w:rPr>
                  </w:pPr>
                  <w:r w:rsidRPr="0091498F">
                    <w:rPr>
                      <w:rFonts w:ascii="標楷體" w:eastAsia="標楷體" w:hAnsi="標楷體"/>
                      <w:b/>
                      <w:bCs/>
                      <w:color w:val="000000"/>
                      <w:szCs w:val="24"/>
                      <w:u w:val="single"/>
                    </w:rPr>
                    <w:t>*</w:t>
                  </w:r>
                  <w:r w:rsidRPr="0091498F">
                    <w:rPr>
                      <w:rFonts w:ascii="標楷體" w:eastAsia="標楷體" w:hAnsi="標楷體" w:hint="eastAsia"/>
                      <w:b/>
                      <w:bCs/>
                      <w:color w:val="000000"/>
                      <w:szCs w:val="24"/>
                      <w:u w:val="single"/>
                    </w:rPr>
                    <w:t>本領域學習目標</w:t>
                  </w:r>
                  <w:r>
                    <w:rPr>
                      <w:rFonts w:ascii="標楷體" w:eastAsia="標楷體" w:hAnsi="標楷體" w:hint="eastAsia"/>
                      <w:b/>
                      <w:bCs/>
                      <w:color w:val="000000"/>
                      <w:szCs w:val="24"/>
                      <w:u w:val="single"/>
                    </w:rPr>
                    <w:t>（</w:t>
                  </w:r>
                  <w:r w:rsidRPr="005C706A">
                    <w:rPr>
                      <w:rFonts w:ascii="標楷體" w:eastAsia="標楷體" w:hAnsi="標楷體" w:cs="標楷體" w:hint="eastAsia"/>
                      <w:b/>
                      <w:szCs w:val="24"/>
                      <w:u w:val="single"/>
                    </w:rPr>
                    <w:t>自</w:t>
                  </w:r>
                  <w:r w:rsidRPr="005C706A">
                    <w:rPr>
                      <w:rFonts w:ascii="標楷體" w:eastAsia="標楷體" w:hAnsi="標楷體" w:cs="標楷體"/>
                      <w:b/>
                      <w:szCs w:val="24"/>
                      <w:u w:val="single"/>
                    </w:rPr>
                    <w:t>10</w:t>
                  </w:r>
                  <w:r>
                    <w:rPr>
                      <w:rFonts w:ascii="標楷體" w:eastAsia="標楷體" w:hAnsi="標楷體" w:cs="標楷體"/>
                      <w:b/>
                      <w:szCs w:val="24"/>
                      <w:u w:val="single"/>
                    </w:rPr>
                    <w:t>3</w:t>
                  </w:r>
                  <w:r w:rsidRPr="005C706A">
                    <w:rPr>
                      <w:rFonts w:ascii="標楷體" w:eastAsia="標楷體" w:hAnsi="標楷體" w:cs="標楷體" w:hint="eastAsia"/>
                      <w:b/>
                      <w:szCs w:val="24"/>
                      <w:u w:val="single"/>
                    </w:rPr>
                    <w:t>年</w:t>
                  </w:r>
                  <w:smartTag w:uri="urn:schemas-microsoft-com:office:smarttags" w:element="chmetcnv">
                    <w:smartTagPr>
                      <w:attr w:name="TCSC" w:val="1"/>
                      <w:attr w:name="NumberType" w:val="3"/>
                      <w:attr w:name="Negative" w:val="False"/>
                      <w:attr w:name="HasSpace" w:val="False"/>
                      <w:attr w:name="SourceValue" w:val="5"/>
                      <w:attr w:name="UnitName" w:val="cm"/>
                    </w:smartTagPr>
                    <w:smartTag w:uri="urn:schemas-microsoft-com:office:smarttags" w:element="chsdate">
                      <w:smartTagPr>
                        <w:attr w:name="IsROCDate" w:val="False"/>
                        <w:attr w:name="IsLunarDate" w:val="False"/>
                        <w:attr w:name="Day" w:val="11"/>
                        <w:attr w:name="Month" w:val="2"/>
                        <w:attr w:name="Year" w:val="2014"/>
                      </w:smartTagPr>
                      <w:r>
                        <w:rPr>
                          <w:rFonts w:ascii="標楷體" w:eastAsia="標楷體" w:hAnsi="標楷體" w:cs="標楷體"/>
                          <w:b/>
                          <w:szCs w:val="24"/>
                          <w:u w:val="single"/>
                        </w:rPr>
                        <w:t>2</w:t>
                      </w:r>
                      <w:r w:rsidRPr="005C706A">
                        <w:rPr>
                          <w:rFonts w:ascii="標楷體" w:eastAsia="標楷體" w:hAnsi="標楷體" w:cs="標楷體" w:hint="eastAsia"/>
                          <w:b/>
                          <w:szCs w:val="24"/>
                          <w:u w:val="single"/>
                        </w:rPr>
                        <w:t>月</w:t>
                      </w:r>
                      <w:r>
                        <w:rPr>
                          <w:rFonts w:ascii="標楷體" w:eastAsia="標楷體" w:hAnsi="標楷體" w:cs="標楷體"/>
                          <w:b/>
                          <w:szCs w:val="24"/>
                          <w:u w:val="single"/>
                        </w:rPr>
                        <w:t>11</w:t>
                      </w:r>
                      <w:r w:rsidRPr="005C706A">
                        <w:rPr>
                          <w:rFonts w:ascii="標楷體" w:eastAsia="標楷體" w:hAnsi="標楷體" w:cs="標楷體" w:hint="eastAsia"/>
                          <w:b/>
                          <w:szCs w:val="24"/>
                          <w:u w:val="single"/>
                        </w:rPr>
                        <w:t>日</w:t>
                      </w:r>
                    </w:smartTag>
                  </w:smartTag>
                  <w:r w:rsidRPr="005C706A">
                    <w:rPr>
                      <w:rFonts w:ascii="標楷體" w:eastAsia="標楷體" w:hAnsi="標楷體" w:cs="標楷體" w:hint="eastAsia"/>
                      <w:b/>
                      <w:szCs w:val="24"/>
                      <w:u w:val="single"/>
                    </w:rPr>
                    <w:t>起至</w:t>
                  </w:r>
                  <w:r w:rsidRPr="005C706A">
                    <w:rPr>
                      <w:rFonts w:ascii="標楷體" w:eastAsia="標楷體" w:hAnsi="標楷體" w:cs="標楷體"/>
                      <w:b/>
                      <w:szCs w:val="24"/>
                      <w:u w:val="single"/>
                    </w:rPr>
                    <w:t>103</w:t>
                  </w:r>
                  <w:r w:rsidRPr="005C706A">
                    <w:rPr>
                      <w:rFonts w:ascii="標楷體" w:eastAsia="標楷體" w:hAnsi="標楷體" w:cs="標楷體" w:hint="eastAsia"/>
                      <w:b/>
                      <w:szCs w:val="24"/>
                      <w:u w:val="single"/>
                    </w:rPr>
                    <w:t>年</w:t>
                  </w:r>
                  <w:smartTag w:uri="urn:schemas-microsoft-com:office:smarttags" w:element="chmetcnv">
                    <w:smartTagPr>
                      <w:attr w:name="TCSC" w:val="1"/>
                      <w:attr w:name="NumberType" w:val="3"/>
                      <w:attr w:name="Negative" w:val="False"/>
                      <w:attr w:name="HasSpace" w:val="False"/>
                      <w:attr w:name="SourceValue" w:val="5"/>
                      <w:attr w:name="UnitName" w:val="cm"/>
                    </w:smartTagPr>
                    <w:smartTag w:uri="urn:schemas-microsoft-com:office:smarttags" w:element="chsdate">
                      <w:smartTagPr>
                        <w:attr w:name="IsROCDate" w:val="False"/>
                        <w:attr w:name="IsLunarDate" w:val="False"/>
                        <w:attr w:name="Day" w:val="28"/>
                        <w:attr w:name="Month" w:val="6"/>
                        <w:attr w:name="Year" w:val="2014"/>
                      </w:smartTagPr>
                      <w:r w:rsidRPr="005C706A">
                        <w:rPr>
                          <w:rFonts w:ascii="標楷體" w:eastAsia="標楷體" w:hAnsi="標楷體" w:cs="標楷體"/>
                          <w:b/>
                          <w:szCs w:val="24"/>
                          <w:u w:val="single"/>
                        </w:rPr>
                        <w:t>6</w:t>
                      </w:r>
                      <w:r w:rsidRPr="005C706A">
                        <w:rPr>
                          <w:rFonts w:ascii="標楷體" w:eastAsia="標楷體" w:hAnsi="標楷體" w:cs="標楷體" w:hint="eastAsia"/>
                          <w:b/>
                          <w:szCs w:val="24"/>
                          <w:u w:val="single"/>
                        </w:rPr>
                        <w:t>月</w:t>
                      </w:r>
                      <w:r w:rsidRPr="005C706A">
                        <w:rPr>
                          <w:rFonts w:ascii="標楷體" w:eastAsia="標楷體" w:hAnsi="標楷體" w:cs="標楷體"/>
                          <w:b/>
                          <w:szCs w:val="24"/>
                          <w:u w:val="single"/>
                        </w:rPr>
                        <w:t>28</w:t>
                      </w:r>
                      <w:r w:rsidRPr="005C706A">
                        <w:rPr>
                          <w:rFonts w:ascii="標楷體" w:eastAsia="標楷體" w:hAnsi="標楷體" w:cs="標楷體" w:hint="eastAsia"/>
                          <w:b/>
                          <w:szCs w:val="24"/>
                          <w:u w:val="single"/>
                        </w:rPr>
                        <w:t>日</w:t>
                      </w:r>
                    </w:smartTag>
                  </w:smartTag>
                  <w:r w:rsidRPr="005C706A">
                    <w:rPr>
                      <w:rFonts w:ascii="標楷體" w:eastAsia="標楷體" w:hAnsi="標楷體" w:cs="標楷體" w:hint="eastAsia"/>
                      <w:b/>
                      <w:szCs w:val="24"/>
                      <w:u w:val="single"/>
                    </w:rPr>
                    <w:t>前</w:t>
                  </w:r>
                  <w:r w:rsidRPr="005C706A">
                    <w:rPr>
                      <w:rFonts w:ascii="標楷體" w:eastAsia="標楷體" w:hAnsi="標楷體" w:hint="eastAsia"/>
                      <w:b/>
                      <w:bCs/>
                      <w:color w:val="000000"/>
                      <w:szCs w:val="24"/>
                      <w:u w:val="single"/>
                    </w:rPr>
                    <w:t>）</w:t>
                  </w:r>
                </w:p>
              </w:tc>
            </w:tr>
            <w:tr w:rsidR="00912D81" w:rsidRPr="0091498F" w:rsidTr="009E4690">
              <w:trPr>
                <w:trHeight w:val="300"/>
                <w:tblCellSpacing w:w="0" w:type="dxa"/>
              </w:trPr>
              <w:tc>
                <w:tcPr>
                  <w:tcW w:w="10772" w:type="dxa"/>
                  <w:vAlign w:val="center"/>
                </w:tcPr>
                <w:p w:rsidR="00912D81" w:rsidRDefault="00912D81" w:rsidP="009E4690">
                  <w:pPr>
                    <w:rPr>
                      <w:rFonts w:ascii="標楷體" w:eastAsia="標楷體" w:hAnsi="標楷體"/>
                      <w:b/>
                      <w:color w:val="000000"/>
                    </w:rPr>
                  </w:pPr>
                  <w:r w:rsidRPr="00096374">
                    <w:rPr>
                      <w:rFonts w:ascii="標楷體" w:eastAsia="標楷體" w:hAnsi="標楷體"/>
                      <w:b/>
                      <w:color w:val="000000"/>
                    </w:rPr>
                    <w:t>1.</w:t>
                  </w:r>
                  <w:r w:rsidRPr="00096374">
                    <w:rPr>
                      <w:rFonts w:ascii="標楷體" w:eastAsia="標楷體" w:hAnsi="標楷體" w:hint="eastAsia"/>
                      <w:b/>
                      <w:color w:val="000000"/>
                    </w:rPr>
                    <w:t>能在他人協助下，主動做出手腳的肢體動作至其完全的角度</w:t>
                  </w:r>
                </w:p>
                <w:p w:rsidR="00912D81" w:rsidRPr="00096374" w:rsidRDefault="00912D81" w:rsidP="009E4690">
                  <w:pPr>
                    <w:rPr>
                      <w:rFonts w:ascii="標楷體" w:eastAsia="標楷體" w:hAnsi="標楷體"/>
                      <w:b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b/>
                      <w:color w:val="000000"/>
                    </w:rPr>
                    <w:t xml:space="preserve">   </w:t>
                  </w:r>
                  <w:r w:rsidRPr="00096374">
                    <w:rPr>
                      <w:rFonts w:ascii="標楷體" w:eastAsia="標楷體" w:hAnsi="標楷體"/>
                      <w:b/>
                      <w:color w:val="000000"/>
                    </w:rPr>
                    <w:t>(</w:t>
                  </w:r>
                  <w:r w:rsidRPr="00096374">
                    <w:rPr>
                      <w:rFonts w:ascii="標楷體" w:eastAsia="標楷體" w:hAnsi="標楷體" w:hint="eastAsia"/>
                      <w:b/>
                      <w:color w:val="000000"/>
                    </w:rPr>
                    <w:t>粗大動作</w:t>
                  </w:r>
                  <w:r w:rsidRPr="00096374">
                    <w:rPr>
                      <w:rFonts w:ascii="標楷體" w:eastAsia="標楷體" w:hAnsi="標楷體"/>
                      <w:b/>
                      <w:color w:val="000000"/>
                    </w:rPr>
                    <w:t>1-b-1</w:t>
                  </w:r>
                  <w:r w:rsidRPr="00096374">
                    <w:rPr>
                      <w:rFonts w:ascii="標楷體" w:eastAsia="標楷體" w:hAnsi="標楷體" w:hint="eastAsia"/>
                      <w:b/>
                      <w:color w:val="000000"/>
                    </w:rPr>
                    <w:t>關節活動度</w:t>
                  </w:r>
                  <w:smartTag w:uri="urn:schemas-microsoft-com:office:smarttags" w:element="chmetcnv">
                    <w:smartTagPr>
                      <w:attr w:name="TCSC" w:val="1"/>
                      <w:attr w:name="NumberType" w:val="3"/>
                      <w:attr w:name="Negative" w:val="False"/>
                      <w:attr w:name="HasSpace" w:val="False"/>
                      <w:attr w:name="SourceValue" w:val="5"/>
                      <w:attr w:name="UnitName" w:val="cm"/>
                    </w:smartTagPr>
                    <w:smartTag w:uri="urn:schemas-microsoft-com:office:smarttags" w:element="chsdate">
                      <w:smartTagPr>
                        <w:attr w:name="IsROCDate" w:val="False"/>
                        <w:attr w:name="IsLunarDate" w:val="False"/>
                        <w:attr w:name="Day" w:val="1"/>
                        <w:attr w:name="Month" w:val="1"/>
                        <w:attr w:name="Year" w:val="2001"/>
                      </w:smartTagPr>
                      <w:r w:rsidRPr="00096374">
                        <w:rPr>
                          <w:rFonts w:ascii="標楷體" w:eastAsia="標楷體" w:hAnsi="標楷體"/>
                          <w:b/>
                          <w:color w:val="000000"/>
                        </w:rPr>
                        <w:t>1-1-1</w:t>
                      </w:r>
                    </w:smartTag>
                  </w:smartTag>
                  <w:r w:rsidRPr="00096374">
                    <w:rPr>
                      <w:rFonts w:ascii="標楷體" w:eastAsia="標楷體" w:hAnsi="標楷體"/>
                      <w:b/>
                      <w:color w:val="000000"/>
                    </w:rPr>
                    <w:t>-2)</w:t>
                  </w:r>
                </w:p>
                <w:p w:rsidR="00912D81" w:rsidRPr="00096374" w:rsidRDefault="00912D81" w:rsidP="009E4690">
                  <w:pPr>
                    <w:rPr>
                      <w:rFonts w:ascii="標楷體" w:eastAsia="標楷體" w:hAnsi="標楷體"/>
                      <w:b/>
                      <w:color w:val="000000"/>
                    </w:rPr>
                  </w:pPr>
                  <w:r w:rsidRPr="00096374">
                    <w:rPr>
                      <w:rFonts w:ascii="標楷體" w:eastAsia="標楷體" w:hAnsi="標楷體"/>
                      <w:b/>
                      <w:color w:val="000000"/>
                    </w:rPr>
                    <w:t>2.</w:t>
                  </w:r>
                  <w:r>
                    <w:rPr>
                      <w:rFonts w:ascii="標楷體" w:eastAsia="標楷體" w:hAnsi="標楷體" w:hint="eastAsia"/>
                      <w:b/>
                      <w:color w:val="000000"/>
                    </w:rPr>
                    <w:t>能順暢的跑步，並轉彎與避開障礙物</w:t>
                  </w:r>
                  <w:r w:rsidRPr="00096374">
                    <w:rPr>
                      <w:rFonts w:ascii="標楷體" w:eastAsia="標楷體" w:hAnsi="標楷體"/>
                      <w:b/>
                      <w:color w:val="000000"/>
                    </w:rPr>
                    <w:t>(</w:t>
                  </w:r>
                  <w:r w:rsidRPr="00096374">
                    <w:rPr>
                      <w:rFonts w:ascii="標楷體" w:eastAsia="標楷體" w:hAnsi="標楷體" w:hint="eastAsia"/>
                      <w:b/>
                      <w:color w:val="000000"/>
                    </w:rPr>
                    <w:t>粗大動作</w:t>
                  </w:r>
                  <w:r>
                    <w:rPr>
                      <w:rFonts w:ascii="標楷體" w:eastAsia="標楷體" w:hAnsi="標楷體"/>
                      <w:b/>
                      <w:color w:val="000000"/>
                    </w:rPr>
                    <w:t>1-b-4</w:t>
                  </w:r>
                  <w:r>
                    <w:rPr>
                      <w:rFonts w:ascii="標楷體" w:eastAsia="標楷體" w:hAnsi="標楷體" w:hint="eastAsia"/>
                      <w:b/>
                      <w:color w:val="000000"/>
                    </w:rPr>
                    <w:t>移位</w:t>
                  </w:r>
                  <w:smartTag w:uri="urn:schemas-microsoft-com:office:smarttags" w:element="chmetcnv">
                    <w:smartTagPr>
                      <w:attr w:name="TCSC" w:val="1"/>
                      <w:attr w:name="NumberType" w:val="3"/>
                      <w:attr w:name="Negative" w:val="False"/>
                      <w:attr w:name="HasSpace" w:val="False"/>
                      <w:attr w:name="SourceValue" w:val="5"/>
                      <w:attr w:name="UnitName" w:val="cm"/>
                    </w:smartTagPr>
                    <w:smartTag w:uri="urn:schemas-microsoft-com:office:smarttags" w:element="chsdate">
                      <w:smartTagPr>
                        <w:attr w:name="IsROCDate" w:val="False"/>
                        <w:attr w:name="IsLunarDate" w:val="False"/>
                        <w:attr w:name="Day" w:val="4"/>
                        <w:attr w:name="Month" w:val="1"/>
                        <w:attr w:name="Year" w:val="2001"/>
                      </w:smartTagPr>
                      <w:r>
                        <w:rPr>
                          <w:rFonts w:ascii="標楷體" w:eastAsia="標楷體" w:hAnsi="標楷體"/>
                          <w:b/>
                          <w:color w:val="000000"/>
                        </w:rPr>
                        <w:t>1-1-4</w:t>
                      </w:r>
                    </w:smartTag>
                  </w:smartTag>
                  <w:r>
                    <w:rPr>
                      <w:rFonts w:ascii="標楷體" w:eastAsia="標楷體" w:hAnsi="標楷體"/>
                      <w:b/>
                      <w:color w:val="000000"/>
                    </w:rPr>
                    <w:t>-6</w:t>
                  </w:r>
                  <w:r w:rsidRPr="00096374">
                    <w:rPr>
                      <w:rFonts w:ascii="標楷體" w:eastAsia="標楷體" w:hAnsi="標楷體"/>
                      <w:b/>
                      <w:color w:val="000000"/>
                    </w:rPr>
                    <w:t>)</w:t>
                  </w:r>
                </w:p>
                <w:p w:rsidR="00912D81" w:rsidRPr="00096374" w:rsidRDefault="00912D81" w:rsidP="009E4690">
                  <w:pPr>
                    <w:rPr>
                      <w:rFonts w:ascii="標楷體" w:eastAsia="標楷體" w:hAnsi="標楷體"/>
                      <w:b/>
                      <w:color w:val="000000"/>
                    </w:rPr>
                  </w:pPr>
                  <w:r w:rsidRPr="00096374">
                    <w:rPr>
                      <w:rFonts w:ascii="標楷體" w:eastAsia="標楷體" w:hAnsi="標楷體"/>
                      <w:b/>
                      <w:color w:val="000000"/>
                    </w:rPr>
                    <w:t>3.</w:t>
                  </w:r>
                  <w:r w:rsidRPr="00096374">
                    <w:rPr>
                      <w:rFonts w:ascii="標楷體" w:eastAsia="標楷體" w:hAnsi="標楷體" w:hint="eastAsia"/>
                      <w:b/>
                      <w:color w:val="000000"/>
                    </w:rPr>
                    <w:t>能</w:t>
                  </w:r>
                  <w:r>
                    <w:rPr>
                      <w:rFonts w:ascii="標楷體" w:eastAsia="標楷體" w:hAnsi="標楷體" w:hint="eastAsia"/>
                      <w:b/>
                      <w:color w:val="000000"/>
                    </w:rPr>
                    <w:t>藉由彎曲和伸直雙腳而離地移動</w:t>
                  </w:r>
                  <w:r w:rsidRPr="00096374">
                    <w:rPr>
                      <w:rFonts w:ascii="標楷體" w:eastAsia="標楷體" w:hAnsi="標楷體"/>
                      <w:b/>
                      <w:color w:val="000000"/>
                    </w:rPr>
                    <w:t>(</w:t>
                  </w:r>
                  <w:r w:rsidRPr="00096374">
                    <w:rPr>
                      <w:rFonts w:ascii="標楷體" w:eastAsia="標楷體" w:hAnsi="標楷體" w:hint="eastAsia"/>
                      <w:b/>
                      <w:color w:val="000000"/>
                    </w:rPr>
                    <w:t>粗大動作</w:t>
                  </w:r>
                  <w:r w:rsidRPr="00096374">
                    <w:rPr>
                      <w:rFonts w:ascii="標楷體" w:eastAsia="標楷體" w:hAnsi="標楷體"/>
                      <w:b/>
                      <w:color w:val="000000"/>
                    </w:rPr>
                    <w:t>1-b-4</w:t>
                  </w:r>
                  <w:r w:rsidRPr="00096374">
                    <w:rPr>
                      <w:rFonts w:ascii="標楷體" w:eastAsia="標楷體" w:hAnsi="標楷體" w:hint="eastAsia"/>
                      <w:b/>
                      <w:color w:val="000000"/>
                    </w:rPr>
                    <w:t>移位</w:t>
                  </w:r>
                  <w:smartTag w:uri="urn:schemas-microsoft-com:office:smarttags" w:element="chmetcnv">
                    <w:smartTagPr>
                      <w:attr w:name="TCSC" w:val="1"/>
                      <w:attr w:name="NumberType" w:val="3"/>
                      <w:attr w:name="Negative" w:val="False"/>
                      <w:attr w:name="HasSpace" w:val="False"/>
                      <w:attr w:name="SourceValue" w:val="5"/>
                      <w:attr w:name="UnitName" w:val="cm"/>
                    </w:smartTagPr>
                    <w:smartTag w:uri="urn:schemas-microsoft-com:office:smarttags" w:element="chsdate">
                      <w:smartTagPr>
                        <w:attr w:name="IsROCDate" w:val="False"/>
                        <w:attr w:name="IsLunarDate" w:val="False"/>
                        <w:attr w:name="Day" w:val="4"/>
                        <w:attr w:name="Month" w:val="2"/>
                        <w:attr w:name="Year" w:val="2001"/>
                      </w:smartTagPr>
                      <w:r>
                        <w:rPr>
                          <w:rFonts w:ascii="標楷體" w:eastAsia="標楷體" w:hAnsi="標楷體"/>
                          <w:b/>
                          <w:color w:val="000000"/>
                        </w:rPr>
                        <w:t>1-2-4</w:t>
                      </w:r>
                    </w:smartTag>
                  </w:smartTag>
                  <w:r>
                    <w:rPr>
                      <w:rFonts w:ascii="標楷體" w:eastAsia="標楷體" w:hAnsi="標楷體"/>
                      <w:b/>
                      <w:color w:val="000000"/>
                    </w:rPr>
                    <w:t>-7</w:t>
                  </w:r>
                  <w:r w:rsidRPr="00096374">
                    <w:rPr>
                      <w:rFonts w:ascii="標楷體" w:eastAsia="標楷體" w:hAnsi="標楷體"/>
                      <w:b/>
                      <w:color w:val="000000"/>
                    </w:rPr>
                    <w:t>)</w:t>
                  </w:r>
                </w:p>
                <w:p w:rsidR="00912D81" w:rsidRPr="00096374" w:rsidRDefault="00912D81" w:rsidP="009E4690">
                  <w:pPr>
                    <w:rPr>
                      <w:rFonts w:ascii="標楷體" w:eastAsia="標楷體" w:hAnsi="標楷體"/>
                      <w:b/>
                      <w:color w:val="000000"/>
                    </w:rPr>
                  </w:pPr>
                  <w:r w:rsidRPr="00096374">
                    <w:rPr>
                      <w:rFonts w:ascii="標楷體" w:eastAsia="標楷體" w:hAnsi="標楷體"/>
                      <w:b/>
                      <w:color w:val="000000"/>
                    </w:rPr>
                    <w:t>4.</w:t>
                  </w:r>
                  <w:r w:rsidRPr="00096374">
                    <w:rPr>
                      <w:rFonts w:ascii="標楷體" w:eastAsia="標楷體" w:hAnsi="標楷體" w:hint="eastAsia"/>
                      <w:b/>
                      <w:color w:val="000000"/>
                    </w:rPr>
                    <w:t>能雙手插腰或拿物沿著直線往前走約</w:t>
                  </w:r>
                  <w:r w:rsidRPr="00096374">
                    <w:rPr>
                      <w:rFonts w:ascii="標楷體" w:eastAsia="標楷體" w:hAnsi="標楷體"/>
                      <w:b/>
                      <w:color w:val="000000"/>
                    </w:rPr>
                    <w:t>3</w:t>
                  </w:r>
                  <w:r w:rsidRPr="00096374">
                    <w:rPr>
                      <w:rFonts w:ascii="標楷體" w:eastAsia="標楷體" w:hAnsi="標楷體" w:hint="eastAsia"/>
                      <w:b/>
                      <w:color w:val="000000"/>
                    </w:rPr>
                    <w:t>公尺</w:t>
                  </w:r>
                  <w:r w:rsidRPr="00096374">
                    <w:rPr>
                      <w:rFonts w:ascii="標楷體" w:eastAsia="標楷體" w:hAnsi="標楷體"/>
                      <w:b/>
                      <w:color w:val="000000"/>
                    </w:rPr>
                    <w:t>(</w:t>
                  </w:r>
                  <w:r w:rsidRPr="00096374">
                    <w:rPr>
                      <w:rFonts w:ascii="標楷體" w:eastAsia="標楷體" w:hAnsi="標楷體" w:hint="eastAsia"/>
                      <w:b/>
                      <w:color w:val="000000"/>
                    </w:rPr>
                    <w:t>粗大動作</w:t>
                  </w:r>
                  <w:r w:rsidRPr="00096374">
                    <w:rPr>
                      <w:rFonts w:ascii="標楷體" w:eastAsia="標楷體" w:hAnsi="標楷體"/>
                      <w:b/>
                      <w:color w:val="000000"/>
                    </w:rPr>
                    <w:t>1-b-5</w:t>
                  </w:r>
                  <w:r w:rsidRPr="00096374">
                    <w:rPr>
                      <w:rFonts w:ascii="標楷體" w:eastAsia="標楷體" w:hAnsi="標楷體" w:hint="eastAsia"/>
                      <w:b/>
                      <w:color w:val="000000"/>
                    </w:rPr>
                    <w:t>平衡</w:t>
                  </w:r>
                  <w:smartTag w:uri="urn:schemas-microsoft-com:office:smarttags" w:element="chmetcnv">
                    <w:smartTagPr>
                      <w:attr w:name="TCSC" w:val="1"/>
                      <w:attr w:name="NumberType" w:val="3"/>
                      <w:attr w:name="Negative" w:val="False"/>
                      <w:attr w:name="HasSpace" w:val="False"/>
                      <w:attr w:name="SourceValue" w:val="5"/>
                      <w:attr w:name="UnitName" w:val="cm"/>
                    </w:smartTagPr>
                    <w:smartTag w:uri="urn:schemas-microsoft-com:office:smarttags" w:element="chsdate">
                      <w:smartTagPr>
                        <w:attr w:name="IsROCDate" w:val="False"/>
                        <w:attr w:name="IsLunarDate" w:val="False"/>
                        <w:attr w:name="Day" w:val="5"/>
                        <w:attr w:name="Month" w:val="2"/>
                        <w:attr w:name="Year" w:val="2001"/>
                      </w:smartTagPr>
                      <w:r w:rsidRPr="00096374">
                        <w:rPr>
                          <w:rFonts w:ascii="標楷體" w:eastAsia="標楷體" w:hAnsi="標楷體"/>
                          <w:b/>
                          <w:color w:val="000000"/>
                        </w:rPr>
                        <w:t>1-2-5</w:t>
                      </w:r>
                    </w:smartTag>
                  </w:smartTag>
                  <w:r w:rsidRPr="00096374">
                    <w:rPr>
                      <w:rFonts w:ascii="標楷體" w:eastAsia="標楷體" w:hAnsi="標楷體"/>
                      <w:b/>
                      <w:color w:val="000000"/>
                    </w:rPr>
                    <w:t>-4)</w:t>
                  </w:r>
                </w:p>
                <w:p w:rsidR="00912D81" w:rsidRPr="00096374" w:rsidRDefault="00912D81" w:rsidP="009E4690">
                  <w:pPr>
                    <w:rPr>
                      <w:rFonts w:ascii="標楷體" w:eastAsia="標楷體" w:hAnsi="標楷體"/>
                      <w:b/>
                      <w:color w:val="000000"/>
                    </w:rPr>
                  </w:pPr>
                  <w:r w:rsidRPr="00096374">
                    <w:rPr>
                      <w:rFonts w:ascii="標楷體" w:eastAsia="標楷體" w:hAnsi="標楷體"/>
                      <w:b/>
                      <w:color w:val="000000"/>
                    </w:rPr>
                    <w:t>5.</w:t>
                  </w:r>
                  <w:r>
                    <w:rPr>
                      <w:rFonts w:ascii="標楷體" w:eastAsia="標楷體" w:hAnsi="標楷體" w:hint="eastAsia"/>
                      <w:b/>
                      <w:color w:val="000000"/>
                    </w:rPr>
                    <w:t>站著時，能向前丟球至少</w:t>
                  </w:r>
                  <w:r>
                    <w:rPr>
                      <w:rFonts w:ascii="標楷體" w:eastAsia="標楷體" w:hAnsi="標楷體"/>
                      <w:b/>
                      <w:color w:val="000000"/>
                    </w:rPr>
                    <w:t>2</w:t>
                  </w:r>
                  <w:r>
                    <w:rPr>
                      <w:rFonts w:ascii="標楷體" w:eastAsia="標楷體" w:hAnsi="標楷體" w:hint="eastAsia"/>
                      <w:b/>
                      <w:color w:val="000000"/>
                    </w:rPr>
                    <w:t>公尺遠</w:t>
                  </w:r>
                  <w:r w:rsidRPr="00096374">
                    <w:rPr>
                      <w:rFonts w:ascii="標楷體" w:eastAsia="標楷體" w:hAnsi="標楷體"/>
                      <w:b/>
                      <w:color w:val="000000"/>
                    </w:rPr>
                    <w:t>(</w:t>
                  </w:r>
                  <w:r>
                    <w:rPr>
                      <w:rFonts w:ascii="標楷體" w:eastAsia="標楷體" w:hAnsi="標楷體" w:hint="eastAsia"/>
                      <w:b/>
                      <w:color w:val="000000"/>
                    </w:rPr>
                    <w:t>傳遞物品</w:t>
                  </w:r>
                  <w:r w:rsidRPr="00096374">
                    <w:rPr>
                      <w:rFonts w:ascii="標楷體" w:eastAsia="標楷體" w:hAnsi="標楷體"/>
                      <w:b/>
                      <w:color w:val="000000"/>
                    </w:rPr>
                    <w:t>2-b-5</w:t>
                  </w:r>
                  <w:r w:rsidRPr="00096374">
                    <w:rPr>
                      <w:rFonts w:ascii="標楷體" w:eastAsia="標楷體" w:hAnsi="標楷體" w:hint="eastAsia"/>
                      <w:b/>
                      <w:color w:val="000000"/>
                    </w:rPr>
                    <w:t>功能性操作</w:t>
                  </w:r>
                  <w:smartTag w:uri="urn:schemas-microsoft-com:office:smarttags" w:element="chmetcnv">
                    <w:smartTagPr>
                      <w:attr w:name="TCSC" w:val="1"/>
                      <w:attr w:name="NumberType" w:val="3"/>
                      <w:attr w:name="Negative" w:val="False"/>
                      <w:attr w:name="HasSpace" w:val="False"/>
                      <w:attr w:name="SourceValue" w:val="5"/>
                      <w:attr w:name="UnitName" w:val="cm"/>
                    </w:smartTagPr>
                    <w:smartTag w:uri="urn:schemas-microsoft-com:office:smarttags" w:element="chsdate">
                      <w:smartTagPr>
                        <w:attr w:name="IsROCDate" w:val="False"/>
                        <w:attr w:name="IsLunarDate" w:val="False"/>
                        <w:attr w:name="Day" w:val="7"/>
                        <w:attr w:name="Month" w:val="2"/>
                        <w:attr w:name="Year" w:val="2001"/>
                      </w:smartTagPr>
                      <w:r>
                        <w:rPr>
                          <w:rFonts w:ascii="標楷體" w:eastAsia="標楷體" w:hAnsi="標楷體"/>
                          <w:b/>
                          <w:color w:val="000000"/>
                        </w:rPr>
                        <w:t>1</w:t>
                      </w:r>
                      <w:r w:rsidRPr="00096374">
                        <w:rPr>
                          <w:rFonts w:ascii="標楷體" w:eastAsia="標楷體" w:hAnsi="標楷體"/>
                          <w:b/>
                          <w:color w:val="000000"/>
                        </w:rPr>
                        <w:t>-</w:t>
                      </w:r>
                      <w:r>
                        <w:rPr>
                          <w:rFonts w:ascii="標楷體" w:eastAsia="標楷體" w:hAnsi="標楷體"/>
                          <w:b/>
                          <w:color w:val="000000"/>
                        </w:rPr>
                        <w:t>2-7</w:t>
                      </w:r>
                    </w:smartTag>
                  </w:smartTag>
                  <w:r w:rsidRPr="00096374">
                    <w:rPr>
                      <w:rFonts w:ascii="標楷體" w:eastAsia="標楷體" w:hAnsi="標楷體"/>
                      <w:b/>
                      <w:color w:val="000000"/>
                    </w:rPr>
                    <w:t>-</w:t>
                  </w:r>
                  <w:r>
                    <w:rPr>
                      <w:rFonts w:ascii="標楷體" w:eastAsia="標楷體" w:hAnsi="標楷體"/>
                      <w:b/>
                      <w:color w:val="000000"/>
                    </w:rPr>
                    <w:t>1</w:t>
                  </w:r>
                  <w:r w:rsidRPr="00096374">
                    <w:rPr>
                      <w:rFonts w:ascii="標楷體" w:eastAsia="標楷體" w:hAnsi="標楷體"/>
                      <w:b/>
                      <w:color w:val="000000"/>
                    </w:rPr>
                    <w:t>)</w:t>
                  </w:r>
                </w:p>
                <w:p w:rsidR="00912D81" w:rsidRPr="00096374" w:rsidRDefault="00912D81" w:rsidP="009E4690">
                  <w:pPr>
                    <w:rPr>
                      <w:rFonts w:ascii="標楷體" w:eastAsia="標楷體" w:hAnsi="標楷體"/>
                      <w:b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b/>
                      <w:color w:val="000000"/>
                    </w:rPr>
                    <w:t>6</w:t>
                  </w:r>
                  <w:r w:rsidRPr="00096374">
                    <w:rPr>
                      <w:rFonts w:ascii="標楷體" w:eastAsia="標楷體" w:hAnsi="標楷體"/>
                      <w:b/>
                      <w:color w:val="000000"/>
                    </w:rPr>
                    <w:t>.</w:t>
                  </w:r>
                  <w:r w:rsidRPr="00096374">
                    <w:rPr>
                      <w:rFonts w:ascii="標楷體" w:eastAsia="標楷體" w:hAnsi="標楷體" w:hint="eastAsia"/>
                      <w:b/>
                      <w:color w:val="000000"/>
                    </w:rPr>
                    <w:t>能描畫不同圖形</w:t>
                  </w:r>
                  <w:r w:rsidRPr="00096374">
                    <w:rPr>
                      <w:rFonts w:ascii="標楷體" w:eastAsia="標楷體" w:hAnsi="標楷體"/>
                      <w:b/>
                      <w:color w:val="000000"/>
                    </w:rPr>
                    <w:t>(</w:t>
                  </w:r>
                  <w:r w:rsidRPr="00096374">
                    <w:rPr>
                      <w:rFonts w:ascii="標楷體" w:eastAsia="標楷體" w:hAnsi="標楷體" w:hint="eastAsia"/>
                      <w:b/>
                      <w:color w:val="000000"/>
                    </w:rPr>
                    <w:t>精細動作</w:t>
                  </w:r>
                  <w:r w:rsidRPr="00096374">
                    <w:rPr>
                      <w:rFonts w:ascii="標楷體" w:eastAsia="標楷體" w:hAnsi="標楷體"/>
                      <w:b/>
                      <w:color w:val="000000"/>
                    </w:rPr>
                    <w:t>2-b-6</w:t>
                  </w:r>
                  <w:r w:rsidRPr="00096374">
                    <w:rPr>
                      <w:rFonts w:ascii="標楷體" w:eastAsia="標楷體" w:hAnsi="標楷體" w:hint="eastAsia"/>
                      <w:b/>
                      <w:color w:val="000000"/>
                    </w:rPr>
                    <w:t>書寫前運筆技巧</w:t>
                  </w:r>
                  <w:smartTag w:uri="urn:schemas-microsoft-com:office:smarttags" w:element="chmetcnv">
                    <w:smartTagPr>
                      <w:attr w:name="TCSC" w:val="1"/>
                      <w:attr w:name="NumberType" w:val="3"/>
                      <w:attr w:name="Negative" w:val="False"/>
                      <w:attr w:name="HasSpace" w:val="False"/>
                      <w:attr w:name="SourceValue" w:val="5"/>
                      <w:attr w:name="UnitName" w:val="cm"/>
                    </w:smartTagPr>
                    <w:smartTag w:uri="urn:schemas-microsoft-com:office:smarttags" w:element="chsdate">
                      <w:smartTagPr>
                        <w:attr w:name="IsROCDate" w:val="False"/>
                        <w:attr w:name="IsLunarDate" w:val="False"/>
                        <w:attr w:name="Day" w:val="6"/>
                        <w:attr w:name="Month" w:val="2"/>
                        <w:attr w:name="Year" w:val="2002"/>
                      </w:smartTagPr>
                      <w:r w:rsidRPr="00096374">
                        <w:rPr>
                          <w:rFonts w:ascii="標楷體" w:eastAsia="標楷體" w:hAnsi="標楷體"/>
                          <w:b/>
                          <w:color w:val="000000"/>
                        </w:rPr>
                        <w:t>2-2-6</w:t>
                      </w:r>
                    </w:smartTag>
                  </w:smartTag>
                  <w:r w:rsidRPr="00096374">
                    <w:rPr>
                      <w:rFonts w:ascii="標楷體" w:eastAsia="標楷體" w:hAnsi="標楷體"/>
                      <w:b/>
                      <w:color w:val="000000"/>
                    </w:rPr>
                    <w:t>-3)</w:t>
                  </w:r>
                </w:p>
                <w:p w:rsidR="00912D81" w:rsidRPr="0091498F" w:rsidRDefault="00912D81" w:rsidP="009E4690">
                  <w:pPr>
                    <w:spacing w:line="240" w:lineRule="auto"/>
                    <w:rPr>
                      <w:rFonts w:ascii="標楷體" w:eastAsia="標楷體" w:hAnsi="標楷體"/>
                      <w:b/>
                      <w:color w:val="000000"/>
                      <w:szCs w:val="24"/>
                    </w:rPr>
                  </w:pPr>
                  <w:r>
                    <w:rPr>
                      <w:rFonts w:ascii="標楷體" w:eastAsia="標楷體" w:hAnsi="標楷體"/>
                      <w:b/>
                      <w:color w:val="000000"/>
                    </w:rPr>
                    <w:t>7</w:t>
                  </w:r>
                  <w:r w:rsidRPr="00096374">
                    <w:rPr>
                      <w:rFonts w:ascii="標楷體" w:eastAsia="標楷體" w:hAnsi="標楷體"/>
                      <w:b/>
                      <w:color w:val="000000"/>
                    </w:rPr>
                    <w:t>.</w:t>
                  </w:r>
                  <w:r w:rsidRPr="00096374">
                    <w:rPr>
                      <w:rFonts w:ascii="標楷體" w:eastAsia="標楷體" w:hAnsi="標楷體" w:hint="eastAsia"/>
                      <w:b/>
                      <w:color w:val="000000"/>
                    </w:rPr>
                    <w:t>站著時，能向前丟球至少兩公尺遠</w:t>
                  </w:r>
                  <w:r w:rsidRPr="00096374">
                    <w:rPr>
                      <w:rFonts w:ascii="標楷體" w:eastAsia="標楷體" w:hAnsi="標楷體"/>
                      <w:b/>
                      <w:color w:val="000000"/>
                    </w:rPr>
                    <w:t>(</w:t>
                  </w:r>
                  <w:r w:rsidRPr="00096374">
                    <w:rPr>
                      <w:rFonts w:ascii="標楷體" w:eastAsia="標楷體" w:hAnsi="標楷體" w:hint="eastAsia"/>
                      <w:b/>
                      <w:color w:val="000000"/>
                    </w:rPr>
                    <w:t>傳遞物品</w:t>
                  </w:r>
                  <w:smartTag w:uri="urn:schemas-microsoft-com:office:smarttags" w:element="chmetcnv">
                    <w:smartTagPr>
                      <w:attr w:name="TCSC" w:val="1"/>
                      <w:attr w:name="NumberType" w:val="3"/>
                      <w:attr w:name="Negative" w:val="False"/>
                      <w:attr w:name="HasSpace" w:val="False"/>
                      <w:attr w:name="SourceValue" w:val="5"/>
                      <w:attr w:name="UnitName" w:val="cm"/>
                    </w:smartTagPr>
                    <w:smartTag w:uri="urn:schemas-microsoft-com:office:smarttags" w:element="chsdate">
                      <w:smartTagPr>
                        <w:attr w:name="IsROCDate" w:val="False"/>
                        <w:attr w:name="IsLunarDate" w:val="False"/>
                        <w:attr w:name="Day" w:val="7"/>
                        <w:attr w:name="Month" w:val="2"/>
                        <w:attr w:name="Year" w:val="2001"/>
                      </w:smartTagPr>
                      <w:r w:rsidRPr="00096374">
                        <w:rPr>
                          <w:rFonts w:ascii="標楷體" w:eastAsia="標楷體" w:hAnsi="標楷體"/>
                          <w:b/>
                          <w:color w:val="000000"/>
                        </w:rPr>
                        <w:t>1-2-7</w:t>
                      </w:r>
                    </w:smartTag>
                  </w:smartTag>
                  <w:r w:rsidRPr="00096374">
                    <w:rPr>
                      <w:rFonts w:ascii="標楷體" w:eastAsia="標楷體" w:hAnsi="標楷體"/>
                      <w:b/>
                      <w:color w:val="000000"/>
                    </w:rPr>
                    <w:t>-1)</w:t>
                  </w:r>
                </w:p>
              </w:tc>
            </w:tr>
          </w:tbl>
          <w:p w:rsidR="00912D81" w:rsidRPr="0091498F" w:rsidRDefault="00912D81" w:rsidP="009E4690">
            <w:pPr>
              <w:spacing w:line="240" w:lineRule="auto"/>
              <w:rPr>
                <w:rFonts w:ascii="標楷體" w:eastAsia="標楷體" w:hAnsi="標楷體"/>
                <w:b/>
                <w:color w:val="000000"/>
                <w:szCs w:val="24"/>
              </w:rPr>
            </w:pPr>
          </w:p>
        </w:tc>
      </w:tr>
    </w:tbl>
    <w:p w:rsidR="00912D81" w:rsidRDefault="00912D81" w:rsidP="009C43F0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   </w:t>
      </w:r>
    </w:p>
    <w:p w:rsidR="00912D81" w:rsidRDefault="00912D81" w:rsidP="009C43F0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   </w:t>
      </w:r>
    </w:p>
    <w:p w:rsidR="00912D81" w:rsidRPr="0061756C" w:rsidRDefault="00912D81" w:rsidP="009C43F0">
      <w:pPr>
        <w:rPr>
          <w:color w:val="000000"/>
        </w:rPr>
      </w:pPr>
      <w:r>
        <w:rPr>
          <w:b/>
          <w:bCs/>
          <w:color w:val="000000"/>
        </w:rPr>
        <w:br w:type="page"/>
        <w:t xml:space="preserve">    </w:t>
      </w:r>
      <w:r w:rsidRPr="00A97B0B">
        <w:rPr>
          <w:b/>
          <w:bCs/>
          <w:color w:val="000000"/>
        </w:rPr>
        <w:t>*</w:t>
      </w:r>
      <w:r w:rsidRPr="00A97B0B">
        <w:rPr>
          <w:rFonts w:hint="eastAsia"/>
          <w:b/>
          <w:bCs/>
          <w:color w:val="000000"/>
        </w:rPr>
        <w:t>課程內容與進度</w:t>
      </w:r>
      <w:r w:rsidRPr="00A97B0B">
        <w:rPr>
          <w:b/>
          <w:bCs/>
          <w:color w:val="000000"/>
        </w:rPr>
        <w:t>(</w:t>
      </w:r>
      <w:r>
        <w:rPr>
          <w:rFonts w:hint="eastAsia"/>
          <w:b/>
          <w:bCs/>
          <w:color w:val="000000"/>
        </w:rPr>
        <w:t>必含單元實施時程、教學單元主題</w:t>
      </w:r>
      <w:r>
        <w:rPr>
          <w:b/>
          <w:bCs/>
          <w:color w:val="000000"/>
        </w:rPr>
        <w:t>)</w:t>
      </w:r>
    </w:p>
    <w:tbl>
      <w:tblPr>
        <w:tblW w:w="4627" w:type="pct"/>
        <w:jc w:val="center"/>
        <w:tblCellSpacing w:w="0" w:type="dxa"/>
        <w:tblBorders>
          <w:top w:val="outset" w:sz="6" w:space="0" w:color="999999"/>
          <w:left w:val="outset" w:sz="6" w:space="0" w:color="999999"/>
          <w:bottom w:val="outset" w:sz="6" w:space="0" w:color="999999"/>
          <w:right w:val="outset" w:sz="6" w:space="0" w:color="999999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1650"/>
        <w:gridCol w:w="1259"/>
        <w:gridCol w:w="3780"/>
        <w:gridCol w:w="1259"/>
        <w:gridCol w:w="1259"/>
        <w:gridCol w:w="900"/>
      </w:tblGrid>
      <w:tr w:rsidR="00912D81" w:rsidRPr="0061756C" w:rsidTr="00303658">
        <w:trPr>
          <w:trHeight w:val="300"/>
          <w:tblCellSpacing w:w="0" w:type="dxa"/>
          <w:jc w:val="center"/>
        </w:trPr>
        <w:tc>
          <w:tcPr>
            <w:tcW w:w="81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912D81" w:rsidRPr="0061756C" w:rsidRDefault="00912D81" w:rsidP="009E4690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  <w:r w:rsidRPr="0061756C">
              <w:rPr>
                <w:rFonts w:hint="eastAsia"/>
                <w:color w:val="000000"/>
              </w:rPr>
              <w:t>週次與日期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912D81" w:rsidRPr="0061756C" w:rsidRDefault="00912D81" w:rsidP="009E4690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  <w:r w:rsidRPr="0061756C">
              <w:rPr>
                <w:rFonts w:hint="eastAsia"/>
                <w:color w:val="000000"/>
              </w:rPr>
              <w:t>教學主題</w:t>
            </w:r>
          </w:p>
        </w:tc>
        <w:tc>
          <w:tcPr>
            <w:tcW w:w="187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912D81" w:rsidRPr="0061756C" w:rsidRDefault="00912D81" w:rsidP="009E4690">
            <w:pPr>
              <w:spacing w:line="240" w:lineRule="atLeast"/>
              <w:jc w:val="center"/>
              <w:rPr>
                <w:color w:val="000000"/>
              </w:rPr>
            </w:pPr>
            <w:r w:rsidRPr="0061756C">
              <w:rPr>
                <w:rFonts w:hint="eastAsia"/>
                <w:color w:val="000000"/>
              </w:rPr>
              <w:t>內容</w:t>
            </w:r>
            <w:r>
              <w:rPr>
                <w:rFonts w:hint="eastAsia"/>
                <w:color w:val="000000"/>
              </w:rPr>
              <w:t>重點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912D81" w:rsidRDefault="00912D81" w:rsidP="009E4690">
            <w:pPr>
              <w:spacing w:line="240" w:lineRule="atLeast"/>
              <w:jc w:val="center"/>
              <w:rPr>
                <w:color w:val="000000"/>
              </w:rPr>
            </w:pPr>
            <w:r w:rsidRPr="0061756C">
              <w:rPr>
                <w:rFonts w:hint="eastAsia"/>
                <w:color w:val="000000"/>
              </w:rPr>
              <w:t>教學素材</w:t>
            </w:r>
          </w:p>
          <w:p w:rsidR="00912D81" w:rsidRPr="0061756C" w:rsidRDefault="00912D81" w:rsidP="009E4690">
            <w:pPr>
              <w:spacing w:line="240" w:lineRule="atLeast"/>
              <w:jc w:val="center"/>
              <w:rPr>
                <w:color w:val="000000"/>
              </w:rPr>
            </w:pPr>
            <w:r w:rsidRPr="0061756C">
              <w:rPr>
                <w:rFonts w:hint="eastAsia"/>
                <w:color w:val="000000"/>
              </w:rPr>
              <w:t>與資源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912D81" w:rsidRPr="0061756C" w:rsidRDefault="00912D81" w:rsidP="009E4690">
            <w:pPr>
              <w:spacing w:line="240" w:lineRule="atLeast"/>
              <w:jc w:val="center"/>
              <w:rPr>
                <w:color w:val="000000"/>
              </w:rPr>
            </w:pPr>
            <w:r w:rsidRPr="0061756C">
              <w:rPr>
                <w:rFonts w:hint="eastAsia"/>
                <w:color w:val="000000"/>
              </w:rPr>
              <w:t>評量方式</w:t>
            </w:r>
          </w:p>
        </w:tc>
        <w:tc>
          <w:tcPr>
            <w:tcW w:w="446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912D81" w:rsidRPr="00EE55B4" w:rsidRDefault="00912D81" w:rsidP="009E4690">
            <w:pPr>
              <w:spacing w:line="240" w:lineRule="atLeast"/>
              <w:jc w:val="center"/>
              <w:rPr>
                <w:color w:val="000000"/>
                <w:sz w:val="16"/>
                <w:szCs w:val="16"/>
              </w:rPr>
            </w:pPr>
            <w:r w:rsidRPr="0061756C">
              <w:rPr>
                <w:rFonts w:hint="eastAsia"/>
                <w:color w:val="000000"/>
              </w:rPr>
              <w:t>備註</w:t>
            </w:r>
          </w:p>
        </w:tc>
      </w:tr>
      <w:tr w:rsidR="00912D81" w:rsidRPr="0091498F" w:rsidTr="00303658">
        <w:trPr>
          <w:trHeight w:val="1187"/>
          <w:tblCellSpacing w:w="0" w:type="dxa"/>
          <w:jc w:val="center"/>
        </w:trPr>
        <w:tc>
          <w:tcPr>
            <w:tcW w:w="81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912D81" w:rsidRPr="00894319" w:rsidRDefault="00912D81" w:rsidP="009E4690">
            <w:pPr>
              <w:spacing w:line="32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一</w:t>
            </w:r>
          </w:p>
          <w:p w:rsidR="00912D81" w:rsidRPr="00894319" w:rsidRDefault="00912D81" w:rsidP="009E4690">
            <w:pPr>
              <w:spacing w:line="32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(2/1</w:t>
            </w:r>
            <w:r>
              <w:rPr>
                <w:color w:val="000000"/>
                <w:szCs w:val="24"/>
              </w:rPr>
              <w:t>1</w:t>
            </w:r>
            <w:r w:rsidRPr="00894319">
              <w:rPr>
                <w:color w:val="000000"/>
                <w:szCs w:val="24"/>
              </w:rPr>
              <w:t>~2/</w:t>
            </w:r>
            <w:r>
              <w:rPr>
                <w:color w:val="000000"/>
                <w:szCs w:val="24"/>
              </w:rPr>
              <w:t>15</w:t>
            </w:r>
            <w:r w:rsidRPr="00894319">
              <w:rPr>
                <w:color w:val="000000"/>
                <w:szCs w:val="24"/>
              </w:rPr>
              <w:t>)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912D81" w:rsidRPr="00B878F4" w:rsidRDefault="00912D81" w:rsidP="009E4690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/>
                <w:b/>
                <w:color w:val="000000"/>
                <w:szCs w:val="24"/>
              </w:rPr>
              <w:t>.</w:t>
            </w:r>
            <w:r w:rsidRPr="00B878F4">
              <w:rPr>
                <w:rFonts w:ascii="標楷體" w:eastAsia="標楷體" w:hAnsi="標楷體" w:hint="eastAsia"/>
                <w:b/>
                <w:color w:val="000000"/>
                <w:szCs w:val="24"/>
              </w:rPr>
              <w:t>暖身操</w:t>
            </w:r>
          </w:p>
        </w:tc>
        <w:tc>
          <w:tcPr>
            <w:tcW w:w="187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912D81" w:rsidRPr="00B31EF4" w:rsidRDefault="00912D81" w:rsidP="009E4690">
            <w:pPr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介紹團體規範遊戲規則</w:t>
            </w:r>
          </w:p>
          <w:p w:rsidR="00912D81" w:rsidRPr="00B31EF4" w:rsidRDefault="00912D81" w:rsidP="009E4690">
            <w:pPr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練習暖身操項目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912D81" w:rsidRPr="00CD303E" w:rsidRDefault="00912D81" w:rsidP="009E4690">
            <w:pPr>
              <w:snapToGrid w:val="0"/>
              <w:spacing w:line="240" w:lineRule="atLeast"/>
              <w:ind w:left="57" w:right="57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Cs w:val="24"/>
              </w:rPr>
              <w:t>跳床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912D81" w:rsidRPr="00BA0202" w:rsidRDefault="00912D81" w:rsidP="009E4690">
            <w:pPr>
              <w:spacing w:line="240" w:lineRule="auto"/>
              <w:jc w:val="center"/>
              <w:rPr>
                <w:rFonts w:ascii="標楷體" w:eastAsia="標楷體" w:hAnsi="標楷體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教師觀察</w:t>
            </w:r>
          </w:p>
          <w:p w:rsidR="00912D81" w:rsidRPr="00BA0202" w:rsidRDefault="00912D81" w:rsidP="009E4690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學生實作</w:t>
            </w:r>
          </w:p>
        </w:tc>
        <w:tc>
          <w:tcPr>
            <w:tcW w:w="446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912D81" w:rsidRPr="0091498F" w:rsidRDefault="00912D81" w:rsidP="009E4690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912D81" w:rsidRPr="0091498F" w:rsidTr="00303658">
        <w:trPr>
          <w:trHeight w:val="1291"/>
          <w:tblCellSpacing w:w="0" w:type="dxa"/>
          <w:jc w:val="center"/>
        </w:trPr>
        <w:tc>
          <w:tcPr>
            <w:tcW w:w="81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912D81" w:rsidRPr="00894319" w:rsidRDefault="00912D81" w:rsidP="009E4690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二</w:t>
            </w:r>
          </w:p>
          <w:p w:rsidR="00912D81" w:rsidRPr="00894319" w:rsidRDefault="00912D81" w:rsidP="009E4690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(2/16~2/22)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912D81" w:rsidRDefault="00912D81" w:rsidP="009E469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.</w:t>
            </w:r>
            <w:r w:rsidRPr="0013357C">
              <w:rPr>
                <w:rFonts w:ascii="標楷體" w:eastAsia="標楷體" w:hAnsi="標楷體" w:hint="eastAsia"/>
                <w:b/>
              </w:rPr>
              <w:t>套圈圈</w:t>
            </w:r>
          </w:p>
          <w:p w:rsidR="00912D81" w:rsidRPr="0091498F" w:rsidRDefault="00912D81" w:rsidP="009E4690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b/>
              </w:rPr>
              <w:t>.</w:t>
            </w:r>
            <w:r w:rsidRPr="00DB5E60">
              <w:rPr>
                <w:rFonts w:ascii="標楷體" w:eastAsia="標楷體" w:hAnsi="標楷體" w:hint="eastAsia"/>
                <w:b/>
              </w:rPr>
              <w:t>小飛機</w:t>
            </w:r>
          </w:p>
        </w:tc>
        <w:tc>
          <w:tcPr>
            <w:tcW w:w="187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912D81" w:rsidRPr="00B31EF4" w:rsidRDefault="00912D81" w:rsidP="009E4690">
            <w:pPr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 xml:space="preserve">. 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距離</w:t>
            </w:r>
            <w:smartTag w:uri="urn:schemas-microsoft-com:office:smarttags" w:element="chmetcnv">
              <w:smartTagPr>
                <w:attr w:name="TCSC" w:val="1"/>
                <w:attr w:name="NumberType" w:val="3"/>
                <w:attr w:name="Negative" w:val="False"/>
                <w:attr w:name="HasSpace" w:val="False"/>
                <w:attr w:name="SourceValue" w:val="5"/>
                <w:attr w:name="UnitName" w:val="cm"/>
              </w:smartTagPr>
              <w:r w:rsidRPr="00B31EF4">
                <w:rPr>
                  <w:rFonts w:ascii="標楷體" w:eastAsia="標楷體" w:hAnsi="標楷體"/>
                  <w:b/>
                  <w:color w:val="000000"/>
                </w:rPr>
                <w:t>50cm</w:t>
              </w:r>
            </w:smartTag>
            <w:r w:rsidRPr="00B31EF4">
              <w:rPr>
                <w:rFonts w:ascii="標楷體" w:eastAsia="標楷體" w:hAnsi="標楷體" w:hint="eastAsia"/>
                <w:b/>
                <w:color w:val="000000"/>
              </w:rPr>
              <w:t>套圈圈</w:t>
            </w:r>
          </w:p>
          <w:p w:rsidR="00912D81" w:rsidRPr="00B31EF4" w:rsidRDefault="00912D81" w:rsidP="009E4690">
            <w:pPr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提升手眼協調的能力</w:t>
            </w:r>
          </w:p>
          <w:p w:rsidR="00912D81" w:rsidRPr="00B31EF4" w:rsidRDefault="00912D81" w:rsidP="009E4690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 xml:space="preserve">. 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小飛機</w:t>
            </w:r>
            <w:r w:rsidRPr="00B31EF4">
              <w:rPr>
                <w:rFonts w:ascii="標楷體" w:eastAsia="標楷體" w:hAnsi="標楷體"/>
                <w:b/>
                <w:color w:val="000000"/>
              </w:rPr>
              <w:t>(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單腳站數數</w:t>
            </w:r>
            <w:r w:rsidRPr="00B31EF4">
              <w:rPr>
                <w:rFonts w:ascii="標楷體" w:eastAsia="標楷體" w:hAnsi="標楷體"/>
                <w:b/>
                <w:color w:val="000000"/>
              </w:rPr>
              <w:t>)</w:t>
            </w:r>
          </w:p>
          <w:p w:rsidR="00912D81" w:rsidRPr="00B31EF4" w:rsidRDefault="00912D81" w:rsidP="009E4690">
            <w:pPr>
              <w:spacing w:line="240" w:lineRule="atLeast"/>
              <w:rPr>
                <w:b/>
                <w:color w:val="000000"/>
              </w:rPr>
            </w:pPr>
            <w:r w:rsidRPr="00B31EF4">
              <w:rPr>
                <w:rFonts w:ascii="標楷體" w:eastAsia="標楷體" w:hAnsi="標楷體" w:hint="eastAsia"/>
                <w:b/>
                <w:color w:val="000000"/>
                <w:szCs w:val="24"/>
              </w:rPr>
              <w:t>增進站立的靜態平衡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912D81" w:rsidRPr="0091498F" w:rsidRDefault="00912D81" w:rsidP="009E4690">
            <w:pPr>
              <w:snapToGrid w:val="0"/>
              <w:spacing w:line="240" w:lineRule="atLeast"/>
              <w:ind w:left="57" w:right="57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D303E">
              <w:rPr>
                <w:rFonts w:ascii="標楷體" w:eastAsia="標楷體" w:hAnsi="標楷體" w:hint="eastAsia"/>
                <w:b/>
              </w:rPr>
              <w:t>套圈圈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912D81" w:rsidRPr="00BA0202" w:rsidRDefault="00912D81" w:rsidP="009E4690">
            <w:pPr>
              <w:spacing w:line="240" w:lineRule="auto"/>
              <w:jc w:val="center"/>
              <w:rPr>
                <w:rFonts w:ascii="標楷體" w:eastAsia="標楷體" w:hAnsi="標楷體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教師觀察</w:t>
            </w:r>
          </w:p>
          <w:p w:rsidR="00912D81" w:rsidRPr="00BA0202" w:rsidRDefault="00912D81" w:rsidP="009E4690">
            <w:pPr>
              <w:snapToGrid w:val="0"/>
              <w:spacing w:before="57" w:after="57" w:line="240" w:lineRule="atLeast"/>
              <w:ind w:left="57" w:right="57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學生實作</w:t>
            </w:r>
          </w:p>
        </w:tc>
        <w:tc>
          <w:tcPr>
            <w:tcW w:w="446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912D81" w:rsidRPr="0091498F" w:rsidRDefault="00912D81" w:rsidP="009E4690">
            <w:pPr>
              <w:snapToGrid w:val="0"/>
              <w:ind w:left="1"/>
              <w:jc w:val="center"/>
              <w:textDirection w:val="lrTbV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912D81" w:rsidRPr="0091498F" w:rsidTr="00303658">
        <w:trPr>
          <w:trHeight w:val="300"/>
          <w:tblCellSpacing w:w="0" w:type="dxa"/>
          <w:jc w:val="center"/>
        </w:trPr>
        <w:tc>
          <w:tcPr>
            <w:tcW w:w="81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912D81" w:rsidRPr="00894319" w:rsidRDefault="00912D81" w:rsidP="009E4690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三</w:t>
            </w:r>
          </w:p>
          <w:p w:rsidR="00912D81" w:rsidRPr="00894319" w:rsidRDefault="00912D81" w:rsidP="009E4690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(2/23~3/1)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912D81" w:rsidRPr="002156A2" w:rsidRDefault="00912D81" w:rsidP="009E4690">
            <w:pPr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b/>
              </w:rPr>
              <w:t>.</w:t>
            </w:r>
            <w:r w:rsidRPr="00C33116">
              <w:rPr>
                <w:rFonts w:ascii="標楷體" w:eastAsia="標楷體" w:hAnsi="標楷體" w:hint="eastAsia"/>
                <w:b/>
              </w:rPr>
              <w:t>頭戴皇冠走平衡木</w:t>
            </w:r>
          </w:p>
        </w:tc>
        <w:tc>
          <w:tcPr>
            <w:tcW w:w="187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912D81" w:rsidRPr="00B31EF4" w:rsidRDefault="00912D81" w:rsidP="009E4690">
            <w:pPr>
              <w:widowControl w:val="0"/>
              <w:snapToGrid w:val="0"/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>.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頭戴皇冠走平衡木</w:t>
            </w:r>
          </w:p>
          <w:p w:rsidR="00912D81" w:rsidRPr="00B31EF4" w:rsidRDefault="00912D81" w:rsidP="009E4690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提升軀幹及上下肢的協調動作與平衡感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912D81" w:rsidRDefault="00912D81" w:rsidP="009E4690">
            <w:pPr>
              <w:snapToGrid w:val="0"/>
              <w:spacing w:line="240" w:lineRule="atLeast"/>
              <w:ind w:left="57" w:right="57"/>
              <w:jc w:val="center"/>
              <w:rPr>
                <w:rFonts w:ascii="標楷體" w:eastAsia="標楷體" w:hAnsi="標楷體"/>
                <w:b/>
              </w:rPr>
            </w:pPr>
            <w:r w:rsidRPr="00C33116">
              <w:rPr>
                <w:rFonts w:ascii="標楷體" w:eastAsia="標楷體" w:hAnsi="標楷體" w:hint="eastAsia"/>
                <w:b/>
              </w:rPr>
              <w:t>皇冠</w:t>
            </w:r>
          </w:p>
          <w:p w:rsidR="00912D81" w:rsidRPr="0091498F" w:rsidRDefault="00912D81" w:rsidP="009E4690">
            <w:pPr>
              <w:snapToGrid w:val="0"/>
              <w:spacing w:line="240" w:lineRule="atLeast"/>
              <w:ind w:left="57" w:right="57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33116">
              <w:rPr>
                <w:rFonts w:ascii="標楷體" w:eastAsia="標楷體" w:hAnsi="標楷體" w:hint="eastAsia"/>
                <w:b/>
              </w:rPr>
              <w:t>平衡木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912D81" w:rsidRPr="00BA0202" w:rsidRDefault="00912D81" w:rsidP="009E4690">
            <w:pPr>
              <w:spacing w:line="240" w:lineRule="auto"/>
              <w:jc w:val="center"/>
              <w:rPr>
                <w:rFonts w:ascii="標楷體" w:eastAsia="標楷體" w:hAnsi="標楷體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教師觀察</w:t>
            </w:r>
          </w:p>
          <w:p w:rsidR="00912D81" w:rsidRPr="00BA0202" w:rsidRDefault="00912D81" w:rsidP="009E4690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學生實作</w:t>
            </w:r>
          </w:p>
        </w:tc>
        <w:tc>
          <w:tcPr>
            <w:tcW w:w="446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912D81" w:rsidRPr="0091498F" w:rsidRDefault="00912D81" w:rsidP="009E4690">
            <w:pPr>
              <w:snapToGrid w:val="0"/>
              <w:spacing w:line="240" w:lineRule="auto"/>
              <w:jc w:val="center"/>
              <w:textDirection w:val="lrTbV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912D81" w:rsidRPr="0091498F" w:rsidTr="00303658">
        <w:trPr>
          <w:trHeight w:val="1183"/>
          <w:tblCellSpacing w:w="0" w:type="dxa"/>
          <w:jc w:val="center"/>
        </w:trPr>
        <w:tc>
          <w:tcPr>
            <w:tcW w:w="81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912D81" w:rsidRPr="00894319" w:rsidRDefault="00912D81" w:rsidP="009E4690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四</w:t>
            </w:r>
          </w:p>
          <w:p w:rsidR="00912D81" w:rsidRPr="00894319" w:rsidRDefault="00912D81" w:rsidP="009E4690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(3/2~3/8)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912D81" w:rsidRDefault="00912D81" w:rsidP="009E4690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C33116">
              <w:rPr>
                <w:rFonts w:ascii="標楷體" w:eastAsia="標楷體" w:hAnsi="標楷體"/>
              </w:rPr>
              <w:t>.</w:t>
            </w:r>
            <w:r w:rsidRPr="00065C74">
              <w:rPr>
                <w:rFonts w:ascii="標楷體" w:eastAsia="標楷體" w:hAnsi="標楷體" w:hint="eastAsia"/>
                <w:b/>
              </w:rPr>
              <w:t>跳高</w:t>
            </w:r>
            <w:r w:rsidRPr="00065C74">
              <w:rPr>
                <w:rFonts w:ascii="標楷體" w:eastAsia="標楷體" w:hAnsi="標楷體"/>
                <w:b/>
              </w:rPr>
              <w:t>&amp;</w:t>
            </w:r>
            <w:r w:rsidRPr="00065C74">
              <w:rPr>
                <w:rFonts w:ascii="標楷體" w:eastAsia="標楷體" w:hAnsi="標楷體" w:hint="eastAsia"/>
                <w:b/>
              </w:rPr>
              <w:t>跳繩</w:t>
            </w:r>
          </w:p>
          <w:p w:rsidR="00912D81" w:rsidRPr="0091498F" w:rsidRDefault="00912D81" w:rsidP="009E4690">
            <w:pPr>
              <w:snapToGrid w:val="0"/>
              <w:spacing w:line="240" w:lineRule="exact"/>
              <w:ind w:right="57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2156A2">
              <w:rPr>
                <w:rFonts w:ascii="標楷體" w:eastAsia="標楷體" w:hAnsi="標楷體"/>
                <w:color w:val="000000"/>
              </w:rPr>
              <w:t>.</w:t>
            </w:r>
            <w:r w:rsidRPr="002156A2">
              <w:rPr>
                <w:rFonts w:ascii="標楷體" w:eastAsia="標楷體" w:hAnsi="標楷體" w:hint="eastAsia"/>
                <w:b/>
                <w:color w:val="000000"/>
              </w:rPr>
              <w:t>老</w:t>
            </w:r>
            <w:r w:rsidRPr="00C33116">
              <w:rPr>
                <w:rFonts w:ascii="標楷體" w:eastAsia="標楷體" w:hAnsi="標楷體" w:hint="eastAsia"/>
                <w:b/>
              </w:rPr>
              <w:t>鷹抓小雞</w:t>
            </w:r>
          </w:p>
        </w:tc>
        <w:tc>
          <w:tcPr>
            <w:tcW w:w="187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</w:tcPr>
          <w:p w:rsidR="00912D81" w:rsidRPr="00B31EF4" w:rsidRDefault="00912D81" w:rsidP="009E4690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 xml:space="preserve">1. 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跳高</w:t>
            </w:r>
            <w:r w:rsidRPr="00B31EF4">
              <w:rPr>
                <w:rFonts w:ascii="標楷體" w:eastAsia="標楷體" w:hAnsi="標楷體"/>
                <w:b/>
                <w:color w:val="000000"/>
              </w:rPr>
              <w:t>&amp;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跳繩</w:t>
            </w:r>
          </w:p>
          <w:p w:rsidR="00912D81" w:rsidRPr="00B31EF4" w:rsidRDefault="00912D81" w:rsidP="009E4690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提升下肢的彈跳能力</w:t>
            </w:r>
            <w:r w:rsidRPr="00B31EF4">
              <w:rPr>
                <w:rFonts w:ascii="標楷體" w:eastAsia="標楷體" w:hAnsi="標楷體"/>
                <w:b/>
                <w:color w:val="000000"/>
              </w:rPr>
              <w:t>&amp;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身體的協調</w:t>
            </w:r>
          </w:p>
          <w:p w:rsidR="00912D81" w:rsidRPr="00B31EF4" w:rsidRDefault="00912D81" w:rsidP="009E4690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>2.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老鷹抓小雞</w:t>
            </w:r>
            <w:r w:rsidRPr="00B31EF4">
              <w:rPr>
                <w:rFonts w:ascii="標楷體" w:eastAsia="標楷體" w:hAnsi="標楷體"/>
                <w:b/>
                <w:color w:val="000000"/>
                <w:szCs w:val="24"/>
              </w:rPr>
              <w:t xml:space="preserve">- </w:t>
            </w:r>
          </w:p>
          <w:p w:rsidR="00912D81" w:rsidRPr="00B31EF4" w:rsidRDefault="00912D81" w:rsidP="009E4690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1EF4">
              <w:rPr>
                <w:rFonts w:ascii="標楷體" w:eastAsia="標楷體" w:hAnsi="標楷體"/>
                <w:b/>
                <w:color w:val="000000"/>
                <w:szCs w:val="24"/>
              </w:rPr>
              <w:t xml:space="preserve">  </w:t>
            </w:r>
            <w:r w:rsidRPr="00B31EF4">
              <w:rPr>
                <w:rFonts w:ascii="標楷體" w:eastAsia="標楷體" w:hAnsi="標楷體" w:hint="eastAsia"/>
                <w:b/>
                <w:color w:val="000000"/>
                <w:szCs w:val="24"/>
              </w:rPr>
              <w:t>增進團隊合作的精神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912D81" w:rsidRPr="005B0340" w:rsidRDefault="00912D81" w:rsidP="009E4690">
            <w:pPr>
              <w:snapToGrid w:val="0"/>
              <w:spacing w:line="240" w:lineRule="atLeast"/>
              <w:ind w:left="57" w:right="57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065C74">
              <w:rPr>
                <w:rFonts w:ascii="標楷體" w:eastAsia="標楷體" w:hAnsi="標楷體" w:hint="eastAsia"/>
                <w:b/>
              </w:rPr>
              <w:t>跳繩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912D81" w:rsidRPr="00BA0202" w:rsidRDefault="00912D81" w:rsidP="009E4690">
            <w:pPr>
              <w:spacing w:line="240" w:lineRule="auto"/>
              <w:jc w:val="center"/>
              <w:rPr>
                <w:rFonts w:ascii="標楷體" w:eastAsia="標楷體" w:hAnsi="標楷體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教師觀察</w:t>
            </w:r>
          </w:p>
          <w:p w:rsidR="00912D81" w:rsidRPr="00BA0202" w:rsidRDefault="00912D81" w:rsidP="009E4690">
            <w:pPr>
              <w:snapToGrid w:val="0"/>
              <w:spacing w:before="57" w:after="57" w:line="240" w:lineRule="atLeast"/>
              <w:ind w:left="57" w:right="57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學生實作</w:t>
            </w:r>
          </w:p>
        </w:tc>
        <w:tc>
          <w:tcPr>
            <w:tcW w:w="446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912D81" w:rsidRPr="0091498F" w:rsidRDefault="00912D81" w:rsidP="009E4690">
            <w:pPr>
              <w:snapToGrid w:val="0"/>
              <w:jc w:val="center"/>
              <w:textDirection w:val="lrTbV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912D81" w:rsidRPr="0091498F" w:rsidTr="00303658">
        <w:trPr>
          <w:trHeight w:val="300"/>
          <w:tblCellSpacing w:w="0" w:type="dxa"/>
          <w:jc w:val="center"/>
        </w:trPr>
        <w:tc>
          <w:tcPr>
            <w:tcW w:w="81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912D81" w:rsidRPr="00894319" w:rsidRDefault="00912D81" w:rsidP="009E4690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五</w:t>
            </w:r>
          </w:p>
          <w:p w:rsidR="00912D81" w:rsidRPr="00894319" w:rsidRDefault="00912D81" w:rsidP="009E4690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(3/9~3/15)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912D81" w:rsidRPr="0091498F" w:rsidRDefault="00912D81" w:rsidP="009E4690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DB5E60">
              <w:rPr>
                <w:rFonts w:ascii="標楷體" w:eastAsia="標楷體" w:hAnsi="標楷體" w:hint="eastAsia"/>
                <w:b/>
              </w:rPr>
              <w:t>一步一腳印</w:t>
            </w:r>
          </w:p>
        </w:tc>
        <w:tc>
          <w:tcPr>
            <w:tcW w:w="187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912D81" w:rsidRPr="00B31EF4" w:rsidRDefault="00912D81" w:rsidP="009E4690">
            <w:pPr>
              <w:widowControl w:val="0"/>
              <w:snapToGrid w:val="0"/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>.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一步一腳印</w:t>
            </w:r>
          </w:p>
          <w:p w:rsidR="00912D81" w:rsidRPr="00B31EF4" w:rsidRDefault="00912D81" w:rsidP="009E4690">
            <w:pPr>
              <w:widowControl w:val="0"/>
              <w:snapToGrid w:val="0"/>
              <w:spacing w:line="240" w:lineRule="atLeast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B31EF4">
              <w:rPr>
                <w:rFonts w:ascii="標楷體" w:eastAsia="標楷體" w:hAnsi="標楷體" w:hint="eastAsia"/>
                <w:b/>
                <w:color w:val="000000"/>
                <w:szCs w:val="24"/>
              </w:rPr>
              <w:t>單腳跳躍練習</w:t>
            </w:r>
          </w:p>
          <w:p w:rsidR="00912D81" w:rsidRPr="00B31EF4" w:rsidRDefault="00912D81" w:rsidP="009E4690">
            <w:pPr>
              <w:widowControl w:val="0"/>
              <w:snapToGrid w:val="0"/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 w:hint="eastAsia"/>
                <w:b/>
                <w:color w:val="000000"/>
                <w:szCs w:val="24"/>
              </w:rPr>
              <w:t>雙腳跳躍練習</w:t>
            </w:r>
          </w:p>
          <w:p w:rsidR="00912D81" w:rsidRPr="00B31EF4" w:rsidRDefault="00912D81" w:rsidP="009E4690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增加動作計畫及下肢力量，培養團隊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912D81" w:rsidRDefault="00912D81" w:rsidP="009E4690">
            <w:pPr>
              <w:snapToGrid w:val="0"/>
              <w:spacing w:line="240" w:lineRule="atLeast"/>
              <w:ind w:left="57" w:right="57"/>
              <w:jc w:val="center"/>
              <w:rPr>
                <w:rFonts w:ascii="標楷體" w:eastAsia="標楷體" w:hAnsi="標楷體"/>
                <w:b/>
              </w:rPr>
            </w:pPr>
            <w:r w:rsidRPr="00065C74">
              <w:rPr>
                <w:rFonts w:ascii="標楷體" w:eastAsia="標楷體" w:hAnsi="標楷體" w:hint="eastAsia"/>
                <w:b/>
              </w:rPr>
              <w:t>軟球</w:t>
            </w:r>
          </w:p>
          <w:p w:rsidR="00912D81" w:rsidRPr="00D17D60" w:rsidRDefault="00912D81" w:rsidP="009E4690">
            <w:pPr>
              <w:snapToGrid w:val="0"/>
              <w:spacing w:line="240" w:lineRule="atLeast"/>
              <w:ind w:left="57" w:right="57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D17D60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數字墊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912D81" w:rsidRPr="00BA0202" w:rsidRDefault="00912D81" w:rsidP="009E4690">
            <w:pPr>
              <w:spacing w:line="240" w:lineRule="auto"/>
              <w:jc w:val="center"/>
              <w:rPr>
                <w:rFonts w:ascii="標楷體" w:eastAsia="標楷體" w:hAnsi="標楷體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教師觀察</w:t>
            </w:r>
          </w:p>
          <w:p w:rsidR="00912D81" w:rsidRPr="00BA0202" w:rsidRDefault="00912D81" w:rsidP="009E4690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學生實作</w:t>
            </w:r>
          </w:p>
        </w:tc>
        <w:tc>
          <w:tcPr>
            <w:tcW w:w="446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912D81" w:rsidRPr="0091498F" w:rsidRDefault="00912D81" w:rsidP="009E4690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912D81" w:rsidRPr="0091498F" w:rsidTr="00303658">
        <w:trPr>
          <w:trHeight w:val="939"/>
          <w:tblCellSpacing w:w="0" w:type="dxa"/>
          <w:jc w:val="center"/>
        </w:trPr>
        <w:tc>
          <w:tcPr>
            <w:tcW w:w="81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912D81" w:rsidRPr="00894319" w:rsidRDefault="00912D81" w:rsidP="009E4690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六</w:t>
            </w:r>
          </w:p>
          <w:p w:rsidR="00912D81" w:rsidRPr="00894319" w:rsidRDefault="00912D81" w:rsidP="009E4690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(316/~3/22)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912D81" w:rsidRPr="0091498F" w:rsidRDefault="00912D81" w:rsidP="009E4690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b/>
              </w:rPr>
              <w:t>.</w:t>
            </w:r>
            <w:r w:rsidRPr="00DB5E60">
              <w:rPr>
                <w:rFonts w:ascii="標楷體" w:eastAsia="標楷體" w:hAnsi="標楷體" w:hint="eastAsia"/>
                <w:b/>
              </w:rPr>
              <w:t>撐手</w:t>
            </w:r>
          </w:p>
        </w:tc>
        <w:tc>
          <w:tcPr>
            <w:tcW w:w="187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912D81" w:rsidRPr="00B31EF4" w:rsidRDefault="00912D81" w:rsidP="009E4690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撐手（手掌膝蓋著地）</w:t>
            </w:r>
          </w:p>
          <w:p w:rsidR="00912D81" w:rsidRPr="00B31EF4" w:rsidRDefault="00912D81" w:rsidP="009E4690">
            <w:pPr>
              <w:pStyle w:val="a5"/>
              <w:spacing w:line="240" w:lineRule="atLeast"/>
              <w:ind w:leftChars="0" w:left="0" w:firstLineChars="9" w:firstLine="22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（手掌膝蓋著地，頭部垂直背部）（數到</w:t>
            </w:r>
            <w:r w:rsidRPr="00B31EF4">
              <w:rPr>
                <w:rFonts w:ascii="標楷體" w:eastAsia="標楷體" w:hAnsi="標楷體"/>
                <w:b/>
                <w:color w:val="000000"/>
              </w:rPr>
              <w:t>30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）</w:t>
            </w:r>
          </w:p>
          <w:p w:rsidR="00912D81" w:rsidRPr="00B31EF4" w:rsidRDefault="00912D81" w:rsidP="009E4690">
            <w:pPr>
              <w:pStyle w:val="a5"/>
              <w:spacing w:line="240" w:lineRule="atLeast"/>
              <w:ind w:leftChars="0" w:left="0" w:firstLineChars="9" w:firstLine="22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（手掌著地，膝蓋不著地）（數到</w:t>
            </w:r>
            <w:r w:rsidRPr="00B31EF4">
              <w:rPr>
                <w:rFonts w:ascii="標楷體" w:eastAsia="標楷體" w:hAnsi="標楷體"/>
                <w:b/>
                <w:color w:val="000000"/>
              </w:rPr>
              <w:t>30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）</w:t>
            </w:r>
          </w:p>
          <w:p w:rsidR="00912D81" w:rsidRPr="00B31EF4" w:rsidRDefault="00912D81" w:rsidP="009E4690">
            <w:pPr>
              <w:pStyle w:val="a5"/>
              <w:spacing w:line="240" w:lineRule="atLeast"/>
              <w:ind w:leftChars="0" w:left="0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 xml:space="preserve">- 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透過肌肉訓練，伸展肘、膝關節，促進額葉活動</w:t>
            </w:r>
          </w:p>
          <w:p w:rsidR="00912D81" w:rsidRPr="00B31EF4" w:rsidRDefault="00912D81" w:rsidP="009E4690">
            <w:pPr>
              <w:spacing w:line="24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 xml:space="preserve">- 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穩定情緒、增進上肢穩定度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912D81" w:rsidRPr="0091498F" w:rsidRDefault="00912D81" w:rsidP="009E4690">
            <w:pPr>
              <w:snapToGrid w:val="0"/>
              <w:spacing w:line="240" w:lineRule="atLeast"/>
              <w:ind w:left="57" w:right="57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D17D60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數字墊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912D81" w:rsidRPr="00BA0202" w:rsidRDefault="00912D81" w:rsidP="009E4690">
            <w:pPr>
              <w:spacing w:line="240" w:lineRule="auto"/>
              <w:jc w:val="center"/>
              <w:rPr>
                <w:rFonts w:ascii="標楷體" w:eastAsia="標楷體" w:hAnsi="標楷體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教師觀察</w:t>
            </w:r>
          </w:p>
          <w:p w:rsidR="00912D81" w:rsidRPr="00BA0202" w:rsidRDefault="00912D81" w:rsidP="009E4690">
            <w:pPr>
              <w:snapToGrid w:val="0"/>
              <w:spacing w:before="57" w:after="57" w:line="240" w:lineRule="atLeast"/>
              <w:ind w:left="57" w:right="57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學生實作</w:t>
            </w:r>
          </w:p>
        </w:tc>
        <w:tc>
          <w:tcPr>
            <w:tcW w:w="446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912D81" w:rsidRPr="0091498F" w:rsidRDefault="00912D81" w:rsidP="009E4690">
            <w:pPr>
              <w:snapToGrid w:val="0"/>
              <w:spacing w:line="240" w:lineRule="auto"/>
              <w:jc w:val="center"/>
              <w:textDirection w:val="lrTbV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912D81" w:rsidRPr="0061756C" w:rsidTr="00303658">
        <w:trPr>
          <w:trHeight w:val="1444"/>
          <w:tblCellSpacing w:w="0" w:type="dxa"/>
          <w:jc w:val="center"/>
        </w:trPr>
        <w:tc>
          <w:tcPr>
            <w:tcW w:w="81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912D81" w:rsidRPr="00894319" w:rsidRDefault="00912D81" w:rsidP="009E4690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七</w:t>
            </w:r>
          </w:p>
          <w:p w:rsidR="00912D81" w:rsidRPr="00894319" w:rsidRDefault="00912D81" w:rsidP="009E4690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(3/23~3/29)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912D81" w:rsidRPr="0091498F" w:rsidRDefault="00912D81" w:rsidP="009E4690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b/>
              </w:rPr>
              <w:t>.</w:t>
            </w:r>
            <w:r w:rsidRPr="00087CCB">
              <w:rPr>
                <w:rFonts w:ascii="標楷體" w:eastAsia="標楷體" w:hAnsi="標楷體" w:hint="eastAsia"/>
                <w:b/>
              </w:rPr>
              <w:t>翻滾筒</w:t>
            </w:r>
          </w:p>
        </w:tc>
        <w:tc>
          <w:tcPr>
            <w:tcW w:w="187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912D81" w:rsidRPr="00B31EF4" w:rsidRDefault="00912D81" w:rsidP="009E4690">
            <w:pPr>
              <w:widowControl w:val="0"/>
              <w:snapToGrid w:val="0"/>
              <w:spacing w:line="240" w:lineRule="atLeast"/>
              <w:rPr>
                <w:rFonts w:ascii="標楷體" w:eastAsia="標楷體" w:hAnsi="Arial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>.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翻滾筒</w:t>
            </w:r>
          </w:p>
          <w:p w:rsidR="00912D81" w:rsidRPr="00B31EF4" w:rsidRDefault="00912D81" w:rsidP="009E4690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增加身體穩定度、平衡感、手腳協調性</w:t>
            </w:r>
          </w:p>
          <w:p w:rsidR="00912D81" w:rsidRPr="00B31EF4" w:rsidRDefault="00912D81" w:rsidP="009E4690">
            <w:pPr>
              <w:snapToGrid w:val="0"/>
              <w:spacing w:line="240" w:lineRule="atLeast"/>
              <w:rPr>
                <w:rFonts w:ascii="標楷體" w:eastAsia="標楷體" w:hAnsi="Arial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>.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抱蛋（躺姿手抱膝）</w:t>
            </w:r>
          </w:p>
          <w:p w:rsidR="00912D81" w:rsidRPr="00B31EF4" w:rsidRDefault="00912D81" w:rsidP="009E4690">
            <w:pPr>
              <w:spacing w:line="240" w:lineRule="atLeast"/>
              <w:rPr>
                <w:rFonts w:ascii="標楷體" w:eastAsia="標楷體" w:hAnsi="Arial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>.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抱膝仰臥（躺姿手抱膝）（數到</w:t>
            </w:r>
            <w:r w:rsidRPr="00B31EF4">
              <w:rPr>
                <w:rFonts w:ascii="標楷體" w:eastAsia="標楷體" w:hAnsi="標楷體"/>
                <w:b/>
                <w:color w:val="000000"/>
              </w:rPr>
              <w:t>30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）</w:t>
            </w:r>
          </w:p>
          <w:p w:rsidR="00912D81" w:rsidRPr="00B31EF4" w:rsidRDefault="00912D81" w:rsidP="009E4690">
            <w:pPr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 xml:space="preserve">- 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提升背肌與臀部肌肉伸展</w:t>
            </w:r>
          </w:p>
          <w:p w:rsidR="00912D81" w:rsidRPr="00B31EF4" w:rsidRDefault="00912D81" w:rsidP="009E4690">
            <w:pPr>
              <w:snapToGrid w:val="0"/>
              <w:spacing w:line="240" w:lineRule="atLeast"/>
              <w:rPr>
                <w:rStyle w:val="a1"/>
                <w:rFonts w:ascii="標楷體" w:eastAsia="標楷體" w:hAnsi="Arial"/>
                <w:b w:val="0"/>
                <w:bCs w:val="0"/>
                <w:color w:val="000000"/>
                <w:kern w:val="2"/>
                <w:sz w:val="24"/>
                <w:szCs w:val="22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 xml:space="preserve">- 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增加身體穩定度、平衡感、手腳協調性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912D81" w:rsidRPr="0091498F" w:rsidRDefault="00912D81" w:rsidP="009E4690">
            <w:pPr>
              <w:snapToGrid w:val="0"/>
              <w:spacing w:line="240" w:lineRule="atLeast"/>
              <w:ind w:left="57" w:right="57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87CCB">
              <w:rPr>
                <w:rFonts w:ascii="標楷體" w:eastAsia="標楷體" w:hAnsi="標楷體" w:hint="eastAsia"/>
                <w:b/>
              </w:rPr>
              <w:t>滾筒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912D81" w:rsidRPr="00BA0202" w:rsidRDefault="00912D81" w:rsidP="009E4690">
            <w:pPr>
              <w:spacing w:line="240" w:lineRule="auto"/>
              <w:jc w:val="center"/>
              <w:rPr>
                <w:rFonts w:ascii="標楷體" w:eastAsia="標楷體" w:hAnsi="標楷體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教師觀察</w:t>
            </w:r>
          </w:p>
          <w:p w:rsidR="00912D81" w:rsidRPr="00BA0202" w:rsidRDefault="00912D81" w:rsidP="009E4690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學生實作</w:t>
            </w:r>
          </w:p>
        </w:tc>
        <w:tc>
          <w:tcPr>
            <w:tcW w:w="446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912D81" w:rsidRPr="0091498F" w:rsidRDefault="00912D81" w:rsidP="009E4690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912D81" w:rsidRPr="0061756C" w:rsidTr="00303658">
        <w:trPr>
          <w:trHeight w:val="965"/>
          <w:tblCellSpacing w:w="0" w:type="dxa"/>
          <w:jc w:val="center"/>
        </w:trPr>
        <w:tc>
          <w:tcPr>
            <w:tcW w:w="81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912D81" w:rsidRPr="00894319" w:rsidRDefault="00912D81" w:rsidP="009E4690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八</w:t>
            </w:r>
          </w:p>
          <w:p w:rsidR="00912D81" w:rsidRPr="00894319" w:rsidRDefault="00912D81" w:rsidP="009E4690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(3/30~4/5)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912D81" w:rsidRPr="00D17D60" w:rsidRDefault="00912D81" w:rsidP="009E4690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D17D60">
              <w:rPr>
                <w:rFonts w:ascii="標楷體" w:eastAsia="標楷體" w:hAnsi="標楷體" w:hint="eastAsia"/>
                <w:b/>
                <w:szCs w:val="24"/>
              </w:rPr>
              <w:t>傳接球活動</w:t>
            </w:r>
          </w:p>
        </w:tc>
        <w:tc>
          <w:tcPr>
            <w:tcW w:w="187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912D81" w:rsidRPr="00B31EF4" w:rsidRDefault="00912D81" w:rsidP="009E4690">
            <w:pPr>
              <w:spacing w:line="240" w:lineRule="atLeast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B31EF4">
              <w:rPr>
                <w:rFonts w:ascii="標楷體" w:eastAsia="標楷體" w:hAnsi="標楷體" w:hint="eastAsia"/>
                <w:b/>
                <w:color w:val="000000"/>
                <w:szCs w:val="24"/>
              </w:rPr>
              <w:t>傳接球活動</w:t>
            </w:r>
          </w:p>
          <w:p w:rsidR="00912D81" w:rsidRPr="00B31EF4" w:rsidRDefault="00912D81" w:rsidP="009E4690">
            <w:pPr>
              <w:spacing w:line="24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提升手眼協調的能力</w:t>
            </w:r>
            <w:r w:rsidRPr="00B31EF4">
              <w:rPr>
                <w:rFonts w:ascii="標楷體" w:eastAsia="標楷體" w:hAnsi="標楷體"/>
                <w:b/>
                <w:color w:val="000000"/>
              </w:rPr>
              <w:t>&amp;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加強注意力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912D81" w:rsidRPr="0091498F" w:rsidRDefault="00912D81" w:rsidP="009E4690">
            <w:pPr>
              <w:snapToGrid w:val="0"/>
              <w:spacing w:line="240" w:lineRule="atLeast"/>
              <w:ind w:left="57" w:right="57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b/>
              </w:rPr>
              <w:t>皮</w:t>
            </w:r>
            <w:r w:rsidRPr="00065C74">
              <w:rPr>
                <w:rFonts w:ascii="標楷體" w:eastAsia="標楷體" w:hAnsi="標楷體" w:hint="eastAsia"/>
                <w:b/>
              </w:rPr>
              <w:t>球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912D81" w:rsidRPr="00BA0202" w:rsidRDefault="00912D81" w:rsidP="009E4690">
            <w:pPr>
              <w:spacing w:line="240" w:lineRule="auto"/>
              <w:jc w:val="center"/>
              <w:rPr>
                <w:rFonts w:ascii="標楷體" w:eastAsia="標楷體" w:hAnsi="標楷體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教師觀察</w:t>
            </w:r>
          </w:p>
          <w:p w:rsidR="00912D81" w:rsidRPr="00BA0202" w:rsidRDefault="00912D81" w:rsidP="009E4690">
            <w:pPr>
              <w:snapToGrid w:val="0"/>
              <w:spacing w:before="57" w:after="57" w:line="240" w:lineRule="atLeast"/>
              <w:ind w:left="57" w:right="57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學生實作</w:t>
            </w:r>
          </w:p>
        </w:tc>
        <w:tc>
          <w:tcPr>
            <w:tcW w:w="446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912D81" w:rsidRPr="0091498F" w:rsidRDefault="00912D81" w:rsidP="009E4690">
            <w:pPr>
              <w:snapToGrid w:val="0"/>
              <w:jc w:val="center"/>
              <w:textDirection w:val="lrTbV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912D81" w:rsidRPr="0061756C" w:rsidTr="00303658">
        <w:trPr>
          <w:trHeight w:val="300"/>
          <w:tblCellSpacing w:w="0" w:type="dxa"/>
          <w:jc w:val="center"/>
        </w:trPr>
        <w:tc>
          <w:tcPr>
            <w:tcW w:w="81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912D81" w:rsidRPr="00894319" w:rsidRDefault="00912D81" w:rsidP="009E4690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九</w:t>
            </w:r>
          </w:p>
          <w:p w:rsidR="00912D81" w:rsidRPr="00A27751" w:rsidRDefault="00912D81" w:rsidP="009E4690">
            <w:pPr>
              <w:spacing w:line="240" w:lineRule="atLeast"/>
              <w:jc w:val="center"/>
              <w:rPr>
                <w:b/>
                <w:color w:val="000000"/>
              </w:rPr>
            </w:pPr>
            <w:r w:rsidRPr="00894319">
              <w:rPr>
                <w:color w:val="000000"/>
                <w:szCs w:val="24"/>
              </w:rPr>
              <w:t>(4/6~4/12)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912D81" w:rsidRDefault="00912D81" w:rsidP="009E469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.</w:t>
            </w:r>
            <w:r w:rsidRPr="00DB5E60">
              <w:rPr>
                <w:rFonts w:ascii="標楷體" w:eastAsia="標楷體" w:hAnsi="標楷體" w:hint="eastAsia"/>
                <w:b/>
              </w:rPr>
              <w:t>跳房子</w:t>
            </w:r>
          </w:p>
          <w:p w:rsidR="00912D81" w:rsidRPr="0091498F" w:rsidRDefault="00912D81" w:rsidP="009E4690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投球競賽</w:t>
            </w:r>
          </w:p>
        </w:tc>
        <w:tc>
          <w:tcPr>
            <w:tcW w:w="187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912D81" w:rsidRPr="00B31EF4" w:rsidRDefault="00912D81" w:rsidP="009E4690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>.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跳房子（雙腳跳＋擲球）</w:t>
            </w:r>
          </w:p>
          <w:p w:rsidR="00912D81" w:rsidRPr="00B31EF4" w:rsidRDefault="00912D81" w:rsidP="009E4690">
            <w:pPr>
              <w:snapToGrid w:val="0"/>
              <w:spacing w:line="240" w:lineRule="atLeast"/>
              <w:rPr>
                <w:rFonts w:ascii="標楷體" w:eastAsia="標楷體" w:hAnsi="Arial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 xml:space="preserve">- 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加強身體穩定度、平衡感、手腳協調性</w:t>
            </w:r>
          </w:p>
          <w:p w:rsidR="00912D81" w:rsidRPr="00B31EF4" w:rsidRDefault="00912D81" w:rsidP="009E4690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 xml:space="preserve">- 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促進手眼協調、</w:t>
            </w:r>
            <w:r w:rsidRPr="00B31EF4">
              <w:rPr>
                <w:rFonts w:ascii="標楷體" w:eastAsia="標楷體" w:hAnsi="標楷體" w:hint="eastAsia"/>
                <w:b/>
                <w:color w:val="000000"/>
                <w:szCs w:val="24"/>
              </w:rPr>
              <w:t>增進團隊合作的精神</w:t>
            </w:r>
          </w:p>
          <w:p w:rsidR="00912D81" w:rsidRPr="00B31EF4" w:rsidRDefault="00912D81" w:rsidP="009E4690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提升下肢雙腳跳躍</w:t>
            </w:r>
            <w:r w:rsidRPr="00B31EF4">
              <w:rPr>
                <w:rFonts w:ascii="標楷體" w:eastAsia="標楷體" w:hAnsi="標楷體"/>
                <w:b/>
                <w:color w:val="000000"/>
              </w:rPr>
              <w:t>&amp;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單腳跳躍轉換的協調性，及跳轉半圈的能力，還有加強對數字</w:t>
            </w:r>
            <w:r w:rsidRPr="00B31EF4">
              <w:rPr>
                <w:rFonts w:ascii="標楷體" w:eastAsia="標楷體" w:hAnsi="標楷體"/>
                <w:b/>
                <w:color w:val="000000"/>
              </w:rPr>
              <w:t>(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樓層</w:t>
            </w:r>
            <w:r w:rsidRPr="00B31EF4">
              <w:rPr>
                <w:rFonts w:ascii="標楷體" w:eastAsia="標楷體" w:hAnsi="標楷體"/>
                <w:b/>
                <w:color w:val="000000"/>
              </w:rPr>
              <w:t>)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的概念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912D81" w:rsidRPr="0091498F" w:rsidRDefault="00912D81" w:rsidP="009E4690">
            <w:pPr>
              <w:snapToGrid w:val="0"/>
              <w:spacing w:line="240" w:lineRule="atLeast"/>
              <w:ind w:left="57" w:right="57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D17D60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數字墊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912D81" w:rsidRPr="00BA0202" w:rsidRDefault="00912D81" w:rsidP="009E4690">
            <w:pPr>
              <w:spacing w:line="240" w:lineRule="auto"/>
              <w:jc w:val="center"/>
              <w:rPr>
                <w:rFonts w:ascii="標楷體" w:eastAsia="標楷體" w:hAnsi="標楷體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教師觀察</w:t>
            </w:r>
          </w:p>
          <w:p w:rsidR="00912D81" w:rsidRPr="00BA0202" w:rsidRDefault="00912D81" w:rsidP="009E4690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學生實作</w:t>
            </w:r>
          </w:p>
        </w:tc>
        <w:tc>
          <w:tcPr>
            <w:tcW w:w="446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912D81" w:rsidRPr="0091498F" w:rsidRDefault="00912D81" w:rsidP="009E4690">
            <w:pPr>
              <w:snapToGrid w:val="0"/>
              <w:spacing w:line="240" w:lineRule="atLeast"/>
              <w:jc w:val="center"/>
              <w:textDirection w:val="lrTbV"/>
              <w:rPr>
                <w:rFonts w:ascii="標楷體" w:eastAsia="標楷體" w:hAnsi="標楷體"/>
                <w:szCs w:val="24"/>
              </w:rPr>
            </w:pPr>
          </w:p>
        </w:tc>
      </w:tr>
      <w:tr w:rsidR="00912D81" w:rsidRPr="0061756C" w:rsidTr="00303658">
        <w:trPr>
          <w:trHeight w:val="830"/>
          <w:tblCellSpacing w:w="0" w:type="dxa"/>
          <w:jc w:val="center"/>
        </w:trPr>
        <w:tc>
          <w:tcPr>
            <w:tcW w:w="81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912D81" w:rsidRPr="00894319" w:rsidRDefault="00912D81" w:rsidP="009E4690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</w:t>
            </w:r>
          </w:p>
          <w:p w:rsidR="00912D81" w:rsidRPr="00894319" w:rsidRDefault="00912D81" w:rsidP="009E4690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(4/13~4/19)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912D81" w:rsidRPr="0091498F" w:rsidRDefault="00912D81" w:rsidP="004007F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b/>
              </w:rPr>
              <w:t>.</w:t>
            </w:r>
            <w:r w:rsidRPr="000543AD">
              <w:rPr>
                <w:rFonts w:ascii="標楷體" w:eastAsia="標楷體" w:hAnsi="標楷體" w:hint="eastAsia"/>
                <w:b/>
              </w:rPr>
              <w:t>大滾筒</w:t>
            </w:r>
          </w:p>
        </w:tc>
        <w:tc>
          <w:tcPr>
            <w:tcW w:w="187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912D81" w:rsidRPr="00B31EF4" w:rsidRDefault="00912D81" w:rsidP="004007FD">
            <w:pPr>
              <w:widowControl w:val="0"/>
              <w:snapToGrid w:val="0"/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>.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倒掛在懸吊大滾筒上維持身體穩定而不掉下來</w:t>
            </w:r>
          </w:p>
          <w:p w:rsidR="00912D81" w:rsidRPr="00B31EF4" w:rsidRDefault="00912D81" w:rsidP="004007FD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>.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坐在懸吊大滾筒上慢慢移動身體前進和後退並維持身體穩定</w:t>
            </w:r>
          </w:p>
          <w:p w:rsidR="00912D81" w:rsidRPr="00B31EF4" w:rsidRDefault="00912D81" w:rsidP="004007FD">
            <w:pPr>
              <w:spacing w:line="240" w:lineRule="atLeast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增進上下肢肌耐力，加強身體協調性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912D81" w:rsidRPr="0091498F" w:rsidRDefault="00912D81" w:rsidP="004007FD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543AD">
              <w:rPr>
                <w:rFonts w:ascii="標楷體" w:eastAsia="標楷體" w:hAnsi="標楷體" w:hint="eastAsia"/>
                <w:b/>
              </w:rPr>
              <w:t>大滾筒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912D81" w:rsidRPr="00BA0202" w:rsidRDefault="00912D81" w:rsidP="004007FD">
            <w:pPr>
              <w:spacing w:line="240" w:lineRule="auto"/>
              <w:rPr>
                <w:rFonts w:ascii="標楷體" w:eastAsia="標楷體" w:hAnsi="標楷體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教師觀察</w:t>
            </w:r>
          </w:p>
          <w:p w:rsidR="00912D81" w:rsidRPr="00BA0202" w:rsidRDefault="00912D81" w:rsidP="004007FD">
            <w:pPr>
              <w:snapToGrid w:val="0"/>
              <w:spacing w:before="57" w:after="57" w:line="240" w:lineRule="atLeast"/>
              <w:ind w:left="57" w:right="57"/>
              <w:rPr>
                <w:rFonts w:ascii="標楷體" w:eastAsia="標楷體" w:hAnsi="標楷體"/>
                <w:color w:val="000000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學生實作</w:t>
            </w:r>
          </w:p>
        </w:tc>
        <w:tc>
          <w:tcPr>
            <w:tcW w:w="446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912D81" w:rsidRPr="0091498F" w:rsidRDefault="00912D81" w:rsidP="009E4690">
            <w:pPr>
              <w:snapToGrid w:val="0"/>
              <w:jc w:val="center"/>
              <w:textDirection w:val="lrTbV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912D81" w:rsidRPr="0061756C" w:rsidTr="00303658">
        <w:trPr>
          <w:trHeight w:val="300"/>
          <w:tblCellSpacing w:w="0" w:type="dxa"/>
          <w:jc w:val="center"/>
        </w:trPr>
        <w:tc>
          <w:tcPr>
            <w:tcW w:w="81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912D81" w:rsidRPr="00894319" w:rsidRDefault="00912D81" w:rsidP="009E4690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十一</w:t>
            </w:r>
          </w:p>
          <w:p w:rsidR="00912D81" w:rsidRPr="00894319" w:rsidRDefault="00912D81" w:rsidP="009E4690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(4/20~4/26)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912D81" w:rsidRDefault="00912D81" w:rsidP="009E4690">
            <w:pPr>
              <w:jc w:val="center"/>
              <w:rPr>
                <w:rFonts w:ascii="標楷體" w:eastAsia="標楷體" w:hAnsi="標楷體"/>
                <w:b/>
              </w:rPr>
            </w:pPr>
            <w:r w:rsidRPr="00862233">
              <w:rPr>
                <w:rFonts w:ascii="標楷體" w:eastAsia="標楷體" w:hAnsi="標楷體"/>
                <w:b/>
                <w:color w:val="000000"/>
              </w:rPr>
              <w:t xml:space="preserve"> </w:t>
            </w:r>
            <w:r w:rsidRPr="00862233">
              <w:rPr>
                <w:rFonts w:ascii="標楷體" w:eastAsia="標楷體" w:hAnsi="標楷體" w:hint="eastAsia"/>
                <w:b/>
                <w:color w:val="000000"/>
              </w:rPr>
              <w:t>抱膝仰臥</w:t>
            </w:r>
          </w:p>
          <w:p w:rsidR="00912D81" w:rsidRPr="0091498F" w:rsidRDefault="00912D81" w:rsidP="009E4690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DB5E60">
              <w:rPr>
                <w:rFonts w:ascii="標楷體" w:eastAsia="標楷體" w:hAnsi="標楷體" w:hint="eastAsia"/>
                <w:b/>
              </w:rPr>
              <w:t>躺姿手抱膝</w:t>
            </w:r>
          </w:p>
        </w:tc>
        <w:tc>
          <w:tcPr>
            <w:tcW w:w="187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912D81" w:rsidRPr="00B31EF4" w:rsidRDefault="00912D81" w:rsidP="009E4690">
            <w:pPr>
              <w:snapToGrid w:val="0"/>
              <w:spacing w:line="240" w:lineRule="atLeast"/>
              <w:rPr>
                <w:rFonts w:ascii="標楷體" w:eastAsia="標楷體" w:hAnsi="Arial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>.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抱蛋（躺姿手抱膝）</w:t>
            </w:r>
          </w:p>
          <w:p w:rsidR="00912D81" w:rsidRPr="00B31EF4" w:rsidRDefault="00912D81" w:rsidP="009E4690">
            <w:pPr>
              <w:spacing w:line="240" w:lineRule="atLeast"/>
              <w:rPr>
                <w:rFonts w:ascii="標楷體" w:eastAsia="標楷體" w:hAnsi="Arial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>.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抱膝仰臥（躺姿手抱膝）（數到</w:t>
            </w:r>
            <w:r w:rsidRPr="00B31EF4">
              <w:rPr>
                <w:rFonts w:ascii="標楷體" w:eastAsia="標楷體" w:hAnsi="標楷體"/>
                <w:b/>
                <w:color w:val="000000"/>
              </w:rPr>
              <w:t>30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）</w:t>
            </w:r>
          </w:p>
          <w:p w:rsidR="00912D81" w:rsidRPr="00B31EF4" w:rsidRDefault="00912D81" w:rsidP="009E4690">
            <w:pPr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 xml:space="preserve">- 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提升背肌與臀部肌肉伸展</w:t>
            </w:r>
          </w:p>
          <w:p w:rsidR="00912D81" w:rsidRPr="00B31EF4" w:rsidRDefault="00912D81" w:rsidP="009E4690">
            <w:pPr>
              <w:spacing w:line="240" w:lineRule="atLeast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 xml:space="preserve">- 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增加身體穩定度、平衡感、手腳協調性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912D81" w:rsidRPr="0091498F" w:rsidRDefault="00912D81" w:rsidP="009E4690">
            <w:pPr>
              <w:snapToGrid w:val="0"/>
              <w:spacing w:line="240" w:lineRule="atLeast"/>
              <w:ind w:left="57" w:right="57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Cs w:val="24"/>
              </w:rPr>
              <w:t>塑膠</w:t>
            </w:r>
            <w:r w:rsidRPr="00D17D60">
              <w:rPr>
                <w:rFonts w:ascii="標楷體" w:eastAsia="標楷體" w:hAnsi="標楷體" w:hint="eastAsia"/>
                <w:b/>
                <w:color w:val="000000"/>
                <w:szCs w:val="24"/>
              </w:rPr>
              <w:t>墊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912D81" w:rsidRPr="00BA0202" w:rsidRDefault="00912D81" w:rsidP="009E4690">
            <w:pPr>
              <w:spacing w:line="240" w:lineRule="auto"/>
              <w:rPr>
                <w:rFonts w:ascii="標楷體" w:eastAsia="標楷體" w:hAnsi="標楷體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教師觀察</w:t>
            </w:r>
          </w:p>
          <w:p w:rsidR="00912D81" w:rsidRPr="00BA0202" w:rsidRDefault="00912D81" w:rsidP="009E4690">
            <w:pPr>
              <w:spacing w:line="240" w:lineRule="auto"/>
              <w:rPr>
                <w:rFonts w:ascii="標楷體" w:eastAsia="標楷體" w:hAnsi="標楷體"/>
                <w:color w:val="000000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學生實作</w:t>
            </w:r>
          </w:p>
        </w:tc>
        <w:tc>
          <w:tcPr>
            <w:tcW w:w="446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912D81" w:rsidRPr="0091498F" w:rsidRDefault="00912D81" w:rsidP="009E4690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912D81" w:rsidRPr="0061756C" w:rsidTr="00303658">
        <w:trPr>
          <w:trHeight w:val="939"/>
          <w:tblCellSpacing w:w="0" w:type="dxa"/>
          <w:jc w:val="center"/>
        </w:trPr>
        <w:tc>
          <w:tcPr>
            <w:tcW w:w="81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912D81" w:rsidRPr="00894319" w:rsidRDefault="00912D81" w:rsidP="009E4690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十二</w:t>
            </w:r>
          </w:p>
          <w:p w:rsidR="00912D81" w:rsidRPr="00894319" w:rsidRDefault="00912D81" w:rsidP="009E4690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(4/27~5/3)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912D81" w:rsidRPr="008329C0" w:rsidRDefault="00912D81" w:rsidP="009E4690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862233">
              <w:rPr>
                <w:rFonts w:ascii="標楷體" w:eastAsia="標楷體" w:hAnsi="標楷體" w:hint="eastAsia"/>
                <w:b/>
                <w:color w:val="000000"/>
              </w:rPr>
              <w:t>螃蟹走路</w:t>
            </w:r>
          </w:p>
        </w:tc>
        <w:tc>
          <w:tcPr>
            <w:tcW w:w="187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912D81" w:rsidRPr="00B31EF4" w:rsidRDefault="00912D81" w:rsidP="009E4690">
            <w:pPr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螃蟹走路：（四肢著地橫向爬行）</w:t>
            </w:r>
          </w:p>
          <w:p w:rsidR="00912D81" w:rsidRPr="00B31EF4" w:rsidRDefault="00912D81" w:rsidP="009E4690">
            <w:pPr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 xml:space="preserve">- 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加強上下肢雙側整合能力</w:t>
            </w:r>
          </w:p>
          <w:p w:rsidR="00912D81" w:rsidRPr="00B31EF4" w:rsidRDefault="00912D81" w:rsidP="009E4690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 xml:space="preserve">- 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增進身體協調度與下肢肌耐力</w:t>
            </w:r>
          </w:p>
          <w:p w:rsidR="00912D81" w:rsidRPr="00B31EF4" w:rsidRDefault="00912D81" w:rsidP="009E4690">
            <w:pPr>
              <w:widowControl w:val="0"/>
              <w:snapToGrid w:val="0"/>
              <w:spacing w:line="240" w:lineRule="atLeast"/>
              <w:rPr>
                <w:rFonts w:ascii="標楷體" w:eastAsia="標楷體" w:hAnsi="標楷體"/>
                <w:b/>
                <w:color w:val="000000"/>
                <w:szCs w:val="24"/>
              </w:rPr>
            </w:pP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912D81" w:rsidRPr="00D17D60" w:rsidRDefault="00912D81" w:rsidP="009E4690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Cs w:val="24"/>
              </w:rPr>
              <w:t>塑膠</w:t>
            </w:r>
            <w:r w:rsidRPr="00D17D60">
              <w:rPr>
                <w:rFonts w:ascii="標楷體" w:eastAsia="標楷體" w:hAnsi="標楷體" w:hint="eastAsia"/>
                <w:b/>
                <w:color w:val="000000"/>
                <w:szCs w:val="24"/>
              </w:rPr>
              <w:t>墊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912D81" w:rsidRPr="00BA0202" w:rsidRDefault="00912D81" w:rsidP="009E4690">
            <w:pPr>
              <w:spacing w:line="240" w:lineRule="auto"/>
              <w:rPr>
                <w:rFonts w:ascii="標楷體" w:eastAsia="標楷體" w:hAnsi="標楷體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教師觀察</w:t>
            </w:r>
          </w:p>
          <w:p w:rsidR="00912D81" w:rsidRPr="00BA0202" w:rsidRDefault="00912D81" w:rsidP="009E4690">
            <w:pPr>
              <w:snapToGrid w:val="0"/>
              <w:spacing w:before="57" w:after="57" w:line="240" w:lineRule="atLeast"/>
              <w:ind w:left="57" w:right="57"/>
              <w:rPr>
                <w:rFonts w:ascii="標楷體" w:eastAsia="標楷體" w:hAnsi="標楷體"/>
                <w:color w:val="000000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學生實作</w:t>
            </w:r>
          </w:p>
        </w:tc>
        <w:tc>
          <w:tcPr>
            <w:tcW w:w="446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912D81" w:rsidRPr="0091498F" w:rsidRDefault="00912D81" w:rsidP="009E4690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912D81" w:rsidRPr="0061756C" w:rsidTr="00303658">
        <w:trPr>
          <w:trHeight w:val="300"/>
          <w:tblCellSpacing w:w="0" w:type="dxa"/>
          <w:jc w:val="center"/>
        </w:trPr>
        <w:tc>
          <w:tcPr>
            <w:tcW w:w="81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912D81" w:rsidRPr="00894319" w:rsidRDefault="00912D81" w:rsidP="009E4690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十三</w:t>
            </w:r>
          </w:p>
          <w:p w:rsidR="00912D81" w:rsidRPr="00894319" w:rsidRDefault="00912D81" w:rsidP="009E4690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(5/4~5/10)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912D81" w:rsidRDefault="00912D81" w:rsidP="009E4690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862233">
              <w:rPr>
                <w:rFonts w:ascii="標楷體" w:eastAsia="標楷體" w:hAnsi="標楷體" w:hint="eastAsia"/>
                <w:b/>
                <w:color w:val="000000"/>
              </w:rPr>
              <w:t>雙腳跳</w:t>
            </w:r>
          </w:p>
          <w:p w:rsidR="00912D81" w:rsidRPr="008329C0" w:rsidRDefault="00912D81" w:rsidP="009E4690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862233">
              <w:rPr>
                <w:rFonts w:ascii="標楷體" w:eastAsia="標楷體" w:hAnsi="標楷體" w:hint="eastAsia"/>
                <w:b/>
                <w:color w:val="000000"/>
              </w:rPr>
              <w:t>單腳跳</w:t>
            </w:r>
          </w:p>
        </w:tc>
        <w:tc>
          <w:tcPr>
            <w:tcW w:w="187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912D81" w:rsidRPr="00B31EF4" w:rsidRDefault="00912D81" w:rsidP="009E4690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跳房子（</w:t>
            </w:r>
            <w:r w:rsidRPr="00B31EF4">
              <w:rPr>
                <w:rFonts w:ascii="標楷體" w:eastAsia="標楷體" w:hAnsi="標楷體"/>
                <w:b/>
                <w:color w:val="000000"/>
              </w:rPr>
              <w:t xml:space="preserve"> 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雙腳跳＋單腳跳）</w:t>
            </w:r>
          </w:p>
          <w:p w:rsidR="00912D81" w:rsidRPr="00B31EF4" w:rsidRDefault="00912D81" w:rsidP="009E4690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 xml:space="preserve">- 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提升下肢雙腳跳躍</w:t>
            </w:r>
            <w:r w:rsidRPr="00B31EF4">
              <w:rPr>
                <w:rFonts w:ascii="標楷體" w:eastAsia="標楷體" w:hAnsi="標楷體"/>
                <w:b/>
                <w:color w:val="000000"/>
              </w:rPr>
              <w:t>&amp;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單腳及雙腳跳躍轉換的協調性</w:t>
            </w:r>
          </w:p>
          <w:p w:rsidR="00912D81" w:rsidRPr="00B31EF4" w:rsidRDefault="00912D81" w:rsidP="009E4690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 xml:space="preserve">- 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提升跳轉半圈的能力</w:t>
            </w:r>
          </w:p>
          <w:p w:rsidR="00912D81" w:rsidRPr="00B31EF4" w:rsidRDefault="00912D81" w:rsidP="009E4690">
            <w:pPr>
              <w:widowControl w:val="0"/>
              <w:snapToGrid w:val="0"/>
              <w:spacing w:line="240" w:lineRule="atLeast"/>
              <w:rPr>
                <w:rFonts w:ascii="標楷體" w:eastAsia="標楷體" w:hAnsi="標楷體"/>
                <w:b/>
                <w:color w:val="000000"/>
                <w:szCs w:val="24"/>
              </w:rPr>
            </w:pP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912D81" w:rsidRPr="00D17D60" w:rsidRDefault="00912D81" w:rsidP="009E4690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D17D60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數字墊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912D81" w:rsidRPr="00BA0202" w:rsidRDefault="00912D81" w:rsidP="009E4690">
            <w:pPr>
              <w:spacing w:line="240" w:lineRule="auto"/>
              <w:rPr>
                <w:rFonts w:ascii="標楷體" w:eastAsia="標楷體" w:hAnsi="標楷體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教師觀察</w:t>
            </w:r>
          </w:p>
          <w:p w:rsidR="00912D81" w:rsidRPr="00BA0202" w:rsidRDefault="00912D81" w:rsidP="009E4690">
            <w:pPr>
              <w:spacing w:line="240" w:lineRule="auto"/>
              <w:rPr>
                <w:rFonts w:ascii="標楷體" w:eastAsia="標楷體" w:hAnsi="標楷體"/>
                <w:color w:val="000000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學生實作</w:t>
            </w:r>
          </w:p>
        </w:tc>
        <w:tc>
          <w:tcPr>
            <w:tcW w:w="446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912D81" w:rsidRPr="0091498F" w:rsidRDefault="00912D81" w:rsidP="009E4690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912D81" w:rsidRPr="0061756C" w:rsidTr="00303658">
        <w:trPr>
          <w:trHeight w:val="995"/>
          <w:tblCellSpacing w:w="0" w:type="dxa"/>
          <w:jc w:val="center"/>
        </w:trPr>
        <w:tc>
          <w:tcPr>
            <w:tcW w:w="81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912D81" w:rsidRPr="00894319" w:rsidRDefault="00912D81" w:rsidP="009E4690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十四</w:t>
            </w:r>
          </w:p>
          <w:p w:rsidR="00912D81" w:rsidRPr="00894319" w:rsidRDefault="00912D81" w:rsidP="009E4690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(5/11~5/17)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912D81" w:rsidRPr="0091498F" w:rsidRDefault="00912D81" w:rsidP="004007F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862233">
              <w:rPr>
                <w:rFonts w:ascii="標楷體" w:eastAsia="標楷體" w:hAnsi="標楷體" w:hint="eastAsia"/>
                <w:b/>
                <w:color w:val="000000"/>
              </w:rPr>
              <w:t>墊上運動</w:t>
            </w:r>
          </w:p>
        </w:tc>
        <w:tc>
          <w:tcPr>
            <w:tcW w:w="187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912D81" w:rsidRPr="00B31EF4" w:rsidRDefault="00912D81" w:rsidP="004007FD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前後側翻（平躺側翻）</w:t>
            </w:r>
          </w:p>
          <w:p w:rsidR="00912D81" w:rsidRPr="00B31EF4" w:rsidRDefault="00912D81" w:rsidP="004007FD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 xml:space="preserve">- 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加強感覺刺激</w:t>
            </w:r>
          </w:p>
          <w:p w:rsidR="00912D81" w:rsidRPr="00B31EF4" w:rsidRDefault="00912D81" w:rsidP="004007FD">
            <w:pPr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 xml:space="preserve">- 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加強上下肢雙側整合能力</w:t>
            </w:r>
          </w:p>
          <w:p w:rsidR="00912D81" w:rsidRPr="00B31EF4" w:rsidRDefault="00912D81" w:rsidP="004007FD">
            <w:pPr>
              <w:spacing w:line="240" w:lineRule="atLeast"/>
              <w:rPr>
                <w:rFonts w:ascii="標楷體" w:eastAsia="標楷體" w:hAnsi="標楷體"/>
                <w:b/>
                <w:color w:val="000000"/>
                <w:szCs w:val="24"/>
              </w:rPr>
            </w:pP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912D81" w:rsidRPr="0091498F" w:rsidRDefault="00912D81" w:rsidP="004007FD">
            <w:pPr>
              <w:snapToGrid w:val="0"/>
              <w:spacing w:line="240" w:lineRule="atLeast"/>
              <w:ind w:left="57" w:right="57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Cs w:val="24"/>
              </w:rPr>
              <w:t>塑膠</w:t>
            </w:r>
            <w:r w:rsidRPr="00D17D60">
              <w:rPr>
                <w:rFonts w:ascii="標楷體" w:eastAsia="標楷體" w:hAnsi="標楷體" w:hint="eastAsia"/>
                <w:b/>
                <w:color w:val="000000"/>
                <w:szCs w:val="24"/>
              </w:rPr>
              <w:t>墊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912D81" w:rsidRPr="00BA0202" w:rsidRDefault="00912D81" w:rsidP="004007FD">
            <w:pPr>
              <w:spacing w:line="240" w:lineRule="auto"/>
              <w:jc w:val="center"/>
              <w:rPr>
                <w:rFonts w:ascii="標楷體" w:eastAsia="標楷體" w:hAnsi="標楷體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教師觀察</w:t>
            </w:r>
          </w:p>
          <w:p w:rsidR="00912D81" w:rsidRPr="00BA0202" w:rsidRDefault="00912D81" w:rsidP="004007FD">
            <w:pPr>
              <w:snapToGrid w:val="0"/>
              <w:spacing w:before="57" w:after="57" w:line="240" w:lineRule="atLeast"/>
              <w:ind w:left="57" w:right="57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學生實作</w:t>
            </w:r>
          </w:p>
        </w:tc>
        <w:tc>
          <w:tcPr>
            <w:tcW w:w="446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912D81" w:rsidRPr="0091498F" w:rsidRDefault="00912D81" w:rsidP="004007FD">
            <w:pPr>
              <w:snapToGrid w:val="0"/>
              <w:jc w:val="center"/>
              <w:textDirection w:val="lrTbV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912D81" w:rsidRPr="0061756C" w:rsidTr="00303658">
        <w:trPr>
          <w:trHeight w:val="300"/>
          <w:tblCellSpacing w:w="0" w:type="dxa"/>
          <w:jc w:val="center"/>
        </w:trPr>
        <w:tc>
          <w:tcPr>
            <w:tcW w:w="81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912D81" w:rsidRPr="00894319" w:rsidRDefault="00912D81" w:rsidP="009E4690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十五</w:t>
            </w:r>
          </w:p>
          <w:p w:rsidR="00912D81" w:rsidRPr="00894319" w:rsidRDefault="00912D81" w:rsidP="009E4690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(5/18~5/24)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912D81" w:rsidRPr="0091498F" w:rsidRDefault="00912D81" w:rsidP="009E4690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b/>
              </w:rPr>
              <w:t>.</w:t>
            </w:r>
            <w:r w:rsidRPr="00DB5E60">
              <w:rPr>
                <w:rFonts w:ascii="標楷體" w:eastAsia="標楷體" w:hAnsi="標楷體" w:hint="eastAsia"/>
                <w:b/>
              </w:rPr>
              <w:t>跳跳虎</w:t>
            </w:r>
          </w:p>
        </w:tc>
        <w:tc>
          <w:tcPr>
            <w:tcW w:w="187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912D81" w:rsidRPr="00B31EF4" w:rsidRDefault="00912D81" w:rsidP="009E4690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>.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跳跳虎</w:t>
            </w:r>
          </w:p>
          <w:p w:rsidR="00912D81" w:rsidRPr="00B31EF4" w:rsidRDefault="00912D81" w:rsidP="009E4690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 w:hint="eastAsia"/>
                <w:b/>
                <w:color w:val="000000"/>
                <w:szCs w:val="24"/>
              </w:rPr>
              <w:t>夾球並進</w:t>
            </w:r>
          </w:p>
          <w:p w:rsidR="00912D81" w:rsidRPr="00B31EF4" w:rsidRDefault="00912D81" w:rsidP="009E4690">
            <w:pPr>
              <w:snapToGrid w:val="0"/>
              <w:spacing w:line="240" w:lineRule="atLeast"/>
              <w:rPr>
                <w:rStyle w:val="a1"/>
                <w:rFonts w:ascii="標楷體" w:eastAsia="標楷體" w:hAnsi="標楷體"/>
                <w:b w:val="0"/>
                <w:bCs w:val="0"/>
                <w:color w:val="000000"/>
                <w:kern w:val="2"/>
                <w:sz w:val="24"/>
                <w:szCs w:val="22"/>
              </w:rPr>
            </w:pP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提升方向感、空間概念及整體協調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912D81" w:rsidRDefault="00912D81" w:rsidP="009E4690">
            <w:pPr>
              <w:snapToGrid w:val="0"/>
              <w:spacing w:line="240" w:lineRule="auto"/>
              <w:jc w:val="center"/>
              <w:rPr>
                <w:rFonts w:ascii="標楷體" w:eastAsia="標楷體" w:hAnsi="標楷體"/>
                <w:b/>
              </w:rPr>
            </w:pPr>
            <w:r w:rsidRPr="00DB5E60">
              <w:rPr>
                <w:rFonts w:ascii="標楷體" w:eastAsia="標楷體" w:hAnsi="標楷體" w:hint="eastAsia"/>
                <w:b/>
              </w:rPr>
              <w:t>跳跳虎</w:t>
            </w:r>
          </w:p>
          <w:p w:rsidR="00912D81" w:rsidRPr="0091498F" w:rsidRDefault="00912D81" w:rsidP="009E4690">
            <w:pPr>
              <w:snapToGrid w:val="0"/>
              <w:spacing w:line="240" w:lineRule="atLeast"/>
              <w:ind w:left="57" w:right="57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65C74">
              <w:rPr>
                <w:rFonts w:ascii="標楷體" w:eastAsia="標楷體" w:hAnsi="標楷體" w:hint="eastAsia"/>
                <w:b/>
              </w:rPr>
              <w:t>軟球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912D81" w:rsidRPr="00BA0202" w:rsidRDefault="00912D81" w:rsidP="009E4690">
            <w:pPr>
              <w:spacing w:line="240" w:lineRule="auto"/>
              <w:rPr>
                <w:rFonts w:ascii="標楷體" w:eastAsia="標楷體" w:hAnsi="標楷體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教師觀察</w:t>
            </w:r>
          </w:p>
          <w:p w:rsidR="00912D81" w:rsidRPr="00BA0202" w:rsidRDefault="00912D81" w:rsidP="009E4690">
            <w:pPr>
              <w:spacing w:line="240" w:lineRule="auto"/>
              <w:rPr>
                <w:rFonts w:ascii="標楷體" w:eastAsia="標楷體" w:hAnsi="標楷體"/>
                <w:color w:val="000000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學生實作</w:t>
            </w:r>
          </w:p>
        </w:tc>
        <w:tc>
          <w:tcPr>
            <w:tcW w:w="446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912D81" w:rsidRPr="0091498F" w:rsidRDefault="00912D81" w:rsidP="009E4690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912D81" w:rsidRPr="0061756C" w:rsidTr="00303658">
        <w:trPr>
          <w:trHeight w:val="300"/>
          <w:tblCellSpacing w:w="0" w:type="dxa"/>
          <w:jc w:val="center"/>
        </w:trPr>
        <w:tc>
          <w:tcPr>
            <w:tcW w:w="81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912D81" w:rsidRPr="00894319" w:rsidRDefault="00912D81" w:rsidP="009E4690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十六</w:t>
            </w:r>
          </w:p>
          <w:p w:rsidR="00912D81" w:rsidRPr="00894319" w:rsidRDefault="00912D81" w:rsidP="009E4690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(5/25~5/31)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912D81" w:rsidRPr="0091498F" w:rsidRDefault="00912D81" w:rsidP="009E4690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87CCB">
              <w:rPr>
                <w:rFonts w:ascii="標楷體" w:eastAsia="標楷體" w:hAnsi="標楷體" w:hint="eastAsia"/>
                <w:b/>
              </w:rPr>
              <w:t>爬繩梯競賽</w:t>
            </w:r>
          </w:p>
        </w:tc>
        <w:tc>
          <w:tcPr>
            <w:tcW w:w="187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912D81" w:rsidRPr="00B31EF4" w:rsidRDefault="00912D81" w:rsidP="009E4690">
            <w:pPr>
              <w:widowControl w:val="0"/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>.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爬繩梯競賽</w:t>
            </w:r>
            <w:r w:rsidRPr="00B31EF4">
              <w:rPr>
                <w:rFonts w:ascii="標楷體" w:eastAsia="標楷體" w:hAnsi="標楷體"/>
                <w:b/>
                <w:color w:val="000000"/>
              </w:rPr>
              <w:t>: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爬上繩梯</w:t>
            </w:r>
            <w:r w:rsidRPr="00B31EF4">
              <w:rPr>
                <w:rFonts w:ascii="標楷體" w:eastAsia="標楷體" w:hAnsi="標楷體"/>
                <w:b/>
                <w:color w:val="000000"/>
              </w:rPr>
              <w:t>(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至少</w:t>
            </w:r>
            <w:r w:rsidRPr="00B31EF4">
              <w:rPr>
                <w:rFonts w:ascii="標楷體" w:eastAsia="標楷體" w:hAnsi="標楷體"/>
                <w:b/>
                <w:color w:val="000000"/>
              </w:rPr>
              <w:t>4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格</w:t>
            </w:r>
            <w:r w:rsidRPr="00B31EF4">
              <w:rPr>
                <w:rFonts w:ascii="標楷體" w:eastAsia="標楷體" w:hAnsi="標楷體"/>
                <w:b/>
                <w:color w:val="000000"/>
              </w:rPr>
              <w:t>)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去打擊樂器看誰花最少時間</w:t>
            </w:r>
          </w:p>
          <w:p w:rsidR="00912D81" w:rsidRPr="00B31EF4" w:rsidRDefault="00912D81" w:rsidP="009E4690">
            <w:pPr>
              <w:spacing w:line="240" w:lineRule="atLeast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訓練上下肢的肌力</w:t>
            </w:r>
            <w:r w:rsidRPr="00B31EF4">
              <w:rPr>
                <w:rFonts w:ascii="標楷體" w:eastAsia="標楷體" w:hAnsi="標楷體"/>
                <w:b/>
                <w:color w:val="000000"/>
              </w:rPr>
              <w:t>&amp;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肌耐力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912D81" w:rsidRPr="0091498F" w:rsidRDefault="00912D81" w:rsidP="009E4690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87CCB">
              <w:rPr>
                <w:rFonts w:ascii="標楷體" w:eastAsia="標楷體" w:hAnsi="標楷體" w:hint="eastAsia"/>
                <w:b/>
              </w:rPr>
              <w:t>繩梯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912D81" w:rsidRPr="00BA0202" w:rsidRDefault="00912D81" w:rsidP="009E4690">
            <w:pPr>
              <w:spacing w:line="240" w:lineRule="auto"/>
              <w:rPr>
                <w:rFonts w:ascii="標楷體" w:eastAsia="標楷體" w:hAnsi="標楷體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教師觀察</w:t>
            </w:r>
          </w:p>
          <w:p w:rsidR="00912D81" w:rsidRPr="00BA0202" w:rsidRDefault="00912D81" w:rsidP="009E4690">
            <w:pPr>
              <w:snapToGrid w:val="0"/>
              <w:spacing w:before="57" w:after="57" w:line="240" w:lineRule="atLeast"/>
              <w:ind w:left="57" w:right="57"/>
              <w:rPr>
                <w:rFonts w:ascii="標楷體" w:eastAsia="標楷體" w:hAnsi="標楷體"/>
                <w:color w:val="000000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學生實作</w:t>
            </w:r>
          </w:p>
        </w:tc>
        <w:tc>
          <w:tcPr>
            <w:tcW w:w="446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912D81" w:rsidRPr="0091498F" w:rsidRDefault="00912D81" w:rsidP="009E4690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912D81" w:rsidRPr="0061756C" w:rsidTr="00303658">
        <w:trPr>
          <w:trHeight w:val="300"/>
          <w:tblCellSpacing w:w="0" w:type="dxa"/>
          <w:jc w:val="center"/>
        </w:trPr>
        <w:tc>
          <w:tcPr>
            <w:tcW w:w="81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912D81" w:rsidRPr="00894319" w:rsidRDefault="00912D81" w:rsidP="009E4690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十七</w:t>
            </w:r>
          </w:p>
          <w:p w:rsidR="00912D81" w:rsidRPr="00894319" w:rsidRDefault="00912D81" w:rsidP="009E4690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(6/1~6/7)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912D81" w:rsidRDefault="00912D81" w:rsidP="009E469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.</w:t>
            </w:r>
            <w:r w:rsidRPr="00346961">
              <w:rPr>
                <w:rFonts w:ascii="標楷體" w:eastAsia="標楷體" w:hAnsi="標楷體" w:hint="eastAsia"/>
                <w:b/>
              </w:rPr>
              <w:t>撲克牌</w:t>
            </w:r>
          </w:p>
          <w:p w:rsidR="00912D81" w:rsidRPr="0091498F" w:rsidRDefault="00912D81" w:rsidP="009E4690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b/>
              </w:rPr>
              <w:t>.</w:t>
            </w:r>
            <w:r w:rsidRPr="00346961">
              <w:rPr>
                <w:rFonts w:ascii="標楷體" w:eastAsia="標楷體" w:hAnsi="標楷體" w:hint="eastAsia"/>
                <w:b/>
              </w:rPr>
              <w:t>玩</w:t>
            </w:r>
            <w:r>
              <w:rPr>
                <w:rFonts w:ascii="標楷體" w:eastAsia="標楷體" w:hAnsi="標楷體" w:hint="eastAsia"/>
                <w:b/>
              </w:rPr>
              <w:t>接龍</w:t>
            </w:r>
          </w:p>
        </w:tc>
        <w:tc>
          <w:tcPr>
            <w:tcW w:w="187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912D81" w:rsidRPr="00B31EF4" w:rsidRDefault="00912D81" w:rsidP="009E4690">
            <w:pPr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>.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使用撲克牌玩花色與數字的接龍</w:t>
            </w:r>
          </w:p>
          <w:p w:rsidR="00912D81" w:rsidRPr="00B31EF4" w:rsidRDefault="00912D81" w:rsidP="009E4690">
            <w:pPr>
              <w:spacing w:line="240" w:lineRule="atLeast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提升注意力、順序概念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912D81" w:rsidRPr="0091498F" w:rsidRDefault="00912D81" w:rsidP="009E4690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346961">
              <w:rPr>
                <w:rFonts w:ascii="標楷體" w:eastAsia="標楷體" w:hAnsi="標楷體" w:hint="eastAsia"/>
                <w:b/>
              </w:rPr>
              <w:t>撲克牌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912D81" w:rsidRPr="00BA0202" w:rsidRDefault="00912D81" w:rsidP="009E4690">
            <w:pPr>
              <w:spacing w:line="240" w:lineRule="auto"/>
              <w:jc w:val="center"/>
              <w:rPr>
                <w:rFonts w:ascii="標楷體" w:eastAsia="標楷體" w:hAnsi="標楷體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教師觀察</w:t>
            </w:r>
          </w:p>
          <w:p w:rsidR="00912D81" w:rsidRPr="00BA0202" w:rsidRDefault="00912D81" w:rsidP="009E4690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學生實作</w:t>
            </w:r>
          </w:p>
        </w:tc>
        <w:tc>
          <w:tcPr>
            <w:tcW w:w="446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912D81" w:rsidRPr="0091498F" w:rsidRDefault="00912D81" w:rsidP="009E4690">
            <w:pPr>
              <w:snapToGrid w:val="0"/>
              <w:jc w:val="center"/>
              <w:textDirection w:val="lrTbV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912D81" w:rsidRPr="0061756C" w:rsidTr="00303658">
        <w:trPr>
          <w:trHeight w:val="300"/>
          <w:tblCellSpacing w:w="0" w:type="dxa"/>
          <w:jc w:val="center"/>
        </w:trPr>
        <w:tc>
          <w:tcPr>
            <w:tcW w:w="81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912D81" w:rsidRPr="00894319" w:rsidRDefault="00912D81" w:rsidP="009E4690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十八</w:t>
            </w:r>
          </w:p>
          <w:p w:rsidR="00912D81" w:rsidRPr="00894319" w:rsidRDefault="00912D81" w:rsidP="009E4690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(6/8~6/14)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912D81" w:rsidRPr="0091498F" w:rsidRDefault="00912D81" w:rsidP="009E4690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b/>
              </w:rPr>
              <w:t>.</w:t>
            </w:r>
            <w:r w:rsidRPr="00346961">
              <w:rPr>
                <w:rFonts w:ascii="標楷體" w:eastAsia="標楷體" w:hAnsi="標楷體" w:hint="eastAsia"/>
                <w:b/>
              </w:rPr>
              <w:t>泡泡龍</w:t>
            </w:r>
          </w:p>
        </w:tc>
        <w:tc>
          <w:tcPr>
            <w:tcW w:w="187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912D81" w:rsidRPr="00B31EF4" w:rsidRDefault="00912D81" w:rsidP="009E4690">
            <w:pPr>
              <w:widowControl w:val="0"/>
              <w:snapToGrid w:val="0"/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>.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泡泡龍：小朋友跳躍將泡泡雙手拍破，</w:t>
            </w:r>
            <w:r w:rsidRPr="00B31EF4">
              <w:rPr>
                <w:rFonts w:ascii="標楷體" w:eastAsia="標楷體" w:hAnsi="標楷體"/>
                <w:b/>
                <w:color w:val="000000"/>
              </w:rPr>
              <w:t xml:space="preserve"> 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同時數出拍到第幾個泡泡</w:t>
            </w:r>
          </w:p>
          <w:p w:rsidR="00912D81" w:rsidRPr="00B31EF4" w:rsidRDefault="00912D81" w:rsidP="009E4690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增進手眼協調與全身協調性、加強短期記憶與數字概念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912D81" w:rsidRPr="00BC590C" w:rsidRDefault="00912D81" w:rsidP="009E4690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BC590C">
              <w:rPr>
                <w:rFonts w:ascii="標楷體" w:eastAsia="標楷體" w:hAnsi="標楷體" w:hint="eastAsia"/>
                <w:b/>
                <w:color w:val="000000"/>
                <w:szCs w:val="24"/>
              </w:rPr>
              <w:t>吹泡泡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912D81" w:rsidRPr="00BA0202" w:rsidRDefault="00912D81" w:rsidP="009E4690">
            <w:pPr>
              <w:spacing w:line="240" w:lineRule="auto"/>
              <w:jc w:val="center"/>
              <w:rPr>
                <w:rFonts w:ascii="標楷體" w:eastAsia="標楷體" w:hAnsi="標楷體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教師觀察</w:t>
            </w:r>
          </w:p>
          <w:p w:rsidR="00912D81" w:rsidRPr="00BA0202" w:rsidRDefault="00912D81" w:rsidP="009E4690">
            <w:pPr>
              <w:snapToGrid w:val="0"/>
              <w:spacing w:before="57" w:after="57" w:line="240" w:lineRule="atLeast"/>
              <w:ind w:right="57"/>
              <w:jc w:val="left"/>
              <w:rPr>
                <w:rFonts w:ascii="標楷體" w:eastAsia="標楷體" w:hAnsi="標楷體"/>
                <w:color w:val="000000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學生實作</w:t>
            </w:r>
          </w:p>
        </w:tc>
        <w:tc>
          <w:tcPr>
            <w:tcW w:w="446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912D81" w:rsidRPr="0091498F" w:rsidRDefault="00912D81" w:rsidP="009E4690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912D81" w:rsidRPr="0061756C" w:rsidTr="00303658">
        <w:trPr>
          <w:trHeight w:val="300"/>
          <w:tblCellSpacing w:w="0" w:type="dxa"/>
          <w:jc w:val="center"/>
        </w:trPr>
        <w:tc>
          <w:tcPr>
            <w:tcW w:w="81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912D81" w:rsidRPr="00894319" w:rsidRDefault="00912D81" w:rsidP="009E4690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十九</w:t>
            </w:r>
          </w:p>
          <w:p w:rsidR="00912D81" w:rsidRPr="00894319" w:rsidRDefault="00912D81" w:rsidP="009E4690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(6/15~6/21)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912D81" w:rsidRDefault="00912D81" w:rsidP="009E469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.</w:t>
            </w:r>
            <w:r w:rsidRPr="00C33116">
              <w:rPr>
                <w:rFonts w:ascii="標楷體" w:eastAsia="標楷體" w:hAnsi="標楷體" w:hint="eastAsia"/>
                <w:b/>
              </w:rPr>
              <w:t>丟接球</w:t>
            </w:r>
          </w:p>
          <w:p w:rsidR="00912D81" w:rsidRPr="0091498F" w:rsidRDefault="00912D81" w:rsidP="009E4690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33116">
              <w:rPr>
                <w:rFonts w:ascii="標楷體" w:eastAsia="標楷體" w:hAnsi="標楷體" w:hint="eastAsia"/>
                <w:b/>
              </w:rPr>
              <w:t>運球</w:t>
            </w:r>
            <w:r w:rsidRPr="00C33116">
              <w:rPr>
                <w:rFonts w:ascii="標楷體" w:eastAsia="標楷體" w:hAnsi="標楷體"/>
                <w:b/>
              </w:rPr>
              <w:t>&amp;</w:t>
            </w:r>
            <w:r w:rsidRPr="00C33116">
              <w:rPr>
                <w:rFonts w:ascii="標楷體" w:eastAsia="標楷體" w:hAnsi="標楷體" w:hint="eastAsia"/>
                <w:b/>
              </w:rPr>
              <w:t>投籃</w:t>
            </w:r>
          </w:p>
        </w:tc>
        <w:tc>
          <w:tcPr>
            <w:tcW w:w="187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912D81" w:rsidRPr="00B31EF4" w:rsidRDefault="00912D81" w:rsidP="009E4690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>.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丟接球</w:t>
            </w:r>
            <w:r w:rsidRPr="00B31EF4">
              <w:rPr>
                <w:rFonts w:ascii="標楷體" w:eastAsia="標楷體" w:hAnsi="標楷體"/>
                <w:b/>
                <w:color w:val="000000"/>
              </w:rPr>
              <w:t>&amp;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運球</w:t>
            </w:r>
            <w:r w:rsidRPr="00B31EF4">
              <w:rPr>
                <w:rFonts w:ascii="標楷體" w:eastAsia="標楷體" w:hAnsi="標楷體"/>
                <w:b/>
                <w:color w:val="000000"/>
              </w:rPr>
              <w:t>&amp;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投籃</w:t>
            </w:r>
          </w:p>
          <w:p w:rsidR="00912D81" w:rsidRPr="00B31EF4" w:rsidRDefault="00912D81" w:rsidP="009E4690">
            <w:pPr>
              <w:pStyle w:val="2"/>
              <w:spacing w:line="240" w:lineRule="atLeast"/>
              <w:jc w:val="both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提升手眼協調的能力</w:t>
            </w:r>
            <w:r w:rsidRPr="00B31EF4">
              <w:rPr>
                <w:rFonts w:ascii="標楷體" w:eastAsia="標楷體" w:hAnsi="標楷體"/>
                <w:b/>
                <w:color w:val="000000"/>
              </w:rPr>
              <w:t>&amp;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加強注意力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912D81" w:rsidRDefault="00912D81" w:rsidP="009E4690">
            <w:pPr>
              <w:spacing w:line="24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皮球</w:t>
            </w:r>
          </w:p>
          <w:p w:rsidR="00912D81" w:rsidRPr="00BC590C" w:rsidRDefault="00912D81" w:rsidP="009E4690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b/>
              </w:rPr>
              <w:t>籃球架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912D81" w:rsidRPr="00BA0202" w:rsidRDefault="00912D81" w:rsidP="009E4690">
            <w:pPr>
              <w:spacing w:line="240" w:lineRule="auto"/>
              <w:jc w:val="center"/>
              <w:rPr>
                <w:rFonts w:ascii="標楷體" w:eastAsia="標楷體" w:hAnsi="標楷體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教師觀察</w:t>
            </w:r>
          </w:p>
          <w:p w:rsidR="00912D81" w:rsidRPr="00BA0202" w:rsidRDefault="00912D81" w:rsidP="009E4690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學生實作</w:t>
            </w:r>
          </w:p>
        </w:tc>
        <w:tc>
          <w:tcPr>
            <w:tcW w:w="446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912D81" w:rsidRPr="0091498F" w:rsidRDefault="00912D81" w:rsidP="009E4690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912D81" w:rsidRPr="0061756C" w:rsidTr="00303658">
        <w:trPr>
          <w:trHeight w:val="300"/>
          <w:tblCellSpacing w:w="0" w:type="dxa"/>
          <w:jc w:val="center"/>
        </w:trPr>
        <w:tc>
          <w:tcPr>
            <w:tcW w:w="81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912D81" w:rsidRPr="00894319" w:rsidRDefault="00912D81" w:rsidP="009E4690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二十</w:t>
            </w:r>
          </w:p>
          <w:p w:rsidR="00912D81" w:rsidRPr="00894319" w:rsidRDefault="00912D81" w:rsidP="009E4690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(6/22~6/28)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912D81" w:rsidRPr="0091498F" w:rsidRDefault="00912D81" w:rsidP="009E4690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b/>
              </w:rPr>
              <w:t>.</w:t>
            </w:r>
            <w:r w:rsidRPr="00346961">
              <w:rPr>
                <w:rFonts w:ascii="標楷體" w:eastAsia="標楷體" w:hAnsi="標楷體" w:hint="eastAsia"/>
                <w:b/>
              </w:rPr>
              <w:t>滑板高手</w:t>
            </w:r>
          </w:p>
        </w:tc>
        <w:tc>
          <w:tcPr>
            <w:tcW w:w="187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912D81" w:rsidRPr="00B31EF4" w:rsidRDefault="00912D81" w:rsidP="009E4690">
            <w:pPr>
              <w:widowControl w:val="0"/>
              <w:snapToGrid w:val="0"/>
              <w:spacing w:line="240" w:lineRule="atLeast"/>
              <w:jc w:val="lef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>.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滑板高手</w:t>
            </w:r>
            <w:r w:rsidRPr="00B31EF4">
              <w:rPr>
                <w:rFonts w:ascii="標楷體" w:eastAsia="標楷體" w:hAnsi="標楷體"/>
                <w:b/>
                <w:color w:val="000000"/>
              </w:rPr>
              <w:t>: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小朋友單腳踩在滑板上，另一腳去推地板讓滑板前進、繞過障礙物以達成目標</w:t>
            </w:r>
          </w:p>
          <w:p w:rsidR="00912D81" w:rsidRPr="00B31EF4" w:rsidRDefault="00912D81" w:rsidP="009E4690">
            <w:pPr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 xml:space="preserve">-  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提升小朋友下肢的協調能力和動作計畫能力。</w:t>
            </w:r>
          </w:p>
          <w:p w:rsidR="00912D81" w:rsidRPr="00B31EF4" w:rsidRDefault="00912D81" w:rsidP="009E4690">
            <w:pPr>
              <w:pStyle w:val="2"/>
              <w:spacing w:line="240" w:lineRule="atLeast"/>
              <w:jc w:val="both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B31EF4">
              <w:rPr>
                <w:rFonts w:ascii="標楷體" w:eastAsia="標楷體" w:hAnsi="標楷體"/>
                <w:b/>
                <w:color w:val="000000"/>
              </w:rPr>
              <w:t xml:space="preserve">-  </w:t>
            </w:r>
            <w:r w:rsidRPr="00B31EF4">
              <w:rPr>
                <w:rFonts w:ascii="標楷體" w:eastAsia="標楷體" w:hAnsi="標楷體" w:hint="eastAsia"/>
                <w:b/>
                <w:color w:val="000000"/>
              </w:rPr>
              <w:t>提升的動態平衡能力。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912D81" w:rsidRPr="0091498F" w:rsidRDefault="00912D81" w:rsidP="009E4690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346961">
              <w:rPr>
                <w:rFonts w:ascii="標楷體" w:eastAsia="標楷體" w:hAnsi="標楷體" w:hint="eastAsia"/>
                <w:b/>
              </w:rPr>
              <w:t>滑板</w:t>
            </w:r>
          </w:p>
        </w:tc>
        <w:tc>
          <w:tcPr>
            <w:tcW w:w="623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912D81" w:rsidRPr="00BA0202" w:rsidRDefault="00912D81" w:rsidP="009E4690">
            <w:pPr>
              <w:spacing w:line="240" w:lineRule="auto"/>
              <w:jc w:val="center"/>
              <w:rPr>
                <w:rFonts w:ascii="標楷體" w:eastAsia="標楷體" w:hAnsi="標楷體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教師觀察</w:t>
            </w:r>
          </w:p>
          <w:p w:rsidR="00912D81" w:rsidRPr="00BA0202" w:rsidRDefault="00912D81" w:rsidP="009E4690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BA0202">
              <w:rPr>
                <w:rFonts w:ascii="標楷體" w:eastAsia="標楷體" w:hAnsi="標楷體" w:hint="eastAsia"/>
                <w:sz w:val="22"/>
              </w:rPr>
              <w:t>學生實作</w:t>
            </w:r>
          </w:p>
        </w:tc>
        <w:tc>
          <w:tcPr>
            <w:tcW w:w="446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912D81" w:rsidRPr="0091498F" w:rsidRDefault="00912D81" w:rsidP="009E4690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</w:tbl>
    <w:p w:rsidR="00912D81" w:rsidRDefault="00912D81" w:rsidP="009C43F0">
      <w:pPr>
        <w:ind w:firstLineChars="200" w:firstLine="480"/>
        <w:rPr>
          <w:rFonts w:ascii="標楷體" w:eastAsia="標楷體" w:hAnsi="標楷體"/>
          <w:szCs w:val="24"/>
        </w:rPr>
      </w:pPr>
      <w:r w:rsidRPr="00EC76AC">
        <w:rPr>
          <w:rFonts w:ascii="標楷體" w:eastAsia="標楷體" w:hAnsi="Wingdings" w:hint="eastAsia"/>
          <w:szCs w:val="24"/>
        </w:rPr>
        <w:sym w:font="Wingdings" w:char="F034"/>
      </w:r>
      <w:r w:rsidRPr="00EC76AC">
        <w:rPr>
          <w:rFonts w:ascii="標楷體" w:eastAsia="標楷體" w:hAnsi="標楷體" w:hint="eastAsia"/>
          <w:szCs w:val="24"/>
        </w:rPr>
        <w:t>評量結果：</w:t>
      </w:r>
    </w:p>
    <w:p w:rsidR="00912D81" w:rsidRPr="00431C70" w:rsidRDefault="00912D81" w:rsidP="009C43F0">
      <w:pPr>
        <w:ind w:firstLineChars="200" w:firstLine="480"/>
        <w:rPr>
          <w:rFonts w:ascii="標楷體" w:eastAsia="標楷體" w:hAnsi="標楷體"/>
          <w:b/>
        </w:rPr>
      </w:pPr>
      <w:r w:rsidRPr="00431C70">
        <w:rPr>
          <w:rFonts w:ascii="標楷體" w:eastAsia="標楷體" w:hAnsi="標楷體"/>
          <w:b/>
          <w:color w:val="FF0000"/>
        </w:rPr>
        <w:t>A</w:t>
      </w:r>
      <w:r w:rsidRPr="00431C70">
        <w:rPr>
          <w:rFonts w:ascii="標楷體" w:eastAsia="標楷體" w:hAnsi="標楷體"/>
          <w:b/>
        </w:rPr>
        <w:t xml:space="preserve"> </w:t>
      </w:r>
      <w:r w:rsidRPr="00431C70">
        <w:rPr>
          <w:rFonts w:ascii="標楷體" w:eastAsia="標楷體" w:hAnsi="標楷體" w:hint="eastAsia"/>
          <w:b/>
        </w:rPr>
        <w:t>：</w:t>
      </w:r>
      <w:r>
        <w:rPr>
          <w:rFonts w:ascii="標楷體" w:eastAsia="標楷體" w:hAnsi="標楷體" w:hint="eastAsia"/>
          <w:b/>
        </w:rPr>
        <w:t>會</w:t>
      </w:r>
      <w:r w:rsidRPr="00431C70">
        <w:rPr>
          <w:rFonts w:ascii="標楷體" w:eastAsia="標楷體" w:hAnsi="標楷體" w:hint="eastAsia"/>
          <w:b/>
        </w:rPr>
        <w:t>『</w:t>
      </w:r>
      <w:r w:rsidRPr="00431C70">
        <w:rPr>
          <w:rFonts w:ascii="標楷體" w:eastAsia="標楷體" w:hAnsi="標楷體"/>
          <w:b/>
        </w:rPr>
        <w:t>80</w:t>
      </w:r>
      <w:r w:rsidRPr="00431C70">
        <w:rPr>
          <w:rFonts w:ascii="標楷體" w:eastAsia="標楷體" w:hAnsi="標楷體" w:hint="eastAsia"/>
          <w:b/>
        </w:rPr>
        <w:t>％</w:t>
      </w:r>
      <w:r w:rsidRPr="00431C70">
        <w:rPr>
          <w:rFonts w:ascii="標楷體" w:eastAsia="標楷體" w:hAnsi="標楷體"/>
          <w:b/>
        </w:rPr>
        <w:t>-100</w:t>
      </w:r>
      <w:r w:rsidRPr="00431C70">
        <w:rPr>
          <w:rFonts w:ascii="標楷體" w:eastAsia="標楷體" w:hAnsi="標楷體" w:hint="eastAsia"/>
          <w:b/>
        </w:rPr>
        <w:t>％』或『完全通過』。</w:t>
      </w:r>
      <w:r w:rsidRPr="00431C70">
        <w:rPr>
          <w:rFonts w:ascii="標楷體" w:eastAsia="標楷體" w:hAnsi="標楷體"/>
          <w:b/>
        </w:rPr>
        <w:t xml:space="preserve">  </w:t>
      </w:r>
      <w:r w:rsidRPr="00431C70">
        <w:rPr>
          <w:rFonts w:ascii="標楷體" w:eastAsia="標楷體" w:hAnsi="標楷體"/>
          <w:b/>
          <w:color w:val="FF0000"/>
        </w:rPr>
        <w:t>B</w:t>
      </w:r>
      <w:r w:rsidRPr="00431C70">
        <w:rPr>
          <w:rFonts w:ascii="標楷體" w:eastAsia="標楷體" w:hAnsi="標楷體" w:hint="eastAsia"/>
          <w:b/>
        </w:rPr>
        <w:t>：</w:t>
      </w:r>
      <w:r>
        <w:rPr>
          <w:rFonts w:ascii="標楷體" w:eastAsia="標楷體" w:hAnsi="標楷體" w:hint="eastAsia"/>
          <w:b/>
        </w:rPr>
        <w:t>會</w:t>
      </w:r>
      <w:r w:rsidRPr="00431C70">
        <w:rPr>
          <w:rFonts w:ascii="標楷體" w:eastAsia="標楷體" w:hAnsi="標楷體" w:hint="eastAsia"/>
          <w:b/>
        </w:rPr>
        <w:t>『</w:t>
      </w:r>
      <w:r w:rsidRPr="00431C70">
        <w:rPr>
          <w:rFonts w:ascii="標楷體" w:eastAsia="標楷體" w:hAnsi="標楷體"/>
          <w:b/>
        </w:rPr>
        <w:t>60</w:t>
      </w:r>
      <w:r w:rsidRPr="00431C70">
        <w:rPr>
          <w:rFonts w:ascii="標楷體" w:eastAsia="標楷體" w:hAnsi="標楷體" w:hint="eastAsia"/>
          <w:b/>
        </w:rPr>
        <w:t>％</w:t>
      </w:r>
      <w:r w:rsidRPr="00431C70">
        <w:rPr>
          <w:rFonts w:ascii="標楷體" w:eastAsia="標楷體" w:hAnsi="標楷體"/>
          <w:b/>
        </w:rPr>
        <w:t>- 80</w:t>
      </w:r>
      <w:r w:rsidRPr="00431C70">
        <w:rPr>
          <w:rFonts w:ascii="標楷體" w:eastAsia="標楷體" w:hAnsi="標楷體" w:hint="eastAsia"/>
          <w:b/>
        </w:rPr>
        <w:t>％』或『大部分通過』。</w:t>
      </w:r>
    </w:p>
    <w:p w:rsidR="00912D81" w:rsidRPr="00431C70" w:rsidRDefault="00912D81" w:rsidP="009C43F0">
      <w:pPr>
        <w:ind w:firstLineChars="200" w:firstLine="480"/>
        <w:rPr>
          <w:rFonts w:ascii="標楷體" w:eastAsia="標楷體"/>
          <w:b/>
          <w:sz w:val="28"/>
          <w:szCs w:val="28"/>
        </w:rPr>
      </w:pPr>
      <w:r w:rsidRPr="00431C70">
        <w:rPr>
          <w:rFonts w:ascii="標楷體" w:eastAsia="標楷體" w:hAnsi="標楷體"/>
          <w:b/>
          <w:color w:val="FF0000"/>
        </w:rPr>
        <w:t>C</w:t>
      </w:r>
      <w:r w:rsidRPr="00431C70">
        <w:rPr>
          <w:rFonts w:ascii="標楷體" w:eastAsia="標楷體" w:hAnsi="標楷體" w:hint="eastAsia"/>
          <w:b/>
        </w:rPr>
        <w:t>：</w:t>
      </w:r>
      <w:r>
        <w:rPr>
          <w:rFonts w:ascii="標楷體" w:eastAsia="標楷體" w:hAnsi="標楷體" w:hint="eastAsia"/>
          <w:b/>
        </w:rPr>
        <w:t>會</w:t>
      </w:r>
      <w:r w:rsidRPr="00431C70">
        <w:rPr>
          <w:rFonts w:ascii="標楷體" w:eastAsia="標楷體" w:hAnsi="標楷體" w:hint="eastAsia"/>
          <w:b/>
        </w:rPr>
        <w:t>『</w:t>
      </w:r>
      <w:r w:rsidRPr="00431C70">
        <w:rPr>
          <w:rFonts w:ascii="標楷體" w:eastAsia="標楷體" w:hAnsi="標楷體"/>
          <w:b/>
        </w:rPr>
        <w:t>40</w:t>
      </w:r>
      <w:r w:rsidRPr="00431C70">
        <w:rPr>
          <w:rFonts w:ascii="標楷體" w:eastAsia="標楷體" w:hAnsi="標楷體" w:hint="eastAsia"/>
          <w:b/>
        </w:rPr>
        <w:t>％</w:t>
      </w:r>
      <w:r w:rsidRPr="00431C70">
        <w:rPr>
          <w:rFonts w:ascii="標楷體" w:eastAsia="標楷體" w:hAnsi="標楷體"/>
          <w:b/>
        </w:rPr>
        <w:t>- 60</w:t>
      </w:r>
      <w:r w:rsidRPr="00431C70">
        <w:rPr>
          <w:rFonts w:ascii="標楷體" w:eastAsia="標楷體" w:hAnsi="標楷體" w:hint="eastAsia"/>
          <w:b/>
        </w:rPr>
        <w:t>％』或『部分通過』。</w:t>
      </w:r>
      <w:r w:rsidRPr="00431C70">
        <w:rPr>
          <w:rFonts w:ascii="標楷體" w:eastAsia="標楷體" w:hAnsi="標楷體"/>
          <w:b/>
        </w:rPr>
        <w:t xml:space="preserve">  </w:t>
      </w:r>
      <w:r>
        <w:rPr>
          <w:rFonts w:ascii="標楷體" w:eastAsia="標楷體" w:hAnsi="標楷體"/>
          <w:b/>
        </w:rPr>
        <w:t xml:space="preserve"> </w:t>
      </w:r>
      <w:r w:rsidRPr="00431C70">
        <w:rPr>
          <w:rFonts w:ascii="標楷體" w:eastAsia="標楷體" w:hAnsi="標楷體"/>
          <w:b/>
          <w:color w:val="FF0000"/>
        </w:rPr>
        <w:t>D</w:t>
      </w:r>
      <w:r w:rsidRPr="00431C70">
        <w:rPr>
          <w:rFonts w:ascii="標楷體" w:eastAsia="標楷體" w:hAnsi="標楷體" w:hint="eastAsia"/>
          <w:b/>
          <w:color w:val="FF0000"/>
        </w:rPr>
        <w:t>：</w:t>
      </w:r>
      <w:r>
        <w:rPr>
          <w:rFonts w:ascii="標楷體" w:eastAsia="標楷體" w:hAnsi="標楷體" w:hint="eastAsia"/>
          <w:b/>
        </w:rPr>
        <w:t>會</w:t>
      </w:r>
      <w:r w:rsidRPr="00431C70">
        <w:rPr>
          <w:rFonts w:ascii="標楷體" w:eastAsia="標楷體" w:hAnsi="標楷體" w:hint="eastAsia"/>
          <w:b/>
        </w:rPr>
        <w:t>『</w:t>
      </w:r>
      <w:r w:rsidRPr="00431C70">
        <w:rPr>
          <w:rFonts w:ascii="標楷體" w:eastAsia="標楷體" w:hAnsi="標楷體"/>
          <w:b/>
        </w:rPr>
        <w:t>20</w:t>
      </w:r>
      <w:r w:rsidRPr="00431C70">
        <w:rPr>
          <w:rFonts w:ascii="標楷體" w:eastAsia="標楷體" w:hAnsi="標楷體" w:hint="eastAsia"/>
          <w:b/>
        </w:rPr>
        <w:t>％</w:t>
      </w:r>
      <w:r w:rsidRPr="00431C70">
        <w:rPr>
          <w:rFonts w:ascii="標楷體" w:eastAsia="標楷體" w:hAnsi="標楷體"/>
          <w:b/>
        </w:rPr>
        <w:t>- 40</w:t>
      </w:r>
      <w:r w:rsidRPr="00431C70">
        <w:rPr>
          <w:rFonts w:ascii="標楷體" w:eastAsia="標楷體" w:hAnsi="標楷體" w:hint="eastAsia"/>
          <w:b/>
        </w:rPr>
        <w:t>％』或『無法通過』。</w:t>
      </w:r>
    </w:p>
    <w:p w:rsidR="00912D81" w:rsidRPr="00431C70" w:rsidRDefault="00912D81" w:rsidP="009C43F0">
      <w:pPr>
        <w:spacing w:line="240" w:lineRule="atLeast"/>
        <w:rPr>
          <w:color w:val="000000"/>
        </w:rPr>
      </w:pPr>
    </w:p>
    <w:p w:rsidR="00912D81" w:rsidRPr="009C43F0" w:rsidRDefault="00912D81" w:rsidP="009C43F0"/>
    <w:sectPr w:rsidR="00912D81" w:rsidRPr="009C43F0" w:rsidSect="00D74A6B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2D81" w:rsidRDefault="00912D81" w:rsidP="006A0080">
      <w:pPr>
        <w:spacing w:line="240" w:lineRule="auto"/>
      </w:pPr>
      <w:r>
        <w:separator/>
      </w:r>
    </w:p>
  </w:endnote>
  <w:endnote w:type="continuationSeparator" w:id="0">
    <w:p w:rsidR="00912D81" w:rsidRDefault="00912D81" w:rsidP="006A008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華康中黑體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2D81" w:rsidRDefault="00912D81" w:rsidP="006A0080">
      <w:pPr>
        <w:spacing w:line="240" w:lineRule="auto"/>
      </w:pPr>
      <w:r>
        <w:separator/>
      </w:r>
    </w:p>
  </w:footnote>
  <w:footnote w:type="continuationSeparator" w:id="0">
    <w:p w:rsidR="00912D81" w:rsidRDefault="00912D81" w:rsidP="006A008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85987"/>
    <w:multiLevelType w:val="hybridMultilevel"/>
    <w:tmpl w:val="87F8AFCE"/>
    <w:lvl w:ilvl="0" w:tplc="93D03A0E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254C17A5"/>
    <w:multiLevelType w:val="hybridMultilevel"/>
    <w:tmpl w:val="5356651A"/>
    <w:lvl w:ilvl="0" w:tplc="59D0E652">
      <w:start w:val="1"/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ascii="標楷體" w:eastAsia="標楷體" w:hAnsi="標楷體" w:hint="eastAsia"/>
        <w:b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>
    <w:nsid w:val="36813826"/>
    <w:multiLevelType w:val="hybridMultilevel"/>
    <w:tmpl w:val="9D82FB5C"/>
    <w:lvl w:ilvl="0" w:tplc="4A8A02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">
    <w:nsid w:val="4A696B8B"/>
    <w:multiLevelType w:val="hybridMultilevel"/>
    <w:tmpl w:val="291CA11E"/>
    <w:lvl w:ilvl="0" w:tplc="FF585CFA">
      <w:start w:val="1"/>
      <w:numFmt w:val="taiwaneseCountingThousand"/>
      <w:lvlText w:val="（%1）"/>
      <w:lvlJc w:val="left"/>
      <w:pPr>
        <w:tabs>
          <w:tab w:val="num" w:pos="2846"/>
        </w:tabs>
        <w:ind w:left="2846" w:hanging="720"/>
      </w:pPr>
      <w:rPr>
        <w:rFonts w:eastAsia="標楷體" w:cs="Times New Roman"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3086"/>
        </w:tabs>
        <w:ind w:left="3086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566"/>
        </w:tabs>
        <w:ind w:left="3566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046"/>
        </w:tabs>
        <w:ind w:left="4046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4526"/>
        </w:tabs>
        <w:ind w:left="4526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06"/>
        </w:tabs>
        <w:ind w:left="5006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86"/>
        </w:tabs>
        <w:ind w:left="5486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5966"/>
        </w:tabs>
        <w:ind w:left="5966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46"/>
        </w:tabs>
        <w:ind w:left="6446" w:hanging="480"/>
      </w:pPr>
      <w:rPr>
        <w:rFonts w:cs="Times New Roman"/>
      </w:rPr>
    </w:lvl>
  </w:abstractNum>
  <w:abstractNum w:abstractNumId="4">
    <w:nsid w:val="4E5E3376"/>
    <w:multiLevelType w:val="hybridMultilevel"/>
    <w:tmpl w:val="3CE6AA10"/>
    <w:lvl w:ilvl="0" w:tplc="548E51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D39E165A">
      <w:start w:val="3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hint="eastAsia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5">
    <w:nsid w:val="4EA71751"/>
    <w:multiLevelType w:val="hybridMultilevel"/>
    <w:tmpl w:val="11F2D7EE"/>
    <w:lvl w:ilvl="0" w:tplc="72E8C5D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>
    <w:nsid w:val="56D97D91"/>
    <w:multiLevelType w:val="hybridMultilevel"/>
    <w:tmpl w:val="2F180342"/>
    <w:lvl w:ilvl="0" w:tplc="A008FF1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D7C234F"/>
    <w:multiLevelType w:val="hybridMultilevel"/>
    <w:tmpl w:val="9528CB4C"/>
    <w:lvl w:ilvl="0" w:tplc="9E9C31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Ansi="Arial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8">
    <w:nsid w:val="74D570E5"/>
    <w:multiLevelType w:val="hybridMultilevel"/>
    <w:tmpl w:val="830A8C74"/>
    <w:lvl w:ilvl="0" w:tplc="081205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9">
    <w:nsid w:val="7AA56EEA"/>
    <w:multiLevelType w:val="hybridMultilevel"/>
    <w:tmpl w:val="43403C52"/>
    <w:lvl w:ilvl="0" w:tplc="A2540B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9"/>
  </w:num>
  <w:num w:numId="5">
    <w:abstractNumId w:val="4"/>
  </w:num>
  <w:num w:numId="6">
    <w:abstractNumId w:val="1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8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4A6B"/>
    <w:rsid w:val="00007DD9"/>
    <w:rsid w:val="000103EF"/>
    <w:rsid w:val="00014E55"/>
    <w:rsid w:val="000238D1"/>
    <w:rsid w:val="00023EFF"/>
    <w:rsid w:val="00030B4E"/>
    <w:rsid w:val="000459C4"/>
    <w:rsid w:val="0004678C"/>
    <w:rsid w:val="00050113"/>
    <w:rsid w:val="00051332"/>
    <w:rsid w:val="00052275"/>
    <w:rsid w:val="000543AD"/>
    <w:rsid w:val="00065C74"/>
    <w:rsid w:val="0007614A"/>
    <w:rsid w:val="00082BAB"/>
    <w:rsid w:val="0008477B"/>
    <w:rsid w:val="00087CCB"/>
    <w:rsid w:val="0009206C"/>
    <w:rsid w:val="00096374"/>
    <w:rsid w:val="000A6267"/>
    <w:rsid w:val="000B7B40"/>
    <w:rsid w:val="000D174F"/>
    <w:rsid w:val="000D60B7"/>
    <w:rsid w:val="000D66DD"/>
    <w:rsid w:val="000E7122"/>
    <w:rsid w:val="000F205A"/>
    <w:rsid w:val="00115F1F"/>
    <w:rsid w:val="00120CB6"/>
    <w:rsid w:val="00122D31"/>
    <w:rsid w:val="00123597"/>
    <w:rsid w:val="0012518B"/>
    <w:rsid w:val="00131247"/>
    <w:rsid w:val="0013357C"/>
    <w:rsid w:val="00134955"/>
    <w:rsid w:val="001442BC"/>
    <w:rsid w:val="00150E98"/>
    <w:rsid w:val="00156363"/>
    <w:rsid w:val="00181EAD"/>
    <w:rsid w:val="0018255E"/>
    <w:rsid w:val="00182970"/>
    <w:rsid w:val="00193185"/>
    <w:rsid w:val="001A23D6"/>
    <w:rsid w:val="001A2D6F"/>
    <w:rsid w:val="001A3A4F"/>
    <w:rsid w:val="001A3A58"/>
    <w:rsid w:val="001A7734"/>
    <w:rsid w:val="001B53F9"/>
    <w:rsid w:val="001B626E"/>
    <w:rsid w:val="001C0CB7"/>
    <w:rsid w:val="001F3A84"/>
    <w:rsid w:val="001F437C"/>
    <w:rsid w:val="00201D11"/>
    <w:rsid w:val="002156A2"/>
    <w:rsid w:val="0023155D"/>
    <w:rsid w:val="0023234F"/>
    <w:rsid w:val="002562B9"/>
    <w:rsid w:val="0025663D"/>
    <w:rsid w:val="00256D77"/>
    <w:rsid w:val="00261D43"/>
    <w:rsid w:val="002657D9"/>
    <w:rsid w:val="002665F6"/>
    <w:rsid w:val="00284E94"/>
    <w:rsid w:val="00297CEC"/>
    <w:rsid w:val="002A24FB"/>
    <w:rsid w:val="002A7973"/>
    <w:rsid w:val="002B12CC"/>
    <w:rsid w:val="002B25B3"/>
    <w:rsid w:val="002C0211"/>
    <w:rsid w:val="002C07CD"/>
    <w:rsid w:val="002C0DBD"/>
    <w:rsid w:val="002C1DDB"/>
    <w:rsid w:val="002D08C0"/>
    <w:rsid w:val="002E0B30"/>
    <w:rsid w:val="002E753C"/>
    <w:rsid w:val="002F15BE"/>
    <w:rsid w:val="002F78F6"/>
    <w:rsid w:val="00303658"/>
    <w:rsid w:val="003076F4"/>
    <w:rsid w:val="003121B6"/>
    <w:rsid w:val="00314657"/>
    <w:rsid w:val="00325BC8"/>
    <w:rsid w:val="0033030B"/>
    <w:rsid w:val="00330EC3"/>
    <w:rsid w:val="00332754"/>
    <w:rsid w:val="0034050A"/>
    <w:rsid w:val="00346961"/>
    <w:rsid w:val="00354F57"/>
    <w:rsid w:val="00360DD1"/>
    <w:rsid w:val="00370DE0"/>
    <w:rsid w:val="00385C63"/>
    <w:rsid w:val="00390F35"/>
    <w:rsid w:val="0039176A"/>
    <w:rsid w:val="00391F5E"/>
    <w:rsid w:val="003B0BD0"/>
    <w:rsid w:val="003B236B"/>
    <w:rsid w:val="003B452C"/>
    <w:rsid w:val="003C7A49"/>
    <w:rsid w:val="003D20E9"/>
    <w:rsid w:val="003D394E"/>
    <w:rsid w:val="003F0AC0"/>
    <w:rsid w:val="003F159D"/>
    <w:rsid w:val="003F527A"/>
    <w:rsid w:val="003F5887"/>
    <w:rsid w:val="0040046B"/>
    <w:rsid w:val="004007FD"/>
    <w:rsid w:val="00426C65"/>
    <w:rsid w:val="00431C70"/>
    <w:rsid w:val="00432C90"/>
    <w:rsid w:val="00434696"/>
    <w:rsid w:val="004363F7"/>
    <w:rsid w:val="00440579"/>
    <w:rsid w:val="00452C31"/>
    <w:rsid w:val="00467058"/>
    <w:rsid w:val="004A7091"/>
    <w:rsid w:val="004B07AA"/>
    <w:rsid w:val="004B3CBE"/>
    <w:rsid w:val="004B7E29"/>
    <w:rsid w:val="004C28C3"/>
    <w:rsid w:val="004F2FC2"/>
    <w:rsid w:val="005128CE"/>
    <w:rsid w:val="005249BB"/>
    <w:rsid w:val="00536803"/>
    <w:rsid w:val="00540B7B"/>
    <w:rsid w:val="005543C5"/>
    <w:rsid w:val="00556D51"/>
    <w:rsid w:val="0056031D"/>
    <w:rsid w:val="00565F83"/>
    <w:rsid w:val="00585DD6"/>
    <w:rsid w:val="0059354A"/>
    <w:rsid w:val="005951CD"/>
    <w:rsid w:val="005A5AB2"/>
    <w:rsid w:val="005B0340"/>
    <w:rsid w:val="005B345C"/>
    <w:rsid w:val="005B3F9C"/>
    <w:rsid w:val="005C2FC1"/>
    <w:rsid w:val="005C3180"/>
    <w:rsid w:val="005C706A"/>
    <w:rsid w:val="005D5D23"/>
    <w:rsid w:val="005D695F"/>
    <w:rsid w:val="005E1AF1"/>
    <w:rsid w:val="005E562A"/>
    <w:rsid w:val="005E66B5"/>
    <w:rsid w:val="005E73BB"/>
    <w:rsid w:val="005F3974"/>
    <w:rsid w:val="006116E2"/>
    <w:rsid w:val="0061756C"/>
    <w:rsid w:val="00634621"/>
    <w:rsid w:val="006371A4"/>
    <w:rsid w:val="00637321"/>
    <w:rsid w:val="006453EA"/>
    <w:rsid w:val="0065200D"/>
    <w:rsid w:val="0065753B"/>
    <w:rsid w:val="00670ABE"/>
    <w:rsid w:val="00670F95"/>
    <w:rsid w:val="00682E8B"/>
    <w:rsid w:val="00686989"/>
    <w:rsid w:val="006967E8"/>
    <w:rsid w:val="006A0080"/>
    <w:rsid w:val="006B10AC"/>
    <w:rsid w:val="006B27E8"/>
    <w:rsid w:val="006B43DE"/>
    <w:rsid w:val="006C684D"/>
    <w:rsid w:val="006D31A7"/>
    <w:rsid w:val="006F0B7D"/>
    <w:rsid w:val="006F3C3D"/>
    <w:rsid w:val="006F42BE"/>
    <w:rsid w:val="007018A0"/>
    <w:rsid w:val="00706CE8"/>
    <w:rsid w:val="007417BC"/>
    <w:rsid w:val="00746416"/>
    <w:rsid w:val="00747BF9"/>
    <w:rsid w:val="00756ECC"/>
    <w:rsid w:val="00776B6F"/>
    <w:rsid w:val="00776CF7"/>
    <w:rsid w:val="00787128"/>
    <w:rsid w:val="00792130"/>
    <w:rsid w:val="007A591D"/>
    <w:rsid w:val="007A5E17"/>
    <w:rsid w:val="007A7FA3"/>
    <w:rsid w:val="007B1E99"/>
    <w:rsid w:val="007B424D"/>
    <w:rsid w:val="007C0D97"/>
    <w:rsid w:val="007C5C8B"/>
    <w:rsid w:val="007C75CC"/>
    <w:rsid w:val="007E1566"/>
    <w:rsid w:val="007E21D6"/>
    <w:rsid w:val="007E2ECE"/>
    <w:rsid w:val="007E6300"/>
    <w:rsid w:val="007F5924"/>
    <w:rsid w:val="007F5A8D"/>
    <w:rsid w:val="0080068F"/>
    <w:rsid w:val="00810BEE"/>
    <w:rsid w:val="00824248"/>
    <w:rsid w:val="008329C0"/>
    <w:rsid w:val="0083545F"/>
    <w:rsid w:val="008371E1"/>
    <w:rsid w:val="008373A3"/>
    <w:rsid w:val="008412ED"/>
    <w:rsid w:val="0084580E"/>
    <w:rsid w:val="00847BE0"/>
    <w:rsid w:val="00851704"/>
    <w:rsid w:val="00862233"/>
    <w:rsid w:val="008653DC"/>
    <w:rsid w:val="00881AD1"/>
    <w:rsid w:val="00881CB3"/>
    <w:rsid w:val="00894319"/>
    <w:rsid w:val="008B66A7"/>
    <w:rsid w:val="008C39BE"/>
    <w:rsid w:val="008E04E6"/>
    <w:rsid w:val="008E41A2"/>
    <w:rsid w:val="008E7752"/>
    <w:rsid w:val="008F2025"/>
    <w:rsid w:val="00912985"/>
    <w:rsid w:val="00912D81"/>
    <w:rsid w:val="0091498F"/>
    <w:rsid w:val="009203C8"/>
    <w:rsid w:val="00920BAD"/>
    <w:rsid w:val="00941262"/>
    <w:rsid w:val="0094537E"/>
    <w:rsid w:val="00955FF8"/>
    <w:rsid w:val="00961AED"/>
    <w:rsid w:val="0096318A"/>
    <w:rsid w:val="009632AF"/>
    <w:rsid w:val="00963A6D"/>
    <w:rsid w:val="009745E9"/>
    <w:rsid w:val="009A2D06"/>
    <w:rsid w:val="009B6317"/>
    <w:rsid w:val="009C43F0"/>
    <w:rsid w:val="009D2C30"/>
    <w:rsid w:val="009D50E2"/>
    <w:rsid w:val="009E4690"/>
    <w:rsid w:val="009E5516"/>
    <w:rsid w:val="009F6747"/>
    <w:rsid w:val="009F7378"/>
    <w:rsid w:val="00A11C25"/>
    <w:rsid w:val="00A129F4"/>
    <w:rsid w:val="00A16587"/>
    <w:rsid w:val="00A17059"/>
    <w:rsid w:val="00A1797F"/>
    <w:rsid w:val="00A23024"/>
    <w:rsid w:val="00A24D43"/>
    <w:rsid w:val="00A27751"/>
    <w:rsid w:val="00A31FC9"/>
    <w:rsid w:val="00A42536"/>
    <w:rsid w:val="00A46ECC"/>
    <w:rsid w:val="00A47429"/>
    <w:rsid w:val="00A531FB"/>
    <w:rsid w:val="00A55248"/>
    <w:rsid w:val="00A55322"/>
    <w:rsid w:val="00A949C0"/>
    <w:rsid w:val="00A97B0B"/>
    <w:rsid w:val="00AB080E"/>
    <w:rsid w:val="00AC004E"/>
    <w:rsid w:val="00AC038F"/>
    <w:rsid w:val="00AC0CA4"/>
    <w:rsid w:val="00AE4069"/>
    <w:rsid w:val="00B02C3C"/>
    <w:rsid w:val="00B10245"/>
    <w:rsid w:val="00B17101"/>
    <w:rsid w:val="00B25E0B"/>
    <w:rsid w:val="00B26439"/>
    <w:rsid w:val="00B26EF7"/>
    <w:rsid w:val="00B27987"/>
    <w:rsid w:val="00B318BA"/>
    <w:rsid w:val="00B31EF4"/>
    <w:rsid w:val="00B355C8"/>
    <w:rsid w:val="00B40ECA"/>
    <w:rsid w:val="00B516A2"/>
    <w:rsid w:val="00B52534"/>
    <w:rsid w:val="00B532CC"/>
    <w:rsid w:val="00B64B1C"/>
    <w:rsid w:val="00B73735"/>
    <w:rsid w:val="00B75F1E"/>
    <w:rsid w:val="00B878F4"/>
    <w:rsid w:val="00B87BC0"/>
    <w:rsid w:val="00B92D5C"/>
    <w:rsid w:val="00B96F0D"/>
    <w:rsid w:val="00BA0202"/>
    <w:rsid w:val="00BA0F14"/>
    <w:rsid w:val="00BA1226"/>
    <w:rsid w:val="00BB4AD7"/>
    <w:rsid w:val="00BB6287"/>
    <w:rsid w:val="00BC590C"/>
    <w:rsid w:val="00BD01E0"/>
    <w:rsid w:val="00BD0A1D"/>
    <w:rsid w:val="00BD1C73"/>
    <w:rsid w:val="00BD49C7"/>
    <w:rsid w:val="00BD78AD"/>
    <w:rsid w:val="00BE0EA3"/>
    <w:rsid w:val="00BE37DD"/>
    <w:rsid w:val="00BE4828"/>
    <w:rsid w:val="00BF2C43"/>
    <w:rsid w:val="00C01C96"/>
    <w:rsid w:val="00C10B73"/>
    <w:rsid w:val="00C13B98"/>
    <w:rsid w:val="00C33116"/>
    <w:rsid w:val="00C35946"/>
    <w:rsid w:val="00C36197"/>
    <w:rsid w:val="00C42107"/>
    <w:rsid w:val="00C52A4D"/>
    <w:rsid w:val="00C565E4"/>
    <w:rsid w:val="00C77F59"/>
    <w:rsid w:val="00C80028"/>
    <w:rsid w:val="00C8300B"/>
    <w:rsid w:val="00C85958"/>
    <w:rsid w:val="00C86089"/>
    <w:rsid w:val="00C866A2"/>
    <w:rsid w:val="00C97EA8"/>
    <w:rsid w:val="00CA22EF"/>
    <w:rsid w:val="00CA6D0C"/>
    <w:rsid w:val="00CC0401"/>
    <w:rsid w:val="00CC4075"/>
    <w:rsid w:val="00CC4287"/>
    <w:rsid w:val="00CC6782"/>
    <w:rsid w:val="00CC6E77"/>
    <w:rsid w:val="00CD303E"/>
    <w:rsid w:val="00CD6CE6"/>
    <w:rsid w:val="00CE1D9C"/>
    <w:rsid w:val="00CE5F1F"/>
    <w:rsid w:val="00CF29DF"/>
    <w:rsid w:val="00CF315A"/>
    <w:rsid w:val="00D00FE7"/>
    <w:rsid w:val="00D07FDC"/>
    <w:rsid w:val="00D100C6"/>
    <w:rsid w:val="00D13A75"/>
    <w:rsid w:val="00D17D60"/>
    <w:rsid w:val="00D41EE9"/>
    <w:rsid w:val="00D43A8A"/>
    <w:rsid w:val="00D458CB"/>
    <w:rsid w:val="00D60963"/>
    <w:rsid w:val="00D73BFB"/>
    <w:rsid w:val="00D73D60"/>
    <w:rsid w:val="00D74A6B"/>
    <w:rsid w:val="00D7622F"/>
    <w:rsid w:val="00D81D79"/>
    <w:rsid w:val="00DA6131"/>
    <w:rsid w:val="00DA7773"/>
    <w:rsid w:val="00DB5A5A"/>
    <w:rsid w:val="00DB5E60"/>
    <w:rsid w:val="00DB6715"/>
    <w:rsid w:val="00DB6962"/>
    <w:rsid w:val="00DB7D98"/>
    <w:rsid w:val="00DC0D4B"/>
    <w:rsid w:val="00DC4089"/>
    <w:rsid w:val="00DD480D"/>
    <w:rsid w:val="00E07570"/>
    <w:rsid w:val="00E134A4"/>
    <w:rsid w:val="00E210BB"/>
    <w:rsid w:val="00E34E7D"/>
    <w:rsid w:val="00E36D06"/>
    <w:rsid w:val="00E552D2"/>
    <w:rsid w:val="00E5532D"/>
    <w:rsid w:val="00E60720"/>
    <w:rsid w:val="00E75F14"/>
    <w:rsid w:val="00E770CA"/>
    <w:rsid w:val="00E90D70"/>
    <w:rsid w:val="00EA2DAB"/>
    <w:rsid w:val="00EB2279"/>
    <w:rsid w:val="00EB545C"/>
    <w:rsid w:val="00EC0854"/>
    <w:rsid w:val="00EC6D12"/>
    <w:rsid w:val="00EC76AC"/>
    <w:rsid w:val="00ED2C6B"/>
    <w:rsid w:val="00EE55B4"/>
    <w:rsid w:val="00EF38EF"/>
    <w:rsid w:val="00EF4481"/>
    <w:rsid w:val="00EF6D37"/>
    <w:rsid w:val="00F13AD8"/>
    <w:rsid w:val="00F13B30"/>
    <w:rsid w:val="00F22445"/>
    <w:rsid w:val="00F265D8"/>
    <w:rsid w:val="00F27763"/>
    <w:rsid w:val="00F360B7"/>
    <w:rsid w:val="00F44AC7"/>
    <w:rsid w:val="00F46ABE"/>
    <w:rsid w:val="00F475F0"/>
    <w:rsid w:val="00F477B5"/>
    <w:rsid w:val="00F72B2E"/>
    <w:rsid w:val="00F8275D"/>
    <w:rsid w:val="00F85360"/>
    <w:rsid w:val="00F9602C"/>
    <w:rsid w:val="00F961CA"/>
    <w:rsid w:val="00FA6507"/>
    <w:rsid w:val="00FD7E62"/>
    <w:rsid w:val="00FE3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內文1"/>
    <w:qFormat/>
    <w:rsid w:val="00EF4481"/>
    <w:pPr>
      <w:spacing w:line="36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9"/>
    <w:qFormat/>
    <w:rsid w:val="00391F5E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F4481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91F5E"/>
    <w:rPr>
      <w:rFonts w:ascii="Cambria" w:eastAsia="新細明體" w:hAnsi="Cambria" w:cs="Times New Roman"/>
      <w:b/>
      <w:bCs/>
      <w:kern w:val="52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F4481"/>
    <w:rPr>
      <w:rFonts w:ascii="Cambria" w:eastAsia="新細明體" w:hAnsi="Cambria" w:cs="Times New Roman"/>
      <w:b/>
      <w:bCs/>
      <w:sz w:val="48"/>
      <w:szCs w:val="48"/>
    </w:rPr>
  </w:style>
  <w:style w:type="paragraph" w:customStyle="1" w:styleId="a">
    <w:name w:val="章"/>
    <w:basedOn w:val="Heading1"/>
    <w:next w:val="a0"/>
    <w:link w:val="a1"/>
    <w:uiPriority w:val="99"/>
    <w:rsid w:val="00EF4481"/>
    <w:pPr>
      <w:spacing w:before="100" w:beforeAutospacing="1" w:after="100" w:afterAutospacing="1" w:line="360" w:lineRule="auto"/>
      <w:jc w:val="center"/>
    </w:pPr>
    <w:rPr>
      <w:sz w:val="36"/>
    </w:rPr>
  </w:style>
  <w:style w:type="character" w:customStyle="1" w:styleId="a1">
    <w:name w:val="章 字元"/>
    <w:basedOn w:val="Heading1Char"/>
    <w:link w:val="a"/>
    <w:uiPriority w:val="99"/>
    <w:locked/>
    <w:rsid w:val="00EF4481"/>
  </w:style>
  <w:style w:type="paragraph" w:customStyle="1" w:styleId="a0">
    <w:name w:val="節"/>
    <w:basedOn w:val="Heading2"/>
    <w:next w:val="Normal"/>
    <w:link w:val="a2"/>
    <w:uiPriority w:val="99"/>
    <w:rsid w:val="00EF4481"/>
    <w:pPr>
      <w:spacing w:line="360" w:lineRule="auto"/>
      <w:jc w:val="left"/>
    </w:pPr>
    <w:rPr>
      <w:sz w:val="32"/>
    </w:rPr>
  </w:style>
  <w:style w:type="character" w:customStyle="1" w:styleId="a2">
    <w:name w:val="節 字元"/>
    <w:basedOn w:val="Heading2Char"/>
    <w:link w:val="a0"/>
    <w:uiPriority w:val="99"/>
    <w:locked/>
    <w:rsid w:val="00EF4481"/>
  </w:style>
  <w:style w:type="paragraph" w:customStyle="1" w:styleId="a3">
    <w:name w:val="圖"/>
    <w:basedOn w:val="Normal"/>
    <w:link w:val="a4"/>
    <w:uiPriority w:val="99"/>
    <w:rsid w:val="00EF4481"/>
    <w:pPr>
      <w:jc w:val="center"/>
    </w:pPr>
  </w:style>
  <w:style w:type="character" w:customStyle="1" w:styleId="a4">
    <w:name w:val="圖 字元"/>
    <w:basedOn w:val="DefaultParagraphFont"/>
    <w:link w:val="a3"/>
    <w:uiPriority w:val="99"/>
    <w:locked/>
    <w:rsid w:val="00EF4481"/>
    <w:rPr>
      <w:rFonts w:cs="Times New Roman"/>
    </w:rPr>
  </w:style>
  <w:style w:type="paragraph" w:customStyle="1" w:styleId="2">
    <w:name w:val="內文2"/>
    <w:basedOn w:val="Normal"/>
    <w:link w:val="20"/>
    <w:uiPriority w:val="99"/>
    <w:rsid w:val="00EF4481"/>
    <w:pPr>
      <w:spacing w:line="240" w:lineRule="auto"/>
      <w:jc w:val="left"/>
    </w:pPr>
  </w:style>
  <w:style w:type="character" w:customStyle="1" w:styleId="20">
    <w:name w:val="內文2 字元"/>
    <w:basedOn w:val="DefaultParagraphFont"/>
    <w:link w:val="2"/>
    <w:uiPriority w:val="99"/>
    <w:locked/>
    <w:rsid w:val="00EF4481"/>
    <w:rPr>
      <w:rFonts w:cs="Times New Roman"/>
    </w:rPr>
  </w:style>
  <w:style w:type="paragraph" w:styleId="ListParagraph">
    <w:name w:val="List Paragraph"/>
    <w:basedOn w:val="Normal"/>
    <w:uiPriority w:val="99"/>
    <w:qFormat/>
    <w:rsid w:val="00D74A6B"/>
    <w:pPr>
      <w:ind w:leftChars="200" w:left="480"/>
    </w:pPr>
  </w:style>
  <w:style w:type="paragraph" w:styleId="Header">
    <w:name w:val="header"/>
    <w:basedOn w:val="Normal"/>
    <w:link w:val="HeaderChar"/>
    <w:uiPriority w:val="99"/>
    <w:semiHidden/>
    <w:rsid w:val="006A00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A0080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6A00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A0080"/>
    <w:rPr>
      <w:rFonts w:cs="Times New Roman"/>
      <w:sz w:val="20"/>
      <w:szCs w:val="20"/>
    </w:rPr>
  </w:style>
  <w:style w:type="paragraph" w:styleId="NoteHeading">
    <w:name w:val="Note Heading"/>
    <w:basedOn w:val="Normal"/>
    <w:next w:val="Normal"/>
    <w:link w:val="NoteHeadingChar"/>
    <w:uiPriority w:val="99"/>
    <w:rsid w:val="001A2D6F"/>
    <w:pPr>
      <w:jc w:val="center"/>
    </w:pPr>
    <w:rPr>
      <w:color w:val="000000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locked/>
    <w:rsid w:val="00A31FC9"/>
    <w:rPr>
      <w:rFonts w:cs="Times New Roman"/>
    </w:rPr>
  </w:style>
  <w:style w:type="paragraph" w:styleId="Closing">
    <w:name w:val="Closing"/>
    <w:basedOn w:val="Normal"/>
    <w:link w:val="ClosingChar"/>
    <w:uiPriority w:val="99"/>
    <w:rsid w:val="001A2D6F"/>
    <w:pPr>
      <w:ind w:leftChars="1800" w:left="100"/>
    </w:pPr>
    <w:rPr>
      <w:color w:val="000000"/>
    </w:rPr>
  </w:style>
  <w:style w:type="character" w:customStyle="1" w:styleId="ClosingChar">
    <w:name w:val="Closing Char"/>
    <w:basedOn w:val="DefaultParagraphFont"/>
    <w:link w:val="Closing"/>
    <w:uiPriority w:val="99"/>
    <w:semiHidden/>
    <w:locked/>
    <w:rsid w:val="00A31FC9"/>
    <w:rPr>
      <w:rFonts w:cs="Times New Roman"/>
    </w:rPr>
  </w:style>
  <w:style w:type="paragraph" w:customStyle="1" w:styleId="1">
    <w:name w:val="1.標題文字"/>
    <w:basedOn w:val="Normal"/>
    <w:uiPriority w:val="99"/>
    <w:rsid w:val="00EB545C"/>
    <w:pPr>
      <w:widowControl w:val="0"/>
      <w:spacing w:line="240" w:lineRule="auto"/>
      <w:jc w:val="center"/>
    </w:pPr>
    <w:rPr>
      <w:rFonts w:ascii="華康中黑體" w:eastAsia="華康中黑體" w:hAnsi="Times New Roman"/>
      <w:sz w:val="28"/>
      <w:szCs w:val="20"/>
    </w:rPr>
  </w:style>
  <w:style w:type="paragraph" w:customStyle="1" w:styleId="4123">
    <w:name w:val="4.【教學目標】內文字（1.2.3.）"/>
    <w:next w:val="2"/>
    <w:uiPriority w:val="99"/>
    <w:rsid w:val="00634621"/>
    <w:pPr>
      <w:widowControl w:val="0"/>
      <w:tabs>
        <w:tab w:val="left" w:pos="142"/>
      </w:tabs>
      <w:spacing w:line="220" w:lineRule="exact"/>
      <w:ind w:left="227" w:right="57" w:hanging="170"/>
    </w:pPr>
    <w:rPr>
      <w:rFonts w:ascii="新細明體" w:hAnsi="Courier New"/>
      <w:sz w:val="16"/>
      <w:szCs w:val="20"/>
    </w:rPr>
  </w:style>
  <w:style w:type="paragraph" w:styleId="PlainText">
    <w:name w:val="Plain Text"/>
    <w:basedOn w:val="Normal"/>
    <w:link w:val="PlainTextChar"/>
    <w:uiPriority w:val="99"/>
    <w:semiHidden/>
    <w:rsid w:val="00634621"/>
    <w:rPr>
      <w:rFonts w:ascii="細明體" w:eastAsia="細明體" w:hAnsi="Courier New" w:cs="Courier New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634621"/>
    <w:rPr>
      <w:rFonts w:ascii="細明體" w:eastAsia="細明體" w:hAnsi="Courier New" w:cs="Courier New"/>
      <w:sz w:val="24"/>
      <w:szCs w:val="24"/>
    </w:rPr>
  </w:style>
  <w:style w:type="paragraph" w:customStyle="1" w:styleId="5">
    <w:name w:val="5.【十大能力指標】內文字（一、二、三、）"/>
    <w:basedOn w:val="Normal"/>
    <w:uiPriority w:val="99"/>
    <w:rsid w:val="00B355C8"/>
    <w:pPr>
      <w:widowControl w:val="0"/>
      <w:tabs>
        <w:tab w:val="left" w:pos="329"/>
      </w:tabs>
      <w:spacing w:line="240" w:lineRule="exact"/>
      <w:ind w:left="397" w:right="57" w:hanging="340"/>
    </w:pPr>
    <w:rPr>
      <w:rFonts w:ascii="Times New Roman" w:hAnsi="Times New Roman"/>
      <w:sz w:val="16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rsid w:val="006F3C3D"/>
    <w:pPr>
      <w:widowControl w:val="0"/>
      <w:spacing w:after="120" w:line="240" w:lineRule="auto"/>
      <w:ind w:leftChars="200" w:left="480"/>
      <w:jc w:val="left"/>
    </w:pPr>
    <w:rPr>
      <w:rFonts w:ascii="Times New Roman" w:hAnsi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6F3C3D"/>
    <w:rPr>
      <w:rFonts w:ascii="Times New Roman" w:hAnsi="Times New Roman" w:cs="Times New Roman"/>
      <w:sz w:val="16"/>
      <w:szCs w:val="16"/>
    </w:rPr>
  </w:style>
  <w:style w:type="paragraph" w:styleId="Salutation">
    <w:name w:val="Salutation"/>
    <w:basedOn w:val="Normal"/>
    <w:next w:val="Normal"/>
    <w:link w:val="SalutationChar1"/>
    <w:uiPriority w:val="99"/>
    <w:rsid w:val="00540B7B"/>
    <w:pPr>
      <w:widowControl w:val="0"/>
      <w:spacing w:line="240" w:lineRule="auto"/>
      <w:jc w:val="left"/>
    </w:pPr>
    <w:rPr>
      <w:rFonts w:ascii="Times New Roman" w:hAnsi="Times New Roman"/>
      <w:szCs w:val="20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sid w:val="00440579"/>
    <w:rPr>
      <w:rFonts w:cs="Times New Roman"/>
    </w:rPr>
  </w:style>
  <w:style w:type="character" w:customStyle="1" w:styleId="SalutationChar1">
    <w:name w:val="Salutation Char1"/>
    <w:basedOn w:val="DefaultParagraphFont"/>
    <w:link w:val="Salutation"/>
    <w:uiPriority w:val="99"/>
    <w:locked/>
    <w:rsid w:val="00540B7B"/>
    <w:rPr>
      <w:rFonts w:eastAsia="新細明體" w:cs="Times New Roman"/>
      <w:kern w:val="2"/>
      <w:sz w:val="24"/>
      <w:lang w:val="en-US" w:eastAsia="zh-TW" w:bidi="ar-SA"/>
    </w:rPr>
  </w:style>
  <w:style w:type="paragraph" w:customStyle="1" w:styleId="a5">
    <w:name w:val="清單段落"/>
    <w:basedOn w:val="Normal"/>
    <w:uiPriority w:val="99"/>
    <w:rsid w:val="00CA22EF"/>
    <w:pPr>
      <w:widowControl w:val="0"/>
      <w:spacing w:line="240" w:lineRule="auto"/>
      <w:ind w:leftChars="200" w:left="48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51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4</Pages>
  <Words>379</Words>
  <Characters>2166</Characters>
  <Application>Microsoft Office Outlook</Application>
  <DocSecurity>0</DocSecurity>
  <Lines>0</Lines>
  <Paragraphs>0</Paragraphs>
  <ScaleCrop>false</ScaleCrop>
  <Company>Toshiba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新北市○○國小</dc:title>
  <dc:subject/>
  <dc:creator>user</dc:creator>
  <cp:keywords/>
  <dc:description/>
  <cp:lastModifiedBy>rsce</cp:lastModifiedBy>
  <cp:revision>11</cp:revision>
  <cp:lastPrinted>2013-10-01T09:18:00Z</cp:lastPrinted>
  <dcterms:created xsi:type="dcterms:W3CDTF">2014-01-05T05:26:00Z</dcterms:created>
  <dcterms:modified xsi:type="dcterms:W3CDTF">2014-01-09T10:40:00Z</dcterms:modified>
</cp:coreProperties>
</file>