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39" w:rsidRPr="0061756C" w:rsidRDefault="00E85639" w:rsidP="0030741B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>
        <w:rPr>
          <w:rFonts w:ascii="新細明體" w:hAnsi="新細明體" w:hint="eastAsia"/>
          <w:b/>
          <w:color w:val="000000"/>
        </w:rPr>
        <w:t>網溪</w:t>
      </w:r>
      <w:r w:rsidRPr="0061756C">
        <w:rPr>
          <w:rFonts w:ascii="新細明體" w:hAnsi="新細明體" w:hint="eastAsia"/>
          <w:b/>
          <w:bCs/>
          <w:color w:val="000000"/>
        </w:rPr>
        <w:t>國小</w:t>
      </w:r>
    </w:p>
    <w:p w:rsidR="00E85639" w:rsidRPr="0061756C" w:rsidRDefault="00E85639" w:rsidP="0030741B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 w:hint="eastAsia"/>
          <w:b/>
          <w:bCs/>
          <w:color w:val="000000"/>
        </w:rPr>
        <w:t>一○二</w:t>
      </w:r>
      <w:r w:rsidRPr="0061756C">
        <w:rPr>
          <w:rFonts w:ascii="新細明體" w:hAnsi="新細明體" w:hint="eastAsia"/>
          <w:b/>
          <w:bCs/>
          <w:color w:val="000000"/>
        </w:rPr>
        <w:t>學年度第一學期</w:t>
      </w:r>
      <w:r>
        <w:rPr>
          <w:rFonts w:ascii="新細明體" w:hAnsi="新細明體" w:hint="eastAsia"/>
          <w:b/>
          <w:bCs/>
          <w:color w:val="000000"/>
        </w:rPr>
        <w:t>特殊教育</w:t>
      </w:r>
      <w:r w:rsidRPr="0024476C">
        <w:rPr>
          <w:rFonts w:ascii="標楷體" w:eastAsia="標楷體" w:hAnsi="標楷體" w:hint="eastAsia"/>
          <w:b/>
          <w:color w:val="000000"/>
        </w:rPr>
        <w:t>特殊需求領域</w:t>
      </w:r>
      <w:r>
        <w:rPr>
          <w:rFonts w:ascii="新細明體" w:hAnsi="新細明體" w:hint="eastAsia"/>
          <w:b/>
          <w:bCs/>
          <w:color w:val="000000"/>
        </w:rPr>
        <w:t>課程</w:t>
      </w:r>
      <w:r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909" w:type="pct"/>
        <w:jc w:val="center"/>
        <w:tblCellSpacing w:w="0" w:type="dxa"/>
        <w:tblInd w:w="-32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400"/>
        <w:gridCol w:w="5235"/>
      </w:tblGrid>
      <w:tr w:rsidR="00E85639" w:rsidRPr="0061756C" w:rsidTr="00484C92">
        <w:trPr>
          <w:trHeight w:val="300"/>
          <w:tblCellSpacing w:w="0" w:type="dxa"/>
          <w:jc w:val="center"/>
        </w:trPr>
        <w:tc>
          <w:tcPr>
            <w:tcW w:w="5400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E85639" w:rsidRPr="0061756C" w:rsidRDefault="00E85639" w:rsidP="00C57122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領域</w:t>
            </w:r>
            <w:r>
              <w:rPr>
                <w:rFonts w:hint="eastAsia"/>
                <w:color w:val="000000"/>
              </w:rPr>
              <w:t>：</w:t>
            </w:r>
            <w:r w:rsidRPr="0024476C">
              <w:rPr>
                <w:rFonts w:ascii="標楷體" w:eastAsia="標楷體" w:hAnsi="標楷體" w:hint="eastAsia"/>
                <w:b/>
                <w:color w:val="000000"/>
              </w:rPr>
              <w:t>特殊需求領域</w:t>
            </w:r>
            <w:r w:rsidRPr="0024476C">
              <w:rPr>
                <w:rFonts w:ascii="標楷體" w:eastAsia="標楷體" w:hAnsi="標楷體"/>
                <w:b/>
                <w:color w:val="000000"/>
              </w:rPr>
              <w:t xml:space="preserve"> – </w:t>
            </w:r>
            <w:r w:rsidRPr="0024476C">
              <w:rPr>
                <w:rFonts w:ascii="標楷體" w:eastAsia="標楷體" w:hAnsi="標楷體" w:hint="eastAsia"/>
                <w:b/>
                <w:color w:val="000000"/>
              </w:rPr>
              <w:t>社會技巧</w:t>
            </w:r>
          </w:p>
        </w:tc>
        <w:tc>
          <w:tcPr>
            <w:tcW w:w="5235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  <w:vAlign w:val="center"/>
          </w:tcPr>
          <w:p w:rsidR="00E85639" w:rsidRPr="0061756C" w:rsidRDefault="00E85639" w:rsidP="00C57122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>
              <w:rPr>
                <w:rFonts w:hint="eastAsia"/>
                <w:color w:val="000000"/>
              </w:rPr>
              <w:t>組別：一二年級組</w:t>
            </w:r>
          </w:p>
        </w:tc>
      </w:tr>
      <w:tr w:rsidR="00E85639" w:rsidRPr="0061756C" w:rsidTr="00484C92">
        <w:trPr>
          <w:trHeight w:val="300"/>
          <w:tblCellSpacing w:w="0" w:type="dxa"/>
          <w:jc w:val="center"/>
        </w:trPr>
        <w:tc>
          <w:tcPr>
            <w:tcW w:w="5400" w:type="dxa"/>
            <w:tcBorders>
              <w:top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E85639" w:rsidRPr="008C39BE" w:rsidRDefault="00E85639" w:rsidP="00C57122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教學者</w:t>
            </w:r>
            <w:r>
              <w:rPr>
                <w:rFonts w:hint="eastAsia"/>
                <w:color w:val="000000"/>
              </w:rPr>
              <w:t>：</w:t>
            </w:r>
            <w:r w:rsidRPr="002A31AE">
              <w:rPr>
                <w:rFonts w:ascii="標楷體" w:eastAsia="標楷體" w:hAnsi="標楷體" w:hint="eastAsia"/>
                <w:b/>
                <w:color w:val="000000"/>
              </w:rPr>
              <w:t>徐淑玲</w:t>
            </w:r>
            <w:r w:rsidRPr="002A31AE">
              <w:rPr>
                <w:rFonts w:ascii="標楷體" w:eastAsia="標楷體" w:hAnsi="標楷體"/>
                <w:b/>
                <w:color w:val="000000"/>
              </w:rPr>
              <w:t>/</w:t>
            </w:r>
            <w:r w:rsidRPr="002A31AE">
              <w:rPr>
                <w:rFonts w:ascii="標楷體" w:eastAsia="標楷體" w:hAnsi="標楷體" w:hint="eastAsia"/>
                <w:b/>
                <w:color w:val="000000"/>
              </w:rPr>
              <w:t>張瀞方</w:t>
            </w:r>
          </w:p>
        </w:tc>
        <w:tc>
          <w:tcPr>
            <w:tcW w:w="5235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</w:tcBorders>
          </w:tcPr>
          <w:p w:rsidR="00E85639" w:rsidRPr="0061756C" w:rsidRDefault="00E85639" w:rsidP="00C5712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每週上課節數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節課</w:t>
            </w:r>
          </w:p>
        </w:tc>
      </w:tr>
      <w:tr w:rsidR="00E85639" w:rsidRPr="0061756C" w:rsidTr="00484C92">
        <w:trPr>
          <w:trHeight w:val="300"/>
          <w:tblCellSpacing w:w="0" w:type="dxa"/>
          <w:jc w:val="center"/>
        </w:trPr>
        <w:tc>
          <w:tcPr>
            <w:tcW w:w="10635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E85639" w:rsidRPr="0061756C" w:rsidRDefault="00E85639" w:rsidP="00C57122">
            <w:pPr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教學對象</w:t>
            </w:r>
            <w:r>
              <w:rPr>
                <w:rFonts w:hint="eastAsia"/>
                <w:color w:val="000000"/>
              </w:rPr>
              <w:t>：一二年級，共</w:t>
            </w:r>
            <w:r>
              <w:rPr>
                <w:color w:val="000000"/>
              </w:rPr>
              <w:t>4</w:t>
            </w:r>
            <w:r w:rsidRPr="0007614A">
              <w:rPr>
                <w:rFonts w:hint="eastAsia"/>
                <w:color w:val="000000"/>
              </w:rPr>
              <w:t>人</w:t>
            </w:r>
            <w:r w:rsidRPr="00686081">
              <w:rPr>
                <w:rFonts w:ascii="標楷體" w:eastAsia="標楷體" w:hAnsi="標楷體"/>
                <w:color w:val="000000"/>
              </w:rPr>
              <w:t>(</w:t>
            </w:r>
            <w:r w:rsidRPr="00686081">
              <w:rPr>
                <w:rFonts w:ascii="標楷體" w:eastAsia="標楷體" w:hAnsi="標楷體" w:hint="eastAsia"/>
                <w:color w:val="000000"/>
                <w:szCs w:val="24"/>
              </w:rPr>
              <w:t>陳擷安</w:t>
            </w:r>
            <w:r w:rsidRPr="00686081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686081">
              <w:rPr>
                <w:rFonts w:ascii="標楷體" w:eastAsia="標楷體" w:hAnsi="標楷體" w:hint="eastAsia"/>
                <w:color w:val="000000"/>
                <w:szCs w:val="24"/>
              </w:rPr>
              <w:t>范文龍</w:t>
            </w:r>
            <w:r w:rsidRPr="00686081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686081">
              <w:rPr>
                <w:rFonts w:ascii="標楷體" w:eastAsia="標楷體" w:hAnsi="標楷體" w:hint="eastAsia"/>
                <w:color w:val="000000"/>
                <w:szCs w:val="24"/>
              </w:rPr>
              <w:t>陳彥廷</w:t>
            </w:r>
            <w:r w:rsidRPr="00686081">
              <w:rPr>
                <w:rFonts w:ascii="標楷體" w:eastAsia="標楷體" w:hAnsi="標楷體"/>
                <w:color w:val="000000"/>
                <w:szCs w:val="24"/>
              </w:rPr>
              <w:t xml:space="preserve">  </w:t>
            </w:r>
            <w:r w:rsidRPr="00686081">
              <w:rPr>
                <w:rFonts w:ascii="標楷體" w:eastAsia="標楷體" w:hAnsi="標楷體" w:hint="eastAsia"/>
                <w:color w:val="000000"/>
                <w:szCs w:val="24"/>
              </w:rPr>
              <w:t>孫若慈</w:t>
            </w:r>
            <w:r w:rsidRPr="00686081">
              <w:rPr>
                <w:rFonts w:ascii="標楷體" w:eastAsia="標楷體" w:hAnsi="標楷體"/>
                <w:color w:val="000000"/>
              </w:rPr>
              <w:t>)</w:t>
            </w:r>
          </w:p>
        </w:tc>
      </w:tr>
      <w:tr w:rsidR="00E85639" w:rsidRPr="0061756C" w:rsidTr="00484C92">
        <w:trPr>
          <w:trHeight w:val="300"/>
          <w:tblCellSpacing w:w="0" w:type="dxa"/>
          <w:jc w:val="center"/>
        </w:trPr>
        <w:tc>
          <w:tcPr>
            <w:tcW w:w="10635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575"/>
            </w:tblGrid>
            <w:tr w:rsidR="00E85639" w:rsidRPr="0091498F" w:rsidTr="00C57122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E85639" w:rsidRPr="0091498F" w:rsidRDefault="00E85639" w:rsidP="00C57122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91498F">
                    <w:rPr>
                      <w:rFonts w:ascii="標楷體" w:eastAsia="標楷體" w:hAnsi="標楷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91498F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課程目的</w:t>
                  </w:r>
                </w:p>
              </w:tc>
            </w:tr>
            <w:tr w:rsidR="00E85639" w:rsidRPr="0091498F" w:rsidTr="00C57122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E85639" w:rsidRDefault="00E85639" w:rsidP="00C57122">
                  <w:pPr>
                    <w:pStyle w:val="1"/>
                    <w:jc w:val="left"/>
                    <w:rPr>
                      <w:rFonts w:ascii="標楷體" w:eastAsia="標楷體" w:hAnsi="標楷體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color w:val="000000"/>
                      <w:sz w:val="24"/>
                      <w:szCs w:val="24"/>
                    </w:rPr>
                    <w:t>.</w:t>
                  </w:r>
                  <w:r w:rsidRPr="00BA1AC2">
                    <w:rPr>
                      <w:rFonts w:ascii="標楷體" w:eastAsia="標楷體" w:hAnsi="標楷體" w:hint="eastAsia"/>
                      <w:b/>
                      <w:color w:val="000000"/>
                      <w:sz w:val="24"/>
                      <w:szCs w:val="24"/>
                    </w:rPr>
                    <w:t>設計實用性課程，課程著重培養人際溝通的社會行為，與特殊需求學生溝通能力之提升，</w:t>
                  </w:r>
                </w:p>
                <w:p w:rsidR="00E85639" w:rsidRPr="0091498F" w:rsidRDefault="00E85639" w:rsidP="00C57122">
                  <w:pPr>
                    <w:pStyle w:val="1"/>
                    <w:jc w:val="left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color w:val="000000"/>
                      <w:sz w:val="24"/>
                      <w:szCs w:val="24"/>
                    </w:rPr>
                    <w:t xml:space="preserve">    </w:t>
                  </w:r>
                  <w:r w:rsidRPr="00BA1AC2">
                    <w:rPr>
                      <w:rFonts w:ascii="標楷體" w:eastAsia="標楷體" w:hAnsi="標楷體" w:hint="eastAsia"/>
                      <w:b/>
                      <w:color w:val="000000"/>
                      <w:sz w:val="24"/>
                      <w:szCs w:val="24"/>
                    </w:rPr>
                    <w:t>讓學生能有更好的能力融入社會。</w:t>
                  </w:r>
                </w:p>
              </w:tc>
            </w:tr>
          </w:tbl>
          <w:p w:rsidR="00E85639" w:rsidRPr="0091498F" w:rsidRDefault="00E85639" w:rsidP="00C57122">
            <w:pPr>
              <w:spacing w:line="240" w:lineRule="auto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E85639" w:rsidRPr="0061756C" w:rsidTr="00484C92">
        <w:trPr>
          <w:trHeight w:val="300"/>
          <w:tblCellSpacing w:w="0" w:type="dxa"/>
          <w:jc w:val="center"/>
        </w:trPr>
        <w:tc>
          <w:tcPr>
            <w:tcW w:w="10635" w:type="dxa"/>
            <w:gridSpan w:val="2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0575"/>
            </w:tblGrid>
            <w:tr w:rsidR="00E85639" w:rsidRPr="0091498F" w:rsidTr="00C57122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E85639" w:rsidRPr="0091498F" w:rsidRDefault="00E85639" w:rsidP="00C57122">
                  <w:pPr>
                    <w:spacing w:line="240" w:lineRule="auto"/>
                    <w:rPr>
                      <w:rFonts w:ascii="標楷體" w:eastAsia="標楷體" w:hAnsi="標楷體"/>
                      <w:b/>
                      <w:color w:val="000000"/>
                      <w:szCs w:val="24"/>
                    </w:rPr>
                  </w:pPr>
                  <w:r w:rsidRPr="0091498F">
                    <w:rPr>
                      <w:rFonts w:ascii="標楷體" w:eastAsia="標楷體" w:hAnsi="標楷體"/>
                      <w:b/>
                      <w:bCs/>
                      <w:color w:val="000000"/>
                      <w:szCs w:val="24"/>
                      <w:u w:val="single"/>
                    </w:rPr>
                    <w:t>*</w:t>
                  </w:r>
                  <w:r w:rsidRPr="0091498F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本領域學習目標</w:t>
                  </w:r>
                  <w:r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（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自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</w:t>
                  </w:r>
                  <w:r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1"/>
                      <w:attr w:name="Month" w:val="2"/>
                      <w:attr w:name="Year" w:val="2014"/>
                    </w:smartTagP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11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起至</w:t>
                  </w:r>
                  <w:r w:rsidRPr="005C706A">
                    <w:rPr>
                      <w:rFonts w:ascii="標楷體" w:eastAsia="標楷體" w:hAnsi="標楷體" w:cs="標楷體"/>
                      <w:b/>
                      <w:szCs w:val="24"/>
                      <w:u w:val="single"/>
                    </w:rPr>
                    <w:t>103</w:t>
                  </w:r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年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2"/>
                      <w:attr w:name="Year" w:val="2002"/>
                    </w:smartTagP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6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月</w:t>
                    </w:r>
                    <w:r w:rsidRPr="005C706A">
                      <w:rPr>
                        <w:rFonts w:ascii="標楷體" w:eastAsia="標楷體" w:hAnsi="標楷體" w:cs="標楷體"/>
                        <w:b/>
                        <w:szCs w:val="24"/>
                        <w:u w:val="single"/>
                      </w:rPr>
                      <w:t>28</w:t>
                    </w:r>
                    <w:r w:rsidRPr="005C706A">
                      <w:rPr>
                        <w:rFonts w:ascii="標楷體" w:eastAsia="標楷體" w:hAnsi="標楷體" w:cs="標楷體" w:hint="eastAsia"/>
                        <w:b/>
                        <w:szCs w:val="24"/>
                        <w:u w:val="single"/>
                      </w:rPr>
                      <w:t>日</w:t>
                    </w:r>
                  </w:smartTag>
                  <w:r w:rsidRPr="005C706A">
                    <w:rPr>
                      <w:rFonts w:ascii="標楷體" w:eastAsia="標楷體" w:hAnsi="標楷體" w:cs="標楷體" w:hint="eastAsia"/>
                      <w:b/>
                      <w:szCs w:val="24"/>
                      <w:u w:val="single"/>
                    </w:rPr>
                    <w:t>前</w:t>
                  </w:r>
                  <w:r w:rsidRPr="005C706A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Cs w:val="24"/>
                      <w:u w:val="single"/>
                    </w:rPr>
                    <w:t>）</w:t>
                  </w:r>
                </w:p>
              </w:tc>
            </w:tr>
            <w:tr w:rsidR="00E85639" w:rsidRPr="0091498F" w:rsidTr="00C57122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E85639" w:rsidRPr="00231A55" w:rsidRDefault="00E85639" w:rsidP="00231A55">
                  <w:pPr>
                    <w:pStyle w:val="Default"/>
                    <w:rPr>
                      <w:rFonts w:ascii="標楷體" w:eastAsia="標楷體" w:hAnsi="標楷體" w:cs="標楷體"/>
                      <w:b/>
                      <w:sz w:val="28"/>
                      <w:szCs w:val="28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231A55">
                      <w:rPr>
                        <w:rFonts w:ascii="標楷體" w:eastAsia="標楷體" w:hAnsi="標楷體"/>
                        <w:b/>
                        <w:sz w:val="28"/>
                        <w:szCs w:val="28"/>
                      </w:rPr>
                      <w:t>2-1-2</w:t>
                    </w:r>
                  </w:smartTag>
                  <w:r w:rsidRPr="00231A55"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  <w:t xml:space="preserve"> </w:t>
                  </w:r>
                  <w:r w:rsidRPr="00231A55">
                    <w:rPr>
                      <w:rFonts w:ascii="標楷體" w:eastAsia="標楷體" w:hAnsi="標楷體" w:cs="標楷體" w:hint="eastAsia"/>
                      <w:b/>
                      <w:sz w:val="28"/>
                      <w:szCs w:val="28"/>
                    </w:rPr>
                    <w:t>人際互動技巧</w:t>
                  </w:r>
                  <w:r w:rsidRPr="00231A55">
                    <w:rPr>
                      <w:rFonts w:ascii="標楷體" w:eastAsia="標楷體" w:hAnsi="標楷體" w:cs="標楷體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E85639" w:rsidRPr="006F6027" w:rsidRDefault="00E85639" w:rsidP="00231A55">
                  <w:pPr>
                    <w:pStyle w:val="Default"/>
                    <w:rPr>
                      <w:rFonts w:ascii="標楷體" w:eastAsia="標楷體" w:hAnsi="標楷體" w:cs="標楷體"/>
                      <w:b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</w:rPr>
                    <w:t>-1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能在遇到認識的人時主動打招呼</w:t>
                  </w:r>
                </w:p>
                <w:p w:rsidR="00E85639" w:rsidRPr="006F6027" w:rsidRDefault="00E85639" w:rsidP="00231A55">
                  <w:pPr>
                    <w:pStyle w:val="Default"/>
                    <w:rPr>
                      <w:rFonts w:ascii="標楷體" w:eastAsia="標楷體" w:hAnsi="標楷體" w:cs="標楷體"/>
                      <w:b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</w:rPr>
                    <w:t>-2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能適當回應他人的問候</w:t>
                  </w:r>
                  <w:r w:rsidRPr="006F6027">
                    <w:rPr>
                      <w:rFonts w:ascii="標楷體" w:eastAsia="標楷體" w:hAnsi="標楷體" w:cs="標楷體"/>
                      <w:b/>
                    </w:rPr>
                    <w:t xml:space="preserve"> </w:t>
                  </w:r>
                </w:p>
                <w:p w:rsidR="00E85639" w:rsidRPr="006F6027" w:rsidRDefault="00E85639" w:rsidP="00231A55">
                  <w:pPr>
                    <w:pStyle w:val="Default"/>
                    <w:rPr>
                      <w:rFonts w:ascii="標楷體" w:eastAsia="標楷體" w:hAnsi="標楷體" w:cs="標楷體"/>
                      <w:b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</w:rPr>
                    <w:t>-3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能對他人作簡單的自我介紹（如：姓名、尌讀學校或班級等基本</w:t>
                  </w:r>
                  <w:r w:rsidRPr="006F6027">
                    <w:rPr>
                      <w:rFonts w:ascii="標楷體" w:eastAsia="標楷體" w:hAnsi="標楷體" w:cs="標楷體"/>
                      <w:b/>
                    </w:rPr>
                    <w:t xml:space="preserve"> 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資料等）</w:t>
                  </w:r>
                  <w:r w:rsidRPr="006F6027">
                    <w:rPr>
                      <w:rFonts w:ascii="標楷體" w:eastAsia="標楷體" w:hAnsi="標楷體" w:cs="標楷體"/>
                      <w:b/>
                    </w:rPr>
                    <w:t xml:space="preserve"> </w:t>
                  </w:r>
                </w:p>
                <w:p w:rsidR="00E85639" w:rsidRPr="006F6027" w:rsidRDefault="00E85639" w:rsidP="00231A55">
                  <w:pPr>
                    <w:pStyle w:val="Default"/>
                    <w:rPr>
                      <w:rFonts w:ascii="標楷體" w:eastAsia="標楷體" w:hAnsi="標楷體" w:cs="標楷體"/>
                      <w:b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</w:rPr>
                    <w:t>-4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能表達每個人都有獨特的地方，交友時不以單一標準或條件來選</w:t>
                  </w:r>
                  <w:r w:rsidRPr="006F6027">
                    <w:rPr>
                      <w:rFonts w:ascii="標楷體" w:eastAsia="標楷體" w:hAnsi="標楷體" w:cs="標楷體"/>
                      <w:b/>
                    </w:rPr>
                    <w:t xml:space="preserve"> 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擇（如：不以貌取人）</w:t>
                  </w:r>
                  <w:r w:rsidRPr="006F6027">
                    <w:rPr>
                      <w:rFonts w:ascii="標楷體" w:eastAsia="標楷體" w:hAnsi="標楷體" w:cs="標楷體"/>
                      <w:b/>
                    </w:rPr>
                    <w:t xml:space="preserve"> </w:t>
                  </w:r>
                </w:p>
                <w:p w:rsidR="00E85639" w:rsidRPr="006F6027" w:rsidRDefault="00E85639" w:rsidP="00231A55">
                  <w:pPr>
                    <w:pStyle w:val="Default"/>
                    <w:rPr>
                      <w:rFonts w:ascii="標楷體" w:eastAsia="標楷體" w:hAnsi="標楷體"/>
                      <w:b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</w:rPr>
                    <w:t>-5</w:t>
                  </w:r>
                  <w:r w:rsidRPr="006F6027">
                    <w:rPr>
                      <w:rFonts w:ascii="標楷體" w:eastAsia="標楷體" w:hAnsi="標楷體" w:hint="eastAsia"/>
                      <w:b/>
                    </w:rPr>
                    <w:t>與人相處時能瞭解簡單的規則並保持適當的人我分際（如：維持適當說話距離、音量等）</w:t>
                  </w:r>
                  <w:r w:rsidRPr="006F6027">
                    <w:rPr>
                      <w:rFonts w:ascii="標楷體" w:eastAsia="標楷體" w:hAnsi="標楷體"/>
                      <w:b/>
                    </w:rPr>
                    <w:t xml:space="preserve"> </w:t>
                  </w:r>
                </w:p>
                <w:p w:rsidR="00E85639" w:rsidRDefault="00E85639" w:rsidP="00231A55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  <w:szCs w:val="24"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  <w:szCs w:val="24"/>
                    </w:rPr>
                    <w:t>-6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能與他人和睦相處建立友善的關係</w:t>
                  </w:r>
                  <w:r w:rsidRPr="006F6027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Pr="006F6027" w:rsidRDefault="00E85639" w:rsidP="00231A55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  <w:szCs w:val="24"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  <w:szCs w:val="24"/>
                    </w:rPr>
                    <w:t>-7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能在團體中遵守基本規範</w:t>
                  </w:r>
                  <w:r w:rsidRPr="006F6027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Pr="006F6027" w:rsidRDefault="00E85639" w:rsidP="00231A55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  <w:szCs w:val="24"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  <w:szCs w:val="24"/>
                    </w:rPr>
                    <w:t>-8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能主動加入團體</w:t>
                  </w:r>
                  <w:r w:rsidRPr="006F6027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Default="00E85639" w:rsidP="00231A55">
                  <w:pPr>
                    <w:pStyle w:val="Default"/>
                    <w:rPr>
                      <w:rFonts w:ascii="標楷體" w:eastAsia="標楷體" w:hAnsi="標楷體" w:cs="標楷體"/>
                      <w:b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</w:rPr>
                    <w:t>-9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能適當回應他人的邀請進入團體</w:t>
                  </w:r>
                  <w:r w:rsidRPr="006F6027">
                    <w:rPr>
                      <w:rFonts w:ascii="標楷體" w:eastAsia="標楷體" w:hAnsi="標楷體" w:cs="標楷體"/>
                      <w:b/>
                    </w:rPr>
                    <w:t xml:space="preserve"> </w:t>
                  </w:r>
                </w:p>
                <w:p w:rsidR="00E85639" w:rsidRDefault="00E85639" w:rsidP="00231A55">
                  <w:pPr>
                    <w:pStyle w:val="Default"/>
                    <w:rPr>
                      <w:rFonts w:ascii="標楷體" w:eastAsia="標楷體" w:hAnsi="標楷體" w:cs="標楷體"/>
                      <w:b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F6027">
                      <w:rPr>
                        <w:rFonts w:ascii="標楷體" w:eastAsia="標楷體" w:hAnsi="標楷體"/>
                        <w:b/>
                      </w:rPr>
                      <w:t>2-1-2</w:t>
                    </w:r>
                  </w:smartTag>
                  <w:r w:rsidRPr="006F6027">
                    <w:rPr>
                      <w:rFonts w:ascii="標楷體" w:eastAsia="標楷體" w:hAnsi="標楷體"/>
                      <w:b/>
                    </w:rPr>
                    <w:t>-10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能用適當的方式與他人分享或贈與自己喜歡的物品</w:t>
                  </w:r>
                </w:p>
                <w:p w:rsidR="00E85639" w:rsidRPr="006F6027" w:rsidRDefault="00E85639" w:rsidP="00231A55">
                  <w:pPr>
                    <w:pStyle w:val="Default"/>
                    <w:rPr>
                      <w:b/>
                    </w:rPr>
                  </w:pPr>
                  <w:r>
                    <w:rPr>
                      <w:rFonts w:ascii="標楷體" w:eastAsia="標楷體" w:hAnsi="標楷體" w:cs="標楷體"/>
                      <w:b/>
                    </w:rPr>
                    <w:t xml:space="preserve">        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（如：「我們</w:t>
                  </w:r>
                  <w:r w:rsidRPr="006F6027">
                    <w:rPr>
                      <w:rFonts w:ascii="標楷體" w:eastAsia="標楷體" w:hAnsi="標楷體" w:cs="標楷體"/>
                      <w:b/>
                    </w:rPr>
                    <w:t xml:space="preserve"> </w:t>
                  </w:r>
                  <w:r w:rsidRPr="006F6027">
                    <w:rPr>
                      <w:rFonts w:ascii="標楷體" w:eastAsia="標楷體" w:hAnsi="標楷體" w:cs="標楷體" w:hint="eastAsia"/>
                      <w:b/>
                    </w:rPr>
                    <w:t>一起玩我帶來的玩具好嗎？」或「這個東西送給你好嗎？」等）</w:t>
                  </w:r>
                </w:p>
                <w:p w:rsidR="00E85639" w:rsidRDefault="00E85639" w:rsidP="00C57122">
                  <w:pPr>
                    <w:spacing w:line="240" w:lineRule="auto"/>
                    <w:rPr>
                      <w:rFonts w:ascii="標楷體" w:eastAsia="標楷體" w:hAnsi="標楷體"/>
                      <w:b/>
                      <w:szCs w:val="24"/>
                    </w:rPr>
                  </w:pPr>
                </w:p>
                <w:p w:rsidR="00E85639" w:rsidRPr="00231A55" w:rsidRDefault="00E85639" w:rsidP="00C57122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 w:val="28"/>
                      <w:szCs w:val="28"/>
                    </w:rPr>
                  </w:pPr>
                  <w:r w:rsidRPr="00231A55"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  <w:t xml:space="preserve">3-b-1 </w:t>
                  </w:r>
                  <w:r w:rsidRPr="00231A55">
                    <w:rPr>
                      <w:rFonts w:ascii="標楷體" w:eastAsia="標楷體" w:hAnsi="標楷體" w:cs="標楷體" w:hint="eastAsia"/>
                      <w:b/>
                      <w:sz w:val="28"/>
                      <w:szCs w:val="28"/>
                    </w:rPr>
                    <w:t>學校基本適應技巧</w:t>
                  </w:r>
                  <w:r w:rsidRPr="00231A55">
                    <w:rPr>
                      <w:rFonts w:ascii="標楷體" w:eastAsia="標楷體" w:hAnsi="標楷體" w:cs="標楷體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E85639" w:rsidRPr="006E364F" w:rsidRDefault="00E85639" w:rsidP="00C57122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E364F">
                      <w:rPr>
                        <w:rFonts w:ascii="標楷體" w:eastAsia="標楷體" w:hAnsi="標楷體" w:cs="Calibri"/>
                        <w:b/>
                        <w:szCs w:val="24"/>
                      </w:rPr>
                      <w:t>3-1-1</w:t>
                    </w:r>
                  </w:smartTag>
                  <w:r w:rsidRPr="006E364F">
                    <w:rPr>
                      <w:rFonts w:ascii="標楷體" w:eastAsia="標楷體" w:hAnsi="標楷體" w:cs="Calibri"/>
                      <w:b/>
                      <w:szCs w:val="24"/>
                    </w:rPr>
                    <w:t>-1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能在課堂中持續傾聽他人說話（如：保持安靜、目光注視對方等）</w:t>
                  </w:r>
                  <w:r w:rsidRPr="006E364F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Pr="006E364F" w:rsidRDefault="00E85639" w:rsidP="00C57122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E364F">
                      <w:rPr>
                        <w:rFonts w:ascii="標楷體" w:eastAsia="標楷體" w:hAnsi="標楷體" w:cs="Calibri"/>
                        <w:b/>
                        <w:szCs w:val="24"/>
                      </w:rPr>
                      <w:t>3-1-1</w:t>
                    </w:r>
                  </w:smartTag>
                  <w:r w:rsidRPr="006E364F">
                    <w:rPr>
                      <w:rFonts w:ascii="標楷體" w:eastAsia="標楷體" w:hAnsi="標楷體" w:cs="Calibri"/>
                      <w:b/>
                      <w:szCs w:val="24"/>
                    </w:rPr>
                    <w:t>-2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能依指示完成簡單的工作（如：攜帶指定的物品</w:t>
                  </w:r>
                  <w:r w:rsidRPr="006E364F">
                    <w:rPr>
                      <w:rFonts w:ascii="標楷體" w:eastAsia="標楷體" w:hAnsi="標楷體" w:cs="Calibri"/>
                      <w:b/>
                      <w:szCs w:val="24"/>
                    </w:rPr>
                    <w:t>/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材料、抄聯絡簿</w:t>
                  </w:r>
                  <w:r w:rsidRPr="006E364F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或收拾書包）</w:t>
                  </w:r>
                  <w:r w:rsidRPr="006E364F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Pr="006E364F" w:rsidRDefault="00E85639" w:rsidP="00C57122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E364F">
                      <w:rPr>
                        <w:rFonts w:ascii="標楷體" w:eastAsia="標楷體" w:hAnsi="標楷體" w:cs="Calibri"/>
                        <w:b/>
                        <w:szCs w:val="24"/>
                      </w:rPr>
                      <w:t>3-1-1</w:t>
                    </w:r>
                  </w:smartTag>
                  <w:r w:rsidRPr="006E364F">
                    <w:rPr>
                      <w:rFonts w:ascii="標楷體" w:eastAsia="標楷體" w:hAnsi="標楷體" w:cs="Calibri"/>
                      <w:b/>
                      <w:szCs w:val="24"/>
                    </w:rPr>
                    <w:t>-3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能在遇到困難時等待時機及情境求助</w:t>
                  </w:r>
                  <w:r w:rsidRPr="006E364F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Pr="006E364F" w:rsidRDefault="00E85639" w:rsidP="00C57122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E364F">
                      <w:rPr>
                        <w:rFonts w:ascii="標楷體" w:eastAsia="標楷體" w:hAnsi="標楷體"/>
                        <w:b/>
                        <w:szCs w:val="24"/>
                      </w:rPr>
                      <w:t>3-1-1</w:t>
                    </w:r>
                  </w:smartTag>
                  <w:r w:rsidRPr="006E364F">
                    <w:rPr>
                      <w:rFonts w:ascii="標楷體" w:eastAsia="標楷體" w:hAnsi="標楷體"/>
                      <w:b/>
                      <w:szCs w:val="24"/>
                    </w:rPr>
                    <w:t>-4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能以適當的身體動作或口語表達需求（如：舉手或說「我不會」、</w:t>
                  </w:r>
                  <w:r w:rsidRPr="006E364F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「教我」等求助語）</w:t>
                  </w:r>
                  <w:r w:rsidRPr="006E364F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Pr="006E364F" w:rsidRDefault="00E85639" w:rsidP="00C57122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E364F">
                      <w:rPr>
                        <w:rFonts w:ascii="標楷體" w:eastAsia="標楷體" w:hAnsi="標楷體" w:cs="Calibri"/>
                        <w:b/>
                        <w:szCs w:val="24"/>
                      </w:rPr>
                      <w:t>3-1-1</w:t>
                    </w:r>
                  </w:smartTag>
                  <w:r w:rsidRPr="006E364F">
                    <w:rPr>
                      <w:rFonts w:ascii="標楷體" w:eastAsia="標楷體" w:hAnsi="標楷體" w:cs="Calibri"/>
                      <w:b/>
                      <w:szCs w:val="24"/>
                    </w:rPr>
                    <w:t>-5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能遵守教室規則（如：專心上課、上課鐘響尌要進教室、舉手後發言、不隨便離開座位或上課時不過度發言等）</w:t>
                  </w:r>
                  <w:r w:rsidRPr="006E364F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Pr="006E364F" w:rsidRDefault="00E85639" w:rsidP="00C57122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E364F">
                      <w:rPr>
                        <w:rFonts w:ascii="標楷體" w:eastAsia="標楷體" w:hAnsi="標楷體" w:cs="Calibri"/>
                        <w:b/>
                        <w:szCs w:val="24"/>
                      </w:rPr>
                      <w:t>3-1-1</w:t>
                    </w:r>
                  </w:smartTag>
                  <w:r w:rsidRPr="006E364F">
                    <w:rPr>
                      <w:rFonts w:ascii="標楷體" w:eastAsia="標楷體" w:hAnsi="標楷體" w:cs="Calibri"/>
                      <w:b/>
                      <w:szCs w:val="24"/>
                    </w:rPr>
                    <w:t>-6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能在課堂或小組討論適當回應老師的問題</w:t>
                  </w:r>
                  <w:r w:rsidRPr="006E364F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Pr="006E364F" w:rsidRDefault="00E85639" w:rsidP="00C57122">
                  <w:pPr>
                    <w:spacing w:line="240" w:lineRule="auto"/>
                    <w:rPr>
                      <w:rFonts w:ascii="標楷體" w:eastAsia="標楷體" w:hAnsi="標楷體" w:cs="標楷體"/>
                      <w:b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E364F">
                      <w:rPr>
                        <w:rFonts w:ascii="標楷體" w:eastAsia="標楷體" w:hAnsi="標楷體" w:cs="Calibri"/>
                        <w:b/>
                        <w:szCs w:val="24"/>
                      </w:rPr>
                      <w:t>3-1-1</w:t>
                    </w:r>
                  </w:smartTag>
                  <w:r w:rsidRPr="006E364F">
                    <w:rPr>
                      <w:rFonts w:ascii="標楷體" w:eastAsia="標楷體" w:hAnsi="標楷體" w:cs="Calibri"/>
                      <w:b/>
                      <w:szCs w:val="24"/>
                    </w:rPr>
                    <w:t>-7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能在課堂或小組討論表達自己的意見</w:t>
                  </w:r>
                  <w:r w:rsidRPr="006E364F">
                    <w:rPr>
                      <w:rFonts w:ascii="標楷體" w:eastAsia="標楷體" w:hAnsi="標楷體" w:cs="標楷體"/>
                      <w:b/>
                      <w:szCs w:val="24"/>
                    </w:rPr>
                    <w:t xml:space="preserve"> </w:t>
                  </w:r>
                </w:p>
                <w:p w:rsidR="00E85639" w:rsidRPr="006E364F" w:rsidRDefault="00E85639" w:rsidP="00C57122">
                  <w:pPr>
                    <w:spacing w:line="240" w:lineRule="auto"/>
                    <w:rPr>
                      <w:rFonts w:ascii="標楷體" w:eastAsia="標楷體" w:hAnsi="標楷體" w:cs="標楷體"/>
                      <w:szCs w:val="24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2"/>
                      <w:attr w:name="Month" w:val="1"/>
                      <w:attr w:name="Year" w:val="2002"/>
                    </w:smartTagPr>
                    <w:r w:rsidRPr="006E364F">
                      <w:rPr>
                        <w:rFonts w:ascii="標楷體" w:eastAsia="標楷體" w:hAnsi="標楷體" w:cs="Calibri"/>
                        <w:b/>
                        <w:szCs w:val="24"/>
                      </w:rPr>
                      <w:t>3-1-1</w:t>
                    </w:r>
                  </w:smartTag>
                  <w:r w:rsidRPr="006E364F">
                    <w:rPr>
                      <w:rFonts w:ascii="標楷體" w:eastAsia="標楷體" w:hAnsi="標楷體" w:cs="Calibri"/>
                      <w:b/>
                      <w:szCs w:val="24"/>
                    </w:rPr>
                    <w:t>-8</w:t>
                  </w:r>
                  <w:r w:rsidRPr="006E364F">
                    <w:rPr>
                      <w:rFonts w:ascii="標楷體" w:eastAsia="標楷體" w:hAnsi="標楷體" w:cs="標楷體" w:hint="eastAsia"/>
                      <w:b/>
                      <w:szCs w:val="24"/>
                    </w:rPr>
                    <w:t>能在小組中與同學分工合作完成自己分內的</w:t>
                  </w:r>
                  <w:r w:rsidRPr="006E364F">
                    <w:rPr>
                      <w:rFonts w:ascii="標楷體" w:eastAsia="標楷體" w:hAnsi="標楷體" w:cs="標楷體" w:hint="eastAsia"/>
                      <w:szCs w:val="24"/>
                    </w:rPr>
                    <w:t>工作</w:t>
                  </w:r>
                </w:p>
                <w:p w:rsidR="00E85639" w:rsidRPr="006F6027" w:rsidRDefault="00E85639" w:rsidP="00231A55">
                  <w:pPr>
                    <w:pStyle w:val="Default"/>
                    <w:rPr>
                      <w:rFonts w:ascii="標楷體" w:eastAsia="標楷體" w:hAnsi="標楷體"/>
                      <w:b/>
                    </w:rPr>
                  </w:pPr>
                </w:p>
              </w:tc>
            </w:tr>
          </w:tbl>
          <w:p w:rsidR="00E85639" w:rsidRPr="0091498F" w:rsidRDefault="00E85639" w:rsidP="00C57122">
            <w:pPr>
              <w:spacing w:line="240" w:lineRule="auto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</w:tbl>
    <w:p w:rsidR="00E85639" w:rsidRDefault="00E85639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E85639" w:rsidRDefault="00E85639">
      <w:pPr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E85639" w:rsidRPr="0061756C" w:rsidRDefault="00E85639">
      <w:pPr>
        <w:rPr>
          <w:color w:val="000000"/>
        </w:rPr>
      </w:pPr>
      <w:r>
        <w:rPr>
          <w:b/>
          <w:bCs/>
          <w:color w:val="000000"/>
        </w:rPr>
        <w:t xml:space="preserve">  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875" w:type="pct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648"/>
        <w:gridCol w:w="1263"/>
        <w:gridCol w:w="3868"/>
        <w:gridCol w:w="1261"/>
        <w:gridCol w:w="1444"/>
        <w:gridCol w:w="1165"/>
      </w:tblGrid>
      <w:tr w:rsidR="00E85639" w:rsidRPr="0061756C" w:rsidTr="00484C92">
        <w:trPr>
          <w:trHeight w:val="300"/>
          <w:tblCellSpacing w:w="0" w:type="dxa"/>
          <w:jc w:val="center"/>
        </w:trPr>
        <w:tc>
          <w:tcPr>
            <w:tcW w:w="774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E85639" w:rsidRPr="0061756C" w:rsidRDefault="00E85639" w:rsidP="00EE5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週次與日期</w:t>
            </w:r>
          </w:p>
        </w:tc>
        <w:tc>
          <w:tcPr>
            <w:tcW w:w="59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Pr="0061756C" w:rsidRDefault="00E85639" w:rsidP="00EE5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教學主題</w:t>
            </w:r>
          </w:p>
        </w:tc>
        <w:tc>
          <w:tcPr>
            <w:tcW w:w="181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61756C" w:rsidRDefault="00E85639" w:rsidP="00EE55B4">
            <w:pPr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內容</w:t>
            </w:r>
            <w:r>
              <w:rPr>
                <w:rFonts w:hint="eastAsia"/>
                <w:color w:val="000000"/>
              </w:rPr>
              <w:t>重點</w:t>
            </w:r>
          </w:p>
        </w:tc>
        <w:tc>
          <w:tcPr>
            <w:tcW w:w="59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Default="00E85639" w:rsidP="00EE55B4">
            <w:pPr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教學素材</w:t>
            </w:r>
          </w:p>
          <w:p w:rsidR="00E85639" w:rsidRPr="0061756C" w:rsidRDefault="00E85639" w:rsidP="00EE55B4">
            <w:pPr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與資源</w:t>
            </w:r>
          </w:p>
        </w:tc>
        <w:tc>
          <w:tcPr>
            <w:tcW w:w="67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61756C" w:rsidRDefault="00E85639" w:rsidP="00670ABE">
            <w:pPr>
              <w:spacing w:line="240" w:lineRule="exac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評量方式</w:t>
            </w:r>
          </w:p>
        </w:tc>
        <w:tc>
          <w:tcPr>
            <w:tcW w:w="547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vAlign w:val="center"/>
          </w:tcPr>
          <w:p w:rsidR="00E85639" w:rsidRDefault="00E85639" w:rsidP="00EE55B4">
            <w:pPr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備註</w:t>
            </w:r>
          </w:p>
          <w:p w:rsidR="00E85639" w:rsidRPr="00EE55B4" w:rsidRDefault="00E85639" w:rsidP="00EE55B4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E55B4">
              <w:rPr>
                <w:sz w:val="16"/>
                <w:szCs w:val="16"/>
              </w:rPr>
              <w:t>(</w:t>
            </w:r>
            <w:r w:rsidRPr="00EE55B4">
              <w:rPr>
                <w:rFonts w:hint="eastAsia"/>
                <w:sz w:val="16"/>
                <w:szCs w:val="16"/>
              </w:rPr>
              <w:t>環境調整、配合學校行事曆</w:t>
            </w:r>
            <w:r w:rsidRPr="00EE55B4">
              <w:rPr>
                <w:sz w:val="16"/>
                <w:szCs w:val="16"/>
              </w:rPr>
              <w:t>)</w:t>
            </w:r>
          </w:p>
        </w:tc>
      </w:tr>
      <w:tr w:rsidR="00E85639" w:rsidRPr="0061756C" w:rsidTr="00484C92">
        <w:trPr>
          <w:trHeight w:val="1183"/>
          <w:tblCellSpacing w:w="0" w:type="dxa"/>
          <w:jc w:val="center"/>
        </w:trPr>
        <w:tc>
          <w:tcPr>
            <w:tcW w:w="774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一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（</w:t>
            </w: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2/10~2/22</w:t>
            </w: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）</w:t>
            </w:r>
          </w:p>
        </w:tc>
        <w:tc>
          <w:tcPr>
            <w:tcW w:w="59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Default="00E85639" w:rsidP="00484C92">
            <w:pPr>
              <w:spacing w:line="240" w:lineRule="auto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hint="eastAsia"/>
                <w:b/>
              </w:rPr>
              <w:t>認識同學</w:t>
            </w:r>
          </w:p>
          <w:p w:rsidR="00E85639" w:rsidRPr="00B878F4" w:rsidRDefault="00E85639" w:rsidP="00484C92">
            <w:pPr>
              <w:spacing w:line="240" w:lineRule="auto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.</w:t>
            </w:r>
            <w:r>
              <w:rPr>
                <w:rFonts w:ascii="標楷體" w:eastAsia="標楷體" w:hAnsi="標楷體" w:hint="eastAsia"/>
                <w:b/>
              </w:rPr>
              <w:t>介紹自己</w:t>
            </w:r>
          </w:p>
        </w:tc>
        <w:tc>
          <w:tcPr>
            <w:tcW w:w="181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CD303E" w:rsidRDefault="00E85639" w:rsidP="00484C92">
            <w:pPr>
              <w:spacing w:line="240" w:lineRule="auto"/>
              <w:rPr>
                <w:rFonts w:ascii="標楷體" w:eastAsia="標楷體" w:hAnsi="標楷體"/>
                <w:b/>
              </w:rPr>
            </w:pPr>
            <w:r w:rsidRPr="00CD303E">
              <w:rPr>
                <w:rFonts w:ascii="標楷體" w:eastAsia="標楷體" w:hAnsi="標楷體" w:hint="eastAsia"/>
                <w:b/>
              </w:rPr>
              <w:t>介紹團體規範</w:t>
            </w:r>
            <w:r>
              <w:rPr>
                <w:rFonts w:ascii="標楷體" w:eastAsia="標楷體" w:hAnsi="標楷體" w:hint="eastAsia"/>
                <w:b/>
              </w:rPr>
              <w:t>、上課</w:t>
            </w:r>
            <w:r w:rsidRPr="00CD303E">
              <w:rPr>
                <w:rFonts w:ascii="標楷體" w:eastAsia="標楷體" w:hAnsi="標楷體" w:hint="eastAsia"/>
                <w:b/>
              </w:rPr>
              <w:t>規則</w:t>
            </w:r>
          </w:p>
          <w:p w:rsidR="00E85639" w:rsidRDefault="00E85639" w:rsidP="00484C92">
            <w:pPr>
              <w:spacing w:line="240" w:lineRule="auto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認識同學的名字</w:t>
            </w:r>
          </w:p>
          <w:p w:rsidR="00E85639" w:rsidRPr="00CD303E" w:rsidRDefault="00E85639" w:rsidP="00484C92">
            <w:pPr>
              <w:spacing w:line="240" w:lineRule="auto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介紹自己的名字名字興趣</w:t>
            </w:r>
          </w:p>
        </w:tc>
        <w:tc>
          <w:tcPr>
            <w:tcW w:w="59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Default="00E85639" w:rsidP="0059354A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名字卡</w:t>
            </w:r>
          </w:p>
          <w:p w:rsidR="00E85639" w:rsidRPr="00CD303E" w:rsidRDefault="00E85639" w:rsidP="0059354A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增強版</w:t>
            </w:r>
          </w:p>
        </w:tc>
        <w:tc>
          <w:tcPr>
            <w:tcW w:w="67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91498F" w:rsidRDefault="00E85639" w:rsidP="0059354A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91498F">
              <w:rPr>
                <w:rFonts w:ascii="標楷體" w:eastAsia="標楷體" w:hAnsi="標楷體" w:hint="eastAsia"/>
                <w:szCs w:val="24"/>
              </w:rPr>
              <w:t>教師觀察</w:t>
            </w:r>
          </w:p>
          <w:p w:rsidR="00E85639" w:rsidRPr="0091498F" w:rsidRDefault="00E85639" w:rsidP="0059354A">
            <w:pPr>
              <w:spacing w:line="240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91498F">
              <w:rPr>
                <w:rFonts w:ascii="標楷體" w:eastAsia="標楷體" w:hAnsi="標楷體" w:hint="eastAsia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547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vAlign w:val="center"/>
          </w:tcPr>
          <w:p w:rsidR="00E85639" w:rsidRPr="0091498F" w:rsidRDefault="00E85639" w:rsidP="0059354A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E85639" w:rsidRPr="0061756C" w:rsidTr="00400ECF">
        <w:trPr>
          <w:trHeight w:val="4530"/>
          <w:tblCellSpacing w:w="0" w:type="dxa"/>
          <w:jc w:val="center"/>
        </w:trPr>
        <w:tc>
          <w:tcPr>
            <w:tcW w:w="774" w:type="pct"/>
            <w:tcBorders>
              <w:top w:val="outset" w:sz="6" w:space="0" w:color="999999"/>
              <w:right w:val="outset" w:sz="6" w:space="0" w:color="auto"/>
            </w:tcBorders>
            <w:noWrap/>
            <w:vAlign w:val="center"/>
          </w:tcPr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二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(2/16~2/22)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三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(2/23~3/1)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四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(3/2~3/8)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五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 xml:space="preserve">(3/9~3/15) 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六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(316/~3/22)</w:t>
            </w:r>
          </w:p>
        </w:tc>
        <w:tc>
          <w:tcPr>
            <w:tcW w:w="593" w:type="pc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E85639" w:rsidRDefault="00E85639" w:rsidP="00484C92">
            <w:pPr>
              <w:pStyle w:val="Default"/>
              <w:rPr>
                <w:rFonts w:ascii="標楷體" w:eastAsia="標楷體" w:hAnsi="標楷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</w:rPr>
                <w:t>2-1-2</w:t>
              </w:r>
            </w:smartTag>
          </w:p>
          <w:p w:rsidR="00E85639" w:rsidRPr="006F6027" w:rsidRDefault="00E85639" w:rsidP="00484C92">
            <w:pPr>
              <w:pStyle w:val="Default"/>
              <w:rPr>
                <w:rFonts w:ascii="標楷體" w:eastAsia="標楷體" w:hAnsi="標楷體" w:cs="標楷體"/>
                <w:b/>
              </w:rPr>
            </w:pPr>
            <w:r w:rsidRPr="006F6027">
              <w:rPr>
                <w:rFonts w:ascii="標楷體" w:eastAsia="標楷體" w:hAnsi="標楷體" w:cs="標楷體" w:hint="eastAsia"/>
                <w:b/>
              </w:rPr>
              <w:t>人際互動技巧</w:t>
            </w:r>
            <w:r w:rsidRPr="006F6027">
              <w:rPr>
                <w:rFonts w:ascii="標楷體" w:eastAsia="標楷體" w:hAnsi="標楷體" w:cs="標楷體"/>
                <w:b/>
              </w:rPr>
              <w:t xml:space="preserve"> </w:t>
            </w:r>
          </w:p>
          <w:p w:rsidR="00E85639" w:rsidRPr="0091498F" w:rsidRDefault="00E85639" w:rsidP="00484C92">
            <w:pPr>
              <w:spacing w:line="240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16" w:type="pc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E85639" w:rsidRDefault="00E85639" w:rsidP="00484C92">
            <w:pPr>
              <w:pStyle w:val="Default"/>
              <w:rPr>
                <w:rFonts w:ascii="標楷體" w:eastAsia="標楷體" w:hAnsi="標楷體" w:cs="標楷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</w:rPr>
              <w:t>-1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</w:rPr>
              <w:t>能在遇到認識的人時主動</w:t>
            </w:r>
          </w:p>
          <w:p w:rsidR="00E85639" w:rsidRPr="006F6027" w:rsidRDefault="00E85639" w:rsidP="00484C92">
            <w:pPr>
              <w:pStyle w:val="Defaul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  </w:t>
            </w:r>
            <w:r w:rsidRPr="006F6027">
              <w:rPr>
                <w:rFonts w:ascii="標楷體" w:eastAsia="標楷體" w:hAnsi="標楷體" w:cs="標楷體" w:hint="eastAsia"/>
                <w:b/>
              </w:rPr>
              <w:t>打招呼</w:t>
            </w:r>
          </w:p>
          <w:p w:rsidR="00E85639" w:rsidRDefault="00E85639" w:rsidP="00484C92">
            <w:pPr>
              <w:pStyle w:val="Default"/>
              <w:rPr>
                <w:rFonts w:ascii="標楷體" w:eastAsia="標楷體" w:hAnsi="標楷體"/>
                <w:b/>
              </w:rPr>
            </w:pPr>
          </w:p>
          <w:p w:rsidR="00E85639" w:rsidRPr="006F6027" w:rsidRDefault="00E85639" w:rsidP="00484C92">
            <w:pPr>
              <w:pStyle w:val="Default"/>
              <w:rPr>
                <w:rFonts w:ascii="標楷體" w:eastAsia="標楷體" w:hAnsi="標楷體" w:cs="標楷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</w:rPr>
              <w:t>-2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</w:rPr>
              <w:t>能適當回應他人的問候</w:t>
            </w:r>
            <w:r w:rsidRPr="006F6027">
              <w:rPr>
                <w:rFonts w:ascii="標楷體" w:eastAsia="標楷體" w:hAnsi="標楷體" w:cs="標楷體"/>
                <w:b/>
              </w:rPr>
              <w:t xml:space="preserve"> </w:t>
            </w:r>
          </w:p>
          <w:p w:rsidR="00E85639" w:rsidRDefault="00E85639" w:rsidP="00484C92">
            <w:pPr>
              <w:spacing w:line="240" w:lineRule="auto"/>
              <w:rPr>
                <w:rFonts w:ascii="標楷體" w:eastAsia="標楷體" w:hAnsi="標楷體"/>
                <w:b/>
              </w:rPr>
            </w:pPr>
          </w:p>
          <w:p w:rsidR="00E85639" w:rsidRPr="000D4D69" w:rsidRDefault="00E85639" w:rsidP="00484C92">
            <w:pPr>
              <w:spacing w:line="240" w:lineRule="auto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</w:rPr>
              <w:t>-3</w:t>
            </w:r>
            <w:r w:rsidRPr="006F6027">
              <w:rPr>
                <w:rFonts w:ascii="標楷體" w:eastAsia="標楷體" w:hAnsi="標楷體" w:cs="標楷體" w:hint="eastAsia"/>
                <w:b/>
              </w:rPr>
              <w:t>能對他人作簡單的自我介紹（如：姓名、尌讀學校或班級等基本</w:t>
            </w:r>
            <w:r w:rsidRPr="006F6027">
              <w:rPr>
                <w:rFonts w:ascii="標楷體" w:eastAsia="標楷體" w:hAnsi="標楷體" w:cs="標楷體"/>
                <w:b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</w:rPr>
              <w:t>資料等）</w:t>
            </w:r>
          </w:p>
        </w:tc>
        <w:tc>
          <w:tcPr>
            <w:tcW w:w="592" w:type="pc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E85639" w:rsidRDefault="00E85639" w:rsidP="00BA1AC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繪本</w:t>
            </w:r>
          </w:p>
          <w:p w:rsidR="00E85639" w:rsidRPr="00BA1AC2" w:rsidRDefault="00E85639" w:rsidP="00BA1AC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影片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光碟</w:t>
            </w:r>
          </w:p>
          <w:p w:rsidR="00E85639" w:rsidRDefault="00E85639" w:rsidP="00BA1AC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提示卡</w:t>
            </w:r>
          </w:p>
          <w:p w:rsidR="00E85639" w:rsidRDefault="00E85639" w:rsidP="00BA1AC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E85639" w:rsidRPr="0091498F" w:rsidRDefault="00E85639" w:rsidP="00BA1AC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增強版</w:t>
            </w:r>
          </w:p>
        </w:tc>
        <w:tc>
          <w:tcPr>
            <w:tcW w:w="678" w:type="pc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E85639" w:rsidRPr="0091498F" w:rsidRDefault="00E85639" w:rsidP="0059354A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91498F">
              <w:rPr>
                <w:rFonts w:ascii="標楷體" w:eastAsia="標楷體" w:hAnsi="標楷體" w:hint="eastAsia"/>
                <w:szCs w:val="24"/>
              </w:rPr>
              <w:t>教師觀察</w:t>
            </w:r>
          </w:p>
          <w:p w:rsidR="00E85639" w:rsidRPr="0091498F" w:rsidRDefault="00E85639" w:rsidP="0059354A">
            <w:pPr>
              <w:snapToGrid w:val="0"/>
              <w:spacing w:before="57" w:after="57" w:line="240" w:lineRule="atLeast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91498F">
              <w:rPr>
                <w:rFonts w:ascii="標楷體" w:eastAsia="標楷體" w:hAnsi="標楷體" w:hint="eastAsia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547" w:type="pct"/>
            <w:tcBorders>
              <w:top w:val="outset" w:sz="6" w:space="0" w:color="999999"/>
              <w:left w:val="outset" w:sz="6" w:space="0" w:color="999999"/>
            </w:tcBorders>
            <w:vAlign w:val="center"/>
          </w:tcPr>
          <w:p w:rsidR="00E85639" w:rsidRPr="0091498F" w:rsidRDefault="00E85639" w:rsidP="0059354A">
            <w:pPr>
              <w:snapToGrid w:val="0"/>
              <w:ind w:left="1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E85639" w:rsidRPr="0061756C" w:rsidTr="00C06C6C">
        <w:trPr>
          <w:trHeight w:val="4170"/>
          <w:tblCellSpacing w:w="0" w:type="dxa"/>
          <w:jc w:val="center"/>
        </w:trPr>
        <w:tc>
          <w:tcPr>
            <w:tcW w:w="774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七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(3/23~3/29)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八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(3/30~4/5)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九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 xml:space="preserve">(4/6~4/12) 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(4/13~4/19)</w:t>
            </w:r>
          </w:p>
        </w:tc>
        <w:tc>
          <w:tcPr>
            <w:tcW w:w="59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Pr="00492152" w:rsidRDefault="00E85639" w:rsidP="00484C92">
            <w:pPr>
              <w:spacing w:line="240" w:lineRule="auto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492152">
              <w:rPr>
                <w:rFonts w:ascii="標楷體" w:eastAsia="標楷體" w:hAnsi="標楷體" w:hint="eastAsia"/>
                <w:b/>
                <w:color w:val="000000"/>
                <w:szCs w:val="24"/>
              </w:rPr>
              <w:t>說話禮儀</w:t>
            </w:r>
          </w:p>
        </w:tc>
        <w:tc>
          <w:tcPr>
            <w:tcW w:w="181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</w:tcPr>
          <w:p w:rsidR="00E85639" w:rsidRDefault="00E85639" w:rsidP="00484C92">
            <w:pPr>
              <w:pStyle w:val="Default"/>
              <w:rPr>
                <w:rFonts w:ascii="標楷體" w:eastAsia="標楷體" w:hAnsi="標楷體"/>
                <w:b/>
              </w:rPr>
            </w:pPr>
          </w:p>
          <w:p w:rsidR="00E85639" w:rsidRDefault="00E85639" w:rsidP="00484C92">
            <w:pPr>
              <w:pStyle w:val="Default"/>
              <w:rPr>
                <w:rFonts w:ascii="標楷體" w:eastAsia="標楷體" w:hAnsi="標楷體" w:cs="標楷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</w:rPr>
              <w:t>-4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</w:rPr>
              <w:t>能表達每個人都有獨特的</w:t>
            </w:r>
          </w:p>
          <w:p w:rsidR="00E85639" w:rsidRPr="006F6027" w:rsidRDefault="00E85639" w:rsidP="00484C92">
            <w:pPr>
              <w:pStyle w:val="Defaul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  </w:t>
            </w:r>
            <w:r w:rsidRPr="006F6027">
              <w:rPr>
                <w:rFonts w:ascii="標楷體" w:eastAsia="標楷體" w:hAnsi="標楷體" w:cs="標楷體" w:hint="eastAsia"/>
                <w:b/>
              </w:rPr>
              <w:t>地方，交友時不以單一標準或條件來選擇（如：不以貌取人）</w:t>
            </w:r>
            <w:r w:rsidRPr="006F6027">
              <w:rPr>
                <w:rFonts w:ascii="標楷體" w:eastAsia="標楷體" w:hAnsi="標楷體" w:cs="標楷體"/>
                <w:b/>
              </w:rPr>
              <w:t xml:space="preserve"> </w:t>
            </w:r>
          </w:p>
          <w:p w:rsidR="00E85639" w:rsidRDefault="00E85639" w:rsidP="00484C92">
            <w:pPr>
              <w:pStyle w:val="Default"/>
              <w:rPr>
                <w:rFonts w:ascii="標楷體" w:eastAsia="標楷體" w:hAnsi="標楷體"/>
                <w:b/>
              </w:rPr>
            </w:pPr>
          </w:p>
          <w:p w:rsidR="00E85639" w:rsidRDefault="00E85639" w:rsidP="00484C92">
            <w:pPr>
              <w:pStyle w:val="Default"/>
              <w:rPr>
                <w:rFonts w:ascii="標楷體" w:eastAsia="標楷體" w:hAnsi="標楷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</w:rPr>
              <w:t>-5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6F6027">
              <w:rPr>
                <w:rFonts w:ascii="標楷體" w:eastAsia="標楷體" w:hAnsi="標楷體" w:hint="eastAsia"/>
                <w:b/>
              </w:rPr>
              <w:t>與人相處時能瞭解簡單的</w:t>
            </w:r>
          </w:p>
          <w:p w:rsidR="00E85639" w:rsidRDefault="00E85639" w:rsidP="00484C92">
            <w:pPr>
              <w:pStyle w:val="Defaul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 xml:space="preserve">      </w:t>
            </w:r>
            <w:r w:rsidRPr="006F6027">
              <w:rPr>
                <w:rFonts w:ascii="標楷體" w:eastAsia="標楷體" w:hAnsi="標楷體" w:hint="eastAsia"/>
                <w:b/>
              </w:rPr>
              <w:t>規則並保持適當的人我分際</w:t>
            </w:r>
          </w:p>
          <w:p w:rsidR="00E85639" w:rsidRPr="006F6027" w:rsidRDefault="00E85639" w:rsidP="00484C92">
            <w:pPr>
              <w:pStyle w:val="Defaul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</w:t>
            </w:r>
            <w:r w:rsidRPr="006F6027">
              <w:rPr>
                <w:rFonts w:ascii="標楷體" w:eastAsia="標楷體" w:hAnsi="標楷體" w:hint="eastAsia"/>
                <w:b/>
              </w:rPr>
              <w:t>如：維持適當</w:t>
            </w:r>
            <w:r>
              <w:rPr>
                <w:rFonts w:ascii="標楷體" w:eastAsia="標楷體" w:hAnsi="標楷體" w:hint="eastAsia"/>
                <w:b/>
              </w:rPr>
              <w:t>的</w:t>
            </w:r>
            <w:r w:rsidRPr="006F6027">
              <w:rPr>
                <w:rFonts w:ascii="標楷體" w:eastAsia="標楷體" w:hAnsi="標楷體" w:hint="eastAsia"/>
                <w:b/>
              </w:rPr>
              <w:t>說話距離、音量等）</w:t>
            </w:r>
            <w:r w:rsidRPr="006F6027">
              <w:rPr>
                <w:rFonts w:ascii="標楷體" w:eastAsia="標楷體" w:hAnsi="標楷體"/>
                <w:b/>
              </w:rPr>
              <w:t xml:space="preserve"> </w:t>
            </w:r>
          </w:p>
          <w:p w:rsidR="00E85639" w:rsidRDefault="00E85639" w:rsidP="00484C92">
            <w:pPr>
              <w:spacing w:line="24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E85639" w:rsidRPr="0030741B" w:rsidRDefault="00E85639" w:rsidP="00B00E9B">
            <w:pPr>
              <w:spacing w:line="240" w:lineRule="auto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59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Default="00E85639" w:rsidP="002127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繪本</w:t>
            </w:r>
          </w:p>
          <w:p w:rsidR="00E85639" w:rsidRPr="00BA1AC2" w:rsidRDefault="00E85639" w:rsidP="002127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影片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光碟</w:t>
            </w:r>
          </w:p>
          <w:p w:rsidR="00E85639" w:rsidRDefault="00E85639" w:rsidP="002127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提示卡</w:t>
            </w:r>
          </w:p>
          <w:p w:rsidR="00E85639" w:rsidRDefault="00E85639" w:rsidP="002127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學習單</w:t>
            </w:r>
          </w:p>
          <w:p w:rsidR="00E85639" w:rsidRPr="00D17D60" w:rsidRDefault="00E85639" w:rsidP="002127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增強版</w:t>
            </w:r>
          </w:p>
        </w:tc>
        <w:tc>
          <w:tcPr>
            <w:tcW w:w="67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91498F" w:rsidRDefault="00E85639" w:rsidP="00BB1492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1498F">
              <w:rPr>
                <w:rFonts w:ascii="標楷體" w:eastAsia="標楷體" w:hAnsi="標楷體" w:hint="eastAsia"/>
                <w:szCs w:val="24"/>
              </w:rPr>
              <w:t>教師觀察</w:t>
            </w:r>
          </w:p>
          <w:p w:rsidR="00E85639" w:rsidRPr="0091498F" w:rsidRDefault="00E85639" w:rsidP="00BB1492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1498F">
              <w:rPr>
                <w:rFonts w:ascii="標楷體" w:eastAsia="標楷體" w:hAnsi="標楷體" w:hint="eastAsia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547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single" w:sz="4" w:space="0" w:color="auto"/>
            </w:tcBorders>
            <w:vAlign w:val="center"/>
          </w:tcPr>
          <w:p w:rsidR="00E85639" w:rsidRPr="0091498F" w:rsidRDefault="00E85639" w:rsidP="009203C8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:rsidR="00E85639" w:rsidRDefault="00E85639">
      <w:r>
        <w:br w:type="page"/>
      </w:r>
    </w:p>
    <w:tbl>
      <w:tblPr>
        <w:tblW w:w="4877" w:type="pct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648"/>
        <w:gridCol w:w="1263"/>
        <w:gridCol w:w="3867"/>
        <w:gridCol w:w="1261"/>
        <w:gridCol w:w="1442"/>
        <w:gridCol w:w="1167"/>
      </w:tblGrid>
      <w:tr w:rsidR="00E85639" w:rsidRPr="0061756C" w:rsidTr="00484C92">
        <w:trPr>
          <w:trHeight w:val="1290"/>
          <w:tblCellSpacing w:w="0" w:type="dxa"/>
          <w:jc w:val="center"/>
        </w:trPr>
        <w:tc>
          <w:tcPr>
            <w:tcW w:w="774" w:type="pct"/>
            <w:tcBorders>
              <w:top w:val="outset" w:sz="6" w:space="0" w:color="999999"/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E85639" w:rsidRPr="0061756C" w:rsidRDefault="00E85639" w:rsidP="00C57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週次與日期</w:t>
            </w:r>
          </w:p>
        </w:tc>
        <w:tc>
          <w:tcPr>
            <w:tcW w:w="593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Pr="0061756C" w:rsidRDefault="00E85639" w:rsidP="00C57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  <w:r w:rsidRPr="0061756C">
              <w:rPr>
                <w:rFonts w:hint="eastAsia"/>
                <w:color w:val="000000"/>
              </w:rPr>
              <w:t>教學主題</w:t>
            </w:r>
          </w:p>
        </w:tc>
        <w:tc>
          <w:tcPr>
            <w:tcW w:w="181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61756C" w:rsidRDefault="00E85639" w:rsidP="00C57122">
            <w:pPr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內容</w:t>
            </w:r>
            <w:r>
              <w:rPr>
                <w:rFonts w:hint="eastAsia"/>
                <w:color w:val="000000"/>
              </w:rPr>
              <w:t>重點</w:t>
            </w:r>
          </w:p>
        </w:tc>
        <w:tc>
          <w:tcPr>
            <w:tcW w:w="592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Default="00E85639" w:rsidP="00C57122">
            <w:pPr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教學素材</w:t>
            </w:r>
          </w:p>
          <w:p w:rsidR="00E85639" w:rsidRPr="0061756C" w:rsidRDefault="00E85639" w:rsidP="00C57122">
            <w:pPr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與資源</w:t>
            </w:r>
          </w:p>
        </w:tc>
        <w:tc>
          <w:tcPr>
            <w:tcW w:w="677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61756C" w:rsidRDefault="00E85639" w:rsidP="00C57122">
            <w:pPr>
              <w:spacing w:line="240" w:lineRule="exact"/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評量方式</w:t>
            </w:r>
          </w:p>
        </w:tc>
        <w:tc>
          <w:tcPr>
            <w:tcW w:w="5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single" w:sz="4" w:space="0" w:color="auto"/>
            </w:tcBorders>
            <w:vAlign w:val="center"/>
          </w:tcPr>
          <w:p w:rsidR="00E85639" w:rsidRDefault="00E85639" w:rsidP="00C57122">
            <w:pPr>
              <w:jc w:val="center"/>
              <w:rPr>
                <w:color w:val="000000"/>
              </w:rPr>
            </w:pPr>
            <w:r w:rsidRPr="0061756C">
              <w:rPr>
                <w:rFonts w:hint="eastAsia"/>
                <w:color w:val="000000"/>
              </w:rPr>
              <w:t>備註</w:t>
            </w:r>
          </w:p>
          <w:p w:rsidR="00E85639" w:rsidRPr="00EE55B4" w:rsidRDefault="00E85639" w:rsidP="00C57122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E55B4">
              <w:rPr>
                <w:sz w:val="16"/>
                <w:szCs w:val="16"/>
              </w:rPr>
              <w:t>(</w:t>
            </w:r>
            <w:r w:rsidRPr="00EE55B4">
              <w:rPr>
                <w:rFonts w:hint="eastAsia"/>
                <w:sz w:val="16"/>
                <w:szCs w:val="16"/>
              </w:rPr>
              <w:t>環境調整、配合學校行事曆</w:t>
            </w:r>
            <w:r w:rsidRPr="00EE55B4">
              <w:rPr>
                <w:sz w:val="16"/>
                <w:szCs w:val="16"/>
              </w:rPr>
              <w:t>)</w:t>
            </w:r>
          </w:p>
        </w:tc>
      </w:tr>
      <w:tr w:rsidR="00E85639" w:rsidRPr="0061756C" w:rsidTr="00727A3F">
        <w:trPr>
          <w:trHeight w:val="3675"/>
          <w:tblCellSpacing w:w="0" w:type="dxa"/>
          <w:jc w:val="center"/>
        </w:trPr>
        <w:tc>
          <w:tcPr>
            <w:tcW w:w="774" w:type="pct"/>
            <w:tcBorders>
              <w:top w:val="outset" w:sz="6" w:space="0" w:color="999999"/>
              <w:right w:val="outset" w:sz="6" w:space="0" w:color="auto"/>
            </w:tcBorders>
            <w:noWrap/>
            <w:vAlign w:val="center"/>
          </w:tcPr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十一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(4/20~4/26)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十二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(4/27~5/3)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十三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(5/4~5/10)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十四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(5/11~5/17)</w:t>
            </w:r>
          </w:p>
        </w:tc>
        <w:tc>
          <w:tcPr>
            <w:tcW w:w="593" w:type="pc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E85639" w:rsidRPr="00D17D60" w:rsidRDefault="00E85639" w:rsidP="00EB64CA">
            <w:pPr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與人相處</w:t>
            </w:r>
          </w:p>
        </w:tc>
        <w:tc>
          <w:tcPr>
            <w:tcW w:w="1816" w:type="pc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</w:tcPr>
          <w:p w:rsidR="00E85639" w:rsidRDefault="00E85639" w:rsidP="00B00E9B">
            <w:pPr>
              <w:spacing w:line="24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E85639" w:rsidRDefault="00E85639" w:rsidP="00B00E9B">
            <w:pPr>
              <w:spacing w:line="240" w:lineRule="auto"/>
              <w:rPr>
                <w:rFonts w:ascii="標楷體" w:eastAsia="標楷體" w:hAnsi="標楷體" w:cs="標楷體"/>
                <w:b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  <w:szCs w:val="24"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  <w:szCs w:val="24"/>
              </w:rPr>
              <w:t>-6</w:t>
            </w:r>
            <w:r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  <w:szCs w:val="24"/>
              </w:rPr>
              <w:t>能與他人和睦相處建立</w:t>
            </w:r>
          </w:p>
          <w:p w:rsidR="00E85639" w:rsidRDefault="00E85639" w:rsidP="00B00E9B">
            <w:pPr>
              <w:spacing w:line="240" w:lineRule="auto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/>
                <w:b/>
                <w:szCs w:val="24"/>
              </w:rPr>
              <w:t xml:space="preserve">        </w:t>
            </w:r>
            <w:r w:rsidRPr="006F6027">
              <w:rPr>
                <w:rFonts w:ascii="標楷體" w:eastAsia="標楷體" w:hAnsi="標楷體" w:cs="標楷體" w:hint="eastAsia"/>
                <w:b/>
                <w:szCs w:val="24"/>
              </w:rPr>
              <w:t>友善的關係</w:t>
            </w:r>
            <w:r w:rsidRPr="006F6027">
              <w:rPr>
                <w:rFonts w:ascii="標楷體" w:eastAsia="標楷體" w:hAnsi="標楷體" w:cs="標楷體"/>
                <w:b/>
                <w:szCs w:val="24"/>
              </w:rPr>
              <w:t xml:space="preserve"> </w:t>
            </w:r>
          </w:p>
          <w:p w:rsidR="00E85639" w:rsidRDefault="00E85639" w:rsidP="00B00E9B">
            <w:pPr>
              <w:spacing w:line="24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E85639" w:rsidRPr="006F6027" w:rsidRDefault="00E85639" w:rsidP="00B00E9B">
            <w:pPr>
              <w:spacing w:line="240" w:lineRule="auto"/>
              <w:rPr>
                <w:rFonts w:ascii="標楷體" w:eastAsia="標楷體" w:hAnsi="標楷體" w:cs="標楷體"/>
                <w:b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  <w:szCs w:val="24"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  <w:szCs w:val="24"/>
              </w:rPr>
              <w:t>-7</w:t>
            </w:r>
            <w:r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  <w:szCs w:val="24"/>
              </w:rPr>
              <w:t>能在團體中遵守基本規範</w:t>
            </w:r>
            <w:r w:rsidRPr="006F6027">
              <w:rPr>
                <w:rFonts w:ascii="標楷體" w:eastAsia="標楷體" w:hAnsi="標楷體" w:cs="標楷體"/>
                <w:b/>
                <w:szCs w:val="24"/>
              </w:rPr>
              <w:t xml:space="preserve"> </w:t>
            </w:r>
          </w:p>
          <w:p w:rsidR="00E85639" w:rsidRPr="00B00E9B" w:rsidRDefault="00E85639" w:rsidP="00B00E9B">
            <w:pPr>
              <w:pStyle w:val="Defaul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outset" w:sz="6" w:space="0" w:color="999999"/>
              <w:left w:val="outset" w:sz="6" w:space="0" w:color="auto"/>
              <w:right w:val="outset" w:sz="6" w:space="0" w:color="999999"/>
            </w:tcBorders>
            <w:vAlign w:val="center"/>
          </w:tcPr>
          <w:p w:rsidR="00E85639" w:rsidRDefault="00E85639" w:rsidP="00C571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名字卡</w:t>
            </w:r>
          </w:p>
          <w:p w:rsidR="00E85639" w:rsidRPr="00CD303E" w:rsidRDefault="00E85639" w:rsidP="00C571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增強版</w:t>
            </w:r>
          </w:p>
          <w:p w:rsidR="00E85639" w:rsidRDefault="00E85639" w:rsidP="00C571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繪本</w:t>
            </w:r>
          </w:p>
          <w:p w:rsidR="00E85639" w:rsidRPr="00CD303E" w:rsidRDefault="00E85639" w:rsidP="00C571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影片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光碟</w:t>
            </w:r>
          </w:p>
        </w:tc>
        <w:tc>
          <w:tcPr>
            <w:tcW w:w="677" w:type="pct"/>
            <w:tcBorders>
              <w:top w:val="outset" w:sz="6" w:space="0" w:color="999999"/>
              <w:left w:val="outset" w:sz="6" w:space="0" w:color="999999"/>
              <w:right w:val="outset" w:sz="6" w:space="0" w:color="auto"/>
            </w:tcBorders>
            <w:vAlign w:val="center"/>
          </w:tcPr>
          <w:p w:rsidR="00E85639" w:rsidRPr="0091498F" w:rsidRDefault="00E85639" w:rsidP="00727A3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1498F">
              <w:rPr>
                <w:rFonts w:ascii="標楷體" w:eastAsia="標楷體" w:hAnsi="標楷體" w:hint="eastAsia"/>
                <w:szCs w:val="24"/>
              </w:rPr>
              <w:t>教師觀察</w:t>
            </w:r>
          </w:p>
          <w:p w:rsidR="00E85639" w:rsidRPr="0091498F" w:rsidRDefault="00E85639" w:rsidP="00727A3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1498F">
              <w:rPr>
                <w:rFonts w:ascii="標楷體" w:eastAsia="標楷體" w:hAnsi="標楷體" w:hint="eastAsia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E85639" w:rsidRPr="0091498F" w:rsidRDefault="00E85639" w:rsidP="00727A3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548" w:type="pct"/>
            <w:tcBorders>
              <w:top w:val="outset" w:sz="6" w:space="0" w:color="999999"/>
              <w:left w:val="outset" w:sz="6" w:space="0" w:color="999999"/>
            </w:tcBorders>
            <w:vAlign w:val="center"/>
          </w:tcPr>
          <w:p w:rsidR="00E85639" w:rsidRPr="0091498F" w:rsidRDefault="00E85639" w:rsidP="009203C8">
            <w:pPr>
              <w:snapToGrid w:val="0"/>
              <w:spacing w:line="240" w:lineRule="atLeast"/>
              <w:textDirection w:val="lrTbV"/>
              <w:rPr>
                <w:rFonts w:ascii="標楷體" w:eastAsia="標楷體" w:hAnsi="標楷體"/>
                <w:szCs w:val="24"/>
              </w:rPr>
            </w:pPr>
          </w:p>
        </w:tc>
      </w:tr>
      <w:tr w:rsidR="00E85639" w:rsidRPr="0061756C" w:rsidTr="00727A3F">
        <w:trPr>
          <w:trHeight w:val="2093"/>
          <w:tblCellSpacing w:w="0" w:type="dxa"/>
          <w:jc w:val="center"/>
        </w:trPr>
        <w:tc>
          <w:tcPr>
            <w:tcW w:w="774" w:type="pct"/>
            <w:tcBorders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十五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(5/18~5/24)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十六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(5/25~5/31)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十七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(6/1~6/7)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十八</w:t>
            </w:r>
          </w:p>
          <w:p w:rsidR="00E85639" w:rsidRPr="00484C92" w:rsidRDefault="00E85639" w:rsidP="00484C92">
            <w:pPr>
              <w:spacing w:line="240" w:lineRule="auto"/>
              <w:ind w:firstLineChars="100" w:firstLine="240"/>
              <w:jc w:val="left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(6/8~6/14)</w:t>
            </w:r>
          </w:p>
        </w:tc>
        <w:tc>
          <w:tcPr>
            <w:tcW w:w="593" w:type="pct"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Pr="00492152" w:rsidRDefault="00E85639" w:rsidP="000D4D69">
            <w:pPr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492152">
              <w:rPr>
                <w:rFonts w:ascii="標楷體" w:eastAsia="標楷體" w:hAnsi="標楷體" w:hint="eastAsia"/>
                <w:b/>
                <w:color w:val="000000"/>
                <w:szCs w:val="24"/>
              </w:rPr>
              <w:t>加入團體</w:t>
            </w:r>
          </w:p>
        </w:tc>
        <w:tc>
          <w:tcPr>
            <w:tcW w:w="1816" w:type="pct"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6F6027" w:rsidRDefault="00E85639" w:rsidP="00B00E9B">
            <w:pPr>
              <w:spacing w:line="240" w:lineRule="auto"/>
              <w:rPr>
                <w:rFonts w:ascii="標楷體" w:eastAsia="標楷體" w:hAnsi="標楷體" w:cs="標楷體"/>
                <w:b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  <w:szCs w:val="24"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  <w:szCs w:val="24"/>
              </w:rPr>
              <w:t>-8</w:t>
            </w:r>
            <w:r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  <w:szCs w:val="24"/>
              </w:rPr>
              <w:t>能主動加入團體</w:t>
            </w:r>
            <w:r w:rsidRPr="006F6027">
              <w:rPr>
                <w:rFonts w:ascii="標楷體" w:eastAsia="標楷體" w:hAnsi="標楷體" w:cs="標楷體"/>
                <w:b/>
                <w:szCs w:val="24"/>
              </w:rPr>
              <w:t xml:space="preserve"> </w:t>
            </w:r>
          </w:p>
          <w:p w:rsidR="00E85639" w:rsidRDefault="00E85639" w:rsidP="00B00E9B">
            <w:pPr>
              <w:pStyle w:val="Default"/>
              <w:rPr>
                <w:rFonts w:ascii="標楷體" w:eastAsia="標楷體" w:hAnsi="標楷體"/>
                <w:b/>
              </w:rPr>
            </w:pPr>
          </w:p>
          <w:p w:rsidR="00E85639" w:rsidRDefault="00E85639" w:rsidP="00B00E9B">
            <w:pPr>
              <w:pStyle w:val="Default"/>
              <w:rPr>
                <w:rFonts w:ascii="標楷體" w:eastAsia="標楷體" w:hAnsi="標楷體" w:cs="標楷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</w:rPr>
              <w:t>-9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</w:rPr>
              <w:t>能適當回應他人的邀請</w:t>
            </w:r>
          </w:p>
          <w:p w:rsidR="00E85639" w:rsidRDefault="00E85639" w:rsidP="00B00E9B">
            <w:pPr>
              <w:pStyle w:val="Defaul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  </w:t>
            </w:r>
            <w:r w:rsidRPr="006F6027">
              <w:rPr>
                <w:rFonts w:ascii="標楷體" w:eastAsia="標楷體" w:hAnsi="標楷體" w:cs="標楷體" w:hint="eastAsia"/>
                <w:b/>
              </w:rPr>
              <w:t>進入團體</w:t>
            </w:r>
            <w:r w:rsidRPr="006F6027">
              <w:rPr>
                <w:rFonts w:ascii="標楷體" w:eastAsia="標楷體" w:hAnsi="標楷體" w:cs="標楷體"/>
                <w:b/>
              </w:rPr>
              <w:t xml:space="preserve"> </w:t>
            </w:r>
          </w:p>
          <w:p w:rsidR="00E85639" w:rsidRPr="00D17D60" w:rsidRDefault="00E85639" w:rsidP="00484C92">
            <w:pPr>
              <w:snapToGrid w:val="0"/>
              <w:spacing w:line="240" w:lineRule="auto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592" w:type="pct"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Default="00E85639" w:rsidP="00B00E9B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名字卡</w:t>
            </w:r>
          </w:p>
          <w:p w:rsidR="00E85639" w:rsidRPr="00CD303E" w:rsidRDefault="00E85639" w:rsidP="00B00E9B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增強版</w:t>
            </w:r>
          </w:p>
          <w:p w:rsidR="00E85639" w:rsidRDefault="00E85639" w:rsidP="00B00E9B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繪本</w:t>
            </w:r>
          </w:p>
          <w:p w:rsidR="00E85639" w:rsidRPr="0091498F" w:rsidRDefault="00E85639" w:rsidP="00B00E9B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影片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光碟</w:t>
            </w:r>
          </w:p>
        </w:tc>
        <w:tc>
          <w:tcPr>
            <w:tcW w:w="677" w:type="pct"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91498F" w:rsidRDefault="00E85639" w:rsidP="00727A3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1498F">
              <w:rPr>
                <w:rFonts w:ascii="標楷體" w:eastAsia="標楷體" w:hAnsi="標楷體" w:hint="eastAsia"/>
                <w:szCs w:val="24"/>
              </w:rPr>
              <w:t>教師觀察</w:t>
            </w:r>
          </w:p>
          <w:p w:rsidR="00E85639" w:rsidRPr="0091498F" w:rsidRDefault="00E85639" w:rsidP="00727A3F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1498F">
              <w:rPr>
                <w:rFonts w:ascii="標楷體" w:eastAsia="標楷體" w:hAnsi="標楷體" w:hint="eastAsia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5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vAlign w:val="center"/>
          </w:tcPr>
          <w:p w:rsidR="00E85639" w:rsidRPr="0091498F" w:rsidRDefault="00E85639" w:rsidP="009203C8">
            <w:pPr>
              <w:snapToGrid w:val="0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E85639" w:rsidRPr="0061756C" w:rsidTr="00727A3F">
        <w:trPr>
          <w:trHeight w:val="2584"/>
          <w:tblCellSpacing w:w="0" w:type="dxa"/>
          <w:jc w:val="center"/>
        </w:trPr>
        <w:tc>
          <w:tcPr>
            <w:tcW w:w="774" w:type="pct"/>
            <w:tcBorders>
              <w:bottom w:val="outset" w:sz="6" w:space="0" w:color="999999"/>
              <w:right w:val="outset" w:sz="6" w:space="0" w:color="auto"/>
            </w:tcBorders>
            <w:noWrap/>
            <w:vAlign w:val="center"/>
          </w:tcPr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十九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(6/15~6/21)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二十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(6/22~6/28)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 w:hint="eastAsia"/>
                <w:b/>
                <w:color w:val="000000"/>
                <w:szCs w:val="24"/>
              </w:rPr>
              <w:t>二十一</w:t>
            </w:r>
          </w:p>
          <w:p w:rsidR="00E85639" w:rsidRPr="00484C92" w:rsidRDefault="00E85639" w:rsidP="00484C92">
            <w:pPr>
              <w:spacing w:line="240" w:lineRule="auto"/>
              <w:jc w:val="center"/>
              <w:rPr>
                <w:rFonts w:ascii="細明體" w:eastAsia="細明體" w:hAnsi="細明體"/>
                <w:b/>
                <w:color w:val="000000"/>
                <w:szCs w:val="24"/>
              </w:rPr>
            </w:pPr>
            <w:r w:rsidRPr="00484C92">
              <w:rPr>
                <w:rFonts w:ascii="細明體" w:eastAsia="細明體" w:hAnsi="細明體"/>
                <w:b/>
                <w:color w:val="000000"/>
                <w:szCs w:val="24"/>
              </w:rPr>
              <w:t>(6/29~6/30)</w:t>
            </w:r>
          </w:p>
        </w:tc>
        <w:tc>
          <w:tcPr>
            <w:tcW w:w="593" w:type="pct"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Pr="00492152" w:rsidRDefault="00E85639" w:rsidP="000D4D69">
            <w:pPr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492152">
              <w:rPr>
                <w:rFonts w:ascii="標楷體" w:eastAsia="標楷體" w:hAnsi="標楷體" w:hint="eastAsia"/>
                <w:b/>
                <w:color w:val="000000"/>
                <w:szCs w:val="24"/>
              </w:rPr>
              <w:t>分享物品</w:t>
            </w:r>
          </w:p>
        </w:tc>
        <w:tc>
          <w:tcPr>
            <w:tcW w:w="1816" w:type="pct"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Default="00E85639" w:rsidP="00B00E9B">
            <w:pPr>
              <w:pStyle w:val="Default"/>
              <w:rPr>
                <w:rFonts w:ascii="標楷體" w:eastAsia="標楷體" w:hAnsi="標楷體" w:cs="標楷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F6027">
                <w:rPr>
                  <w:rFonts w:ascii="標楷體" w:eastAsia="標楷體" w:hAnsi="標楷體"/>
                  <w:b/>
                </w:rPr>
                <w:t>2-1-2</w:t>
              </w:r>
            </w:smartTag>
            <w:r w:rsidRPr="006F6027">
              <w:rPr>
                <w:rFonts w:ascii="標楷體" w:eastAsia="標楷體" w:hAnsi="標楷體"/>
                <w:b/>
              </w:rPr>
              <w:t>-10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</w:rPr>
              <w:t>能用適當的方式與他人</w:t>
            </w:r>
          </w:p>
          <w:p w:rsidR="00E85639" w:rsidRDefault="00E85639" w:rsidP="00B00E9B">
            <w:pPr>
              <w:pStyle w:val="Defaul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</w:t>
            </w:r>
            <w:r w:rsidRPr="006F6027">
              <w:rPr>
                <w:rFonts w:ascii="標楷體" w:eastAsia="標楷體" w:hAnsi="標楷體" w:cs="標楷體" w:hint="eastAsia"/>
                <w:b/>
              </w:rPr>
              <w:t>分享或贈與自己喜歡的物品</w:t>
            </w:r>
          </w:p>
          <w:p w:rsidR="00E85639" w:rsidRDefault="00E85639" w:rsidP="00B00E9B">
            <w:pPr>
              <w:pStyle w:val="Default"/>
              <w:rPr>
                <w:rFonts w:ascii="標楷體" w:eastAsia="標楷體" w:hAnsi="標楷體" w:cs="標楷體"/>
                <w:b/>
              </w:rPr>
            </w:pPr>
            <w:r w:rsidRPr="006F6027">
              <w:rPr>
                <w:rFonts w:ascii="標楷體" w:eastAsia="標楷體" w:hAnsi="標楷體" w:cs="標楷體" w:hint="eastAsia"/>
                <w:b/>
              </w:rPr>
              <w:t>（如：「我們</w:t>
            </w:r>
            <w:r w:rsidRPr="006F6027">
              <w:rPr>
                <w:rFonts w:ascii="標楷體" w:eastAsia="標楷體" w:hAnsi="標楷體" w:cs="標楷體"/>
                <w:b/>
              </w:rPr>
              <w:t xml:space="preserve"> </w:t>
            </w:r>
            <w:r w:rsidRPr="006F6027">
              <w:rPr>
                <w:rFonts w:ascii="標楷體" w:eastAsia="標楷體" w:hAnsi="標楷體" w:cs="標楷體" w:hint="eastAsia"/>
                <w:b/>
              </w:rPr>
              <w:t>一起玩我帶來的玩具</w:t>
            </w:r>
          </w:p>
          <w:p w:rsidR="00E85639" w:rsidRDefault="00E85639" w:rsidP="00B00E9B">
            <w:pPr>
              <w:pStyle w:val="Defaul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</w:t>
            </w:r>
            <w:r w:rsidRPr="006F6027">
              <w:rPr>
                <w:rFonts w:ascii="標楷體" w:eastAsia="標楷體" w:hAnsi="標楷體" w:cs="標楷體" w:hint="eastAsia"/>
                <w:b/>
              </w:rPr>
              <w:t>好嗎？」或「這個東西送給你</w:t>
            </w:r>
          </w:p>
          <w:p w:rsidR="00E85639" w:rsidRPr="006F6027" w:rsidRDefault="00E85639" w:rsidP="00B00E9B">
            <w:pPr>
              <w:pStyle w:val="Defaul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</w:t>
            </w:r>
            <w:r w:rsidRPr="006F6027">
              <w:rPr>
                <w:rFonts w:ascii="標楷體" w:eastAsia="標楷體" w:hAnsi="標楷體" w:cs="標楷體" w:hint="eastAsia"/>
                <w:b/>
              </w:rPr>
              <w:t>好嗎？」等）</w:t>
            </w:r>
          </w:p>
          <w:p w:rsidR="00E85639" w:rsidRPr="00D17D60" w:rsidRDefault="00E85639" w:rsidP="00484C92">
            <w:pPr>
              <w:snapToGrid w:val="0"/>
              <w:spacing w:line="240" w:lineRule="auto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592" w:type="pct"/>
            <w:tcBorders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E85639" w:rsidRDefault="00E85639" w:rsidP="00C571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名字卡</w:t>
            </w:r>
          </w:p>
          <w:p w:rsidR="00E85639" w:rsidRPr="00CD303E" w:rsidRDefault="00E85639" w:rsidP="00C571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增強版</w:t>
            </w:r>
          </w:p>
          <w:p w:rsidR="00E85639" w:rsidRDefault="00E85639" w:rsidP="00C571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繪本</w:t>
            </w:r>
          </w:p>
          <w:p w:rsidR="00E85639" w:rsidRPr="0091498F" w:rsidRDefault="00E85639" w:rsidP="00C57122">
            <w:pPr>
              <w:snapToGrid w:val="0"/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BA1AC2">
              <w:rPr>
                <w:rFonts w:ascii="標楷體" w:eastAsia="標楷體" w:hAnsi="標楷體" w:hint="eastAsia"/>
                <w:b/>
                <w:color w:val="000000"/>
                <w:szCs w:val="24"/>
              </w:rPr>
              <w:t>影片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光碟</w:t>
            </w:r>
          </w:p>
        </w:tc>
        <w:tc>
          <w:tcPr>
            <w:tcW w:w="677" w:type="pct"/>
            <w:tcBorders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E85639" w:rsidRPr="0091498F" w:rsidRDefault="00E85639" w:rsidP="00727A3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1498F">
              <w:rPr>
                <w:rFonts w:ascii="標楷體" w:eastAsia="標楷體" w:hAnsi="標楷體" w:hint="eastAsia"/>
                <w:szCs w:val="24"/>
              </w:rPr>
              <w:t>教師觀察</w:t>
            </w:r>
          </w:p>
          <w:p w:rsidR="00E85639" w:rsidRPr="0091498F" w:rsidRDefault="00E85639" w:rsidP="00727A3F">
            <w:pPr>
              <w:snapToGrid w:val="0"/>
              <w:spacing w:before="57" w:after="57" w:line="240" w:lineRule="atLeast"/>
              <w:ind w:left="57" w:right="5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1498F">
              <w:rPr>
                <w:rFonts w:ascii="標楷體" w:eastAsia="標楷體" w:hAnsi="標楷體" w:hint="eastAsia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54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vAlign w:val="center"/>
          </w:tcPr>
          <w:p w:rsidR="00E85639" w:rsidRPr="0091498F" w:rsidRDefault="00E85639" w:rsidP="009203C8">
            <w:pPr>
              <w:snapToGrid w:val="0"/>
              <w:textDirection w:val="lrTbV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:rsidR="00E85639" w:rsidRDefault="00E85639" w:rsidP="00484C92">
      <w:pPr>
        <w:spacing w:before="120" w:line="240" w:lineRule="atLeast"/>
        <w:ind w:firstLine="17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</w:t>
      </w:r>
      <w:r w:rsidRPr="00EC76AC">
        <w:rPr>
          <w:rFonts w:ascii="標楷體" w:eastAsia="標楷體" w:hAnsi="Wingdings" w:hint="eastAsia"/>
          <w:szCs w:val="24"/>
        </w:rPr>
        <w:sym w:font="Wingdings" w:char="F034"/>
      </w:r>
      <w:r w:rsidRPr="00EC76AC">
        <w:rPr>
          <w:rFonts w:ascii="標楷體" w:eastAsia="標楷體" w:hAnsi="標楷體" w:hint="eastAsia"/>
          <w:szCs w:val="24"/>
        </w:rPr>
        <w:t>評量結果：</w:t>
      </w:r>
    </w:p>
    <w:p w:rsidR="00E85639" w:rsidRPr="00431C70" w:rsidRDefault="00E85639" w:rsidP="006E23A5">
      <w:pPr>
        <w:rPr>
          <w:rFonts w:ascii="標楷體" w:eastAsia="標楷體" w:hAnsi="標楷體"/>
          <w:b/>
        </w:rPr>
      </w:pPr>
      <w:r>
        <w:t xml:space="preserve">    </w:t>
      </w:r>
      <w:r w:rsidRPr="00431C70">
        <w:rPr>
          <w:rFonts w:ascii="標楷體" w:eastAsia="標楷體" w:hAnsi="標楷體"/>
          <w:b/>
          <w:color w:val="FF0000"/>
        </w:rPr>
        <w:t>A</w:t>
      </w:r>
      <w:r w:rsidRPr="00431C70">
        <w:rPr>
          <w:rFonts w:ascii="標楷體" w:eastAsia="標楷體" w:hAnsi="標楷體"/>
          <w:b/>
        </w:rPr>
        <w:t xml:space="preserve"> </w:t>
      </w:r>
      <w:r w:rsidRPr="00431C70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80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-100</w:t>
      </w:r>
      <w:r w:rsidRPr="00431C70">
        <w:rPr>
          <w:rFonts w:ascii="標楷體" w:eastAsia="標楷體" w:hAnsi="標楷體" w:hint="eastAsia"/>
          <w:b/>
        </w:rPr>
        <w:t>％』或『完全通過』。</w:t>
      </w:r>
      <w:r w:rsidRPr="00431C70">
        <w:rPr>
          <w:rFonts w:ascii="標楷體" w:eastAsia="標楷體" w:hAnsi="標楷體"/>
          <w:b/>
        </w:rPr>
        <w:t xml:space="preserve">  </w:t>
      </w:r>
      <w:r w:rsidRPr="00431C70">
        <w:rPr>
          <w:rFonts w:ascii="標楷體" w:eastAsia="標楷體" w:hAnsi="標楷體"/>
          <w:b/>
          <w:color w:val="FF0000"/>
        </w:rPr>
        <w:t>B</w:t>
      </w:r>
      <w:r w:rsidRPr="00431C70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60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- 80</w:t>
      </w:r>
      <w:r w:rsidRPr="00431C70">
        <w:rPr>
          <w:rFonts w:ascii="標楷體" w:eastAsia="標楷體" w:hAnsi="標楷體" w:hint="eastAsia"/>
          <w:b/>
        </w:rPr>
        <w:t>％』或『大部分通過』。</w:t>
      </w:r>
    </w:p>
    <w:p w:rsidR="00E85639" w:rsidRPr="00431C70" w:rsidRDefault="00E85639" w:rsidP="006E23A5">
      <w:pPr>
        <w:ind w:firstLineChars="200" w:firstLine="480"/>
        <w:rPr>
          <w:rFonts w:ascii="標楷體" w:eastAsia="標楷體"/>
          <w:b/>
          <w:sz w:val="28"/>
          <w:szCs w:val="28"/>
        </w:rPr>
      </w:pPr>
      <w:r w:rsidRPr="00431C70">
        <w:rPr>
          <w:rFonts w:ascii="標楷體" w:eastAsia="標楷體" w:hAnsi="標楷體"/>
          <w:b/>
          <w:color w:val="FF0000"/>
        </w:rPr>
        <w:t>C</w:t>
      </w:r>
      <w:r w:rsidRPr="00431C70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40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- 60</w:t>
      </w:r>
      <w:r w:rsidRPr="00431C70">
        <w:rPr>
          <w:rFonts w:ascii="標楷體" w:eastAsia="標楷體" w:hAnsi="標楷體" w:hint="eastAsia"/>
          <w:b/>
        </w:rPr>
        <w:t>％』或『部分通過』。</w:t>
      </w:r>
      <w:r w:rsidRPr="00431C70">
        <w:rPr>
          <w:rFonts w:ascii="標楷體" w:eastAsia="標楷體" w:hAnsi="標楷體"/>
          <w:b/>
        </w:rPr>
        <w:t xml:space="preserve">  </w:t>
      </w:r>
      <w:r>
        <w:rPr>
          <w:rFonts w:ascii="標楷體" w:eastAsia="標楷體" w:hAnsi="標楷體"/>
          <w:b/>
        </w:rPr>
        <w:t xml:space="preserve"> </w:t>
      </w:r>
      <w:r w:rsidRPr="00431C70">
        <w:rPr>
          <w:rFonts w:ascii="標楷體" w:eastAsia="標楷體" w:hAnsi="標楷體"/>
          <w:b/>
          <w:color w:val="FF0000"/>
        </w:rPr>
        <w:t>D</w:t>
      </w:r>
      <w:r w:rsidRPr="00431C70">
        <w:rPr>
          <w:rFonts w:ascii="標楷體" w:eastAsia="標楷體" w:hAnsi="標楷體" w:hint="eastAsia"/>
          <w:b/>
          <w:color w:val="FF0000"/>
        </w:rPr>
        <w:t>：</w:t>
      </w:r>
      <w:r>
        <w:rPr>
          <w:rFonts w:ascii="標楷體" w:eastAsia="標楷體" w:hAnsi="標楷體" w:hint="eastAsia"/>
          <w:b/>
        </w:rPr>
        <w:t>會</w:t>
      </w:r>
      <w:r w:rsidRPr="00431C70">
        <w:rPr>
          <w:rFonts w:ascii="標楷體" w:eastAsia="標楷體" w:hAnsi="標楷體" w:hint="eastAsia"/>
          <w:b/>
        </w:rPr>
        <w:t>『</w:t>
      </w:r>
      <w:r w:rsidRPr="00431C70">
        <w:rPr>
          <w:rFonts w:ascii="標楷體" w:eastAsia="標楷體" w:hAnsi="標楷體"/>
          <w:b/>
        </w:rPr>
        <w:t>20</w:t>
      </w:r>
      <w:r w:rsidRPr="00431C70">
        <w:rPr>
          <w:rFonts w:ascii="標楷體" w:eastAsia="標楷體" w:hAnsi="標楷體" w:hint="eastAsia"/>
          <w:b/>
        </w:rPr>
        <w:t>％</w:t>
      </w:r>
      <w:r w:rsidRPr="00431C70">
        <w:rPr>
          <w:rFonts w:ascii="標楷體" w:eastAsia="標楷體" w:hAnsi="標楷體"/>
          <w:b/>
        </w:rPr>
        <w:t>- 40</w:t>
      </w:r>
      <w:r w:rsidRPr="00431C70">
        <w:rPr>
          <w:rFonts w:ascii="標楷體" w:eastAsia="標楷體" w:hAnsi="標楷體" w:hint="eastAsia"/>
          <w:b/>
        </w:rPr>
        <w:t>％』或『無法通過』。</w:t>
      </w:r>
    </w:p>
    <w:p w:rsidR="00E85639" w:rsidRPr="00431C70" w:rsidRDefault="00E85639" w:rsidP="006E23A5">
      <w:pPr>
        <w:spacing w:line="240" w:lineRule="atLeast"/>
        <w:rPr>
          <w:color w:val="000000"/>
        </w:rPr>
      </w:pPr>
    </w:p>
    <w:p w:rsidR="00E85639" w:rsidRPr="006E23A5" w:rsidRDefault="00E85639" w:rsidP="006E23A5">
      <w:pPr>
        <w:spacing w:line="240" w:lineRule="auto"/>
      </w:pPr>
    </w:p>
    <w:sectPr w:rsidR="00E85639" w:rsidRPr="006E23A5" w:rsidSect="00D74A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639" w:rsidRDefault="00E85639" w:rsidP="006A0080">
      <w:pPr>
        <w:spacing w:line="240" w:lineRule="auto"/>
      </w:pPr>
      <w:r>
        <w:separator/>
      </w:r>
    </w:p>
  </w:endnote>
  <w:endnote w:type="continuationSeparator" w:id="0">
    <w:p w:rsidR="00E85639" w:rsidRDefault="00E85639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華康中黑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639" w:rsidRDefault="00E85639" w:rsidP="006A0080">
      <w:pPr>
        <w:spacing w:line="240" w:lineRule="auto"/>
      </w:pPr>
      <w:r>
        <w:separator/>
      </w:r>
    </w:p>
  </w:footnote>
  <w:footnote w:type="continuationSeparator" w:id="0">
    <w:p w:rsidR="00E85639" w:rsidRDefault="00E85639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987"/>
    <w:multiLevelType w:val="hybridMultilevel"/>
    <w:tmpl w:val="87F8AFCE"/>
    <w:lvl w:ilvl="0" w:tplc="93D03A0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531399D"/>
    <w:multiLevelType w:val="hybridMultilevel"/>
    <w:tmpl w:val="B9FA4550"/>
    <w:lvl w:ilvl="0" w:tplc="A6C8C420">
      <w:start w:val="1"/>
      <w:numFmt w:val="decimal"/>
      <w:lvlText w:val="%1、"/>
      <w:lvlJc w:val="left"/>
      <w:pPr>
        <w:tabs>
          <w:tab w:val="num" w:pos="390"/>
        </w:tabs>
        <w:ind w:left="390" w:hanging="390"/>
      </w:pPr>
      <w:rPr>
        <w:rFonts w:cs="Times New Roman" w:hint="eastAsia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15CA214C"/>
    <w:multiLevelType w:val="hybridMultilevel"/>
    <w:tmpl w:val="9BD6C804"/>
    <w:lvl w:ilvl="0" w:tplc="238E5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254C17A5"/>
    <w:multiLevelType w:val="hybridMultilevel"/>
    <w:tmpl w:val="5356651A"/>
    <w:lvl w:ilvl="0" w:tplc="59D0E652">
      <w:start w:val="1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標楷體" w:eastAsia="標楷體" w:hAnsi="標楷體" w:hint="eastAsia"/>
        <w:b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6813826"/>
    <w:multiLevelType w:val="hybridMultilevel"/>
    <w:tmpl w:val="9D82FB5C"/>
    <w:lvl w:ilvl="0" w:tplc="4A8A0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4A696B8B"/>
    <w:multiLevelType w:val="hybridMultilevel"/>
    <w:tmpl w:val="291CA11E"/>
    <w:lvl w:ilvl="0" w:tplc="FF585CFA">
      <w:start w:val="1"/>
      <w:numFmt w:val="taiwaneseCountingThousand"/>
      <w:lvlText w:val="（%1）"/>
      <w:lvlJc w:val="left"/>
      <w:pPr>
        <w:tabs>
          <w:tab w:val="num" w:pos="2846"/>
        </w:tabs>
        <w:ind w:left="2846" w:hanging="720"/>
      </w:pPr>
      <w:rPr>
        <w:rFonts w:eastAsia="標楷體"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86"/>
        </w:tabs>
        <w:ind w:left="30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66"/>
        </w:tabs>
        <w:ind w:left="35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046"/>
        </w:tabs>
        <w:ind w:left="40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26"/>
        </w:tabs>
        <w:ind w:left="45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06"/>
        </w:tabs>
        <w:ind w:left="50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86"/>
        </w:tabs>
        <w:ind w:left="54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66"/>
        </w:tabs>
        <w:ind w:left="59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480"/>
      </w:pPr>
      <w:rPr>
        <w:rFonts w:cs="Times New Roman"/>
      </w:rPr>
    </w:lvl>
  </w:abstractNum>
  <w:abstractNum w:abstractNumId="6">
    <w:nsid w:val="4E5E3376"/>
    <w:multiLevelType w:val="hybridMultilevel"/>
    <w:tmpl w:val="3CE6AA10"/>
    <w:lvl w:ilvl="0" w:tplc="548E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9E165A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56D97D91"/>
    <w:multiLevelType w:val="hybridMultilevel"/>
    <w:tmpl w:val="2F180342"/>
    <w:lvl w:ilvl="0" w:tplc="A008FF1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D7C234F"/>
    <w:multiLevelType w:val="hybridMultilevel"/>
    <w:tmpl w:val="9528CB4C"/>
    <w:lvl w:ilvl="0" w:tplc="9E9C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Arial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74D570E5"/>
    <w:multiLevelType w:val="hybridMultilevel"/>
    <w:tmpl w:val="830A8C74"/>
    <w:lvl w:ilvl="0" w:tplc="08120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>
    <w:nsid w:val="7AA56EEA"/>
    <w:multiLevelType w:val="hybridMultilevel"/>
    <w:tmpl w:val="43403C52"/>
    <w:lvl w:ilvl="0" w:tplc="A2540B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1"/>
  </w:num>
  <w:num w:numId="5">
    <w:abstractNumId w:val="6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A6B"/>
    <w:rsid w:val="00007DD9"/>
    <w:rsid w:val="00014E55"/>
    <w:rsid w:val="00023EFF"/>
    <w:rsid w:val="000459C4"/>
    <w:rsid w:val="0004678C"/>
    <w:rsid w:val="00050113"/>
    <w:rsid w:val="00051332"/>
    <w:rsid w:val="000543AD"/>
    <w:rsid w:val="00065C74"/>
    <w:rsid w:val="0007614A"/>
    <w:rsid w:val="00082BAB"/>
    <w:rsid w:val="00087CCB"/>
    <w:rsid w:val="000A6267"/>
    <w:rsid w:val="000B4BE7"/>
    <w:rsid w:val="000B7B40"/>
    <w:rsid w:val="000D174F"/>
    <w:rsid w:val="000D4D69"/>
    <w:rsid w:val="000D60B7"/>
    <w:rsid w:val="000E7122"/>
    <w:rsid w:val="000F205A"/>
    <w:rsid w:val="00103474"/>
    <w:rsid w:val="00115F1F"/>
    <w:rsid w:val="00120CB6"/>
    <w:rsid w:val="00123597"/>
    <w:rsid w:val="0012518B"/>
    <w:rsid w:val="00131247"/>
    <w:rsid w:val="0013357C"/>
    <w:rsid w:val="001442BC"/>
    <w:rsid w:val="00150E98"/>
    <w:rsid w:val="00156363"/>
    <w:rsid w:val="001602B3"/>
    <w:rsid w:val="00181EAD"/>
    <w:rsid w:val="0018255E"/>
    <w:rsid w:val="00193185"/>
    <w:rsid w:val="001A23D6"/>
    <w:rsid w:val="001A2D6F"/>
    <w:rsid w:val="001A3A4F"/>
    <w:rsid w:val="001A7734"/>
    <w:rsid w:val="001B53F9"/>
    <w:rsid w:val="001B6194"/>
    <w:rsid w:val="001D23F8"/>
    <w:rsid w:val="001F437C"/>
    <w:rsid w:val="00201D11"/>
    <w:rsid w:val="00212722"/>
    <w:rsid w:val="00212E45"/>
    <w:rsid w:val="00213337"/>
    <w:rsid w:val="002156A2"/>
    <w:rsid w:val="0023155D"/>
    <w:rsid w:val="00231A55"/>
    <w:rsid w:val="0023234F"/>
    <w:rsid w:val="00234743"/>
    <w:rsid w:val="0024162C"/>
    <w:rsid w:val="0024476C"/>
    <w:rsid w:val="00253819"/>
    <w:rsid w:val="002562B9"/>
    <w:rsid w:val="00256D77"/>
    <w:rsid w:val="00261D43"/>
    <w:rsid w:val="002665F6"/>
    <w:rsid w:val="00297CEC"/>
    <w:rsid w:val="002A24FB"/>
    <w:rsid w:val="002A31AE"/>
    <w:rsid w:val="002A578B"/>
    <w:rsid w:val="002A7973"/>
    <w:rsid w:val="002B12CC"/>
    <w:rsid w:val="002B7B26"/>
    <w:rsid w:val="002C0211"/>
    <w:rsid w:val="002C07CD"/>
    <w:rsid w:val="002C0DBD"/>
    <w:rsid w:val="002E0B30"/>
    <w:rsid w:val="002E753C"/>
    <w:rsid w:val="002F15BE"/>
    <w:rsid w:val="002F6C13"/>
    <w:rsid w:val="002F78F6"/>
    <w:rsid w:val="0030741B"/>
    <w:rsid w:val="003121B6"/>
    <w:rsid w:val="00314657"/>
    <w:rsid w:val="00314B11"/>
    <w:rsid w:val="00325BC8"/>
    <w:rsid w:val="00332754"/>
    <w:rsid w:val="0034050A"/>
    <w:rsid w:val="00343992"/>
    <w:rsid w:val="00346961"/>
    <w:rsid w:val="00354F57"/>
    <w:rsid w:val="00360DD1"/>
    <w:rsid w:val="00370DE0"/>
    <w:rsid w:val="00375947"/>
    <w:rsid w:val="0038000C"/>
    <w:rsid w:val="00385C63"/>
    <w:rsid w:val="00390F35"/>
    <w:rsid w:val="00391F5E"/>
    <w:rsid w:val="003B076D"/>
    <w:rsid w:val="003B452C"/>
    <w:rsid w:val="003C7A49"/>
    <w:rsid w:val="003D20E9"/>
    <w:rsid w:val="003D394E"/>
    <w:rsid w:val="003F0AC0"/>
    <w:rsid w:val="003F5887"/>
    <w:rsid w:val="003F7A12"/>
    <w:rsid w:val="0040046B"/>
    <w:rsid w:val="00400ECF"/>
    <w:rsid w:val="00426C65"/>
    <w:rsid w:val="00431C70"/>
    <w:rsid w:val="00432C90"/>
    <w:rsid w:val="00434696"/>
    <w:rsid w:val="004363F7"/>
    <w:rsid w:val="00452C31"/>
    <w:rsid w:val="00465D66"/>
    <w:rsid w:val="00467058"/>
    <w:rsid w:val="00484C92"/>
    <w:rsid w:val="00492152"/>
    <w:rsid w:val="004A7091"/>
    <w:rsid w:val="004B07AA"/>
    <w:rsid w:val="004B7E29"/>
    <w:rsid w:val="004C28C3"/>
    <w:rsid w:val="004F2FC2"/>
    <w:rsid w:val="0051264F"/>
    <w:rsid w:val="005128CE"/>
    <w:rsid w:val="00514BFD"/>
    <w:rsid w:val="005249BB"/>
    <w:rsid w:val="00536803"/>
    <w:rsid w:val="00540B7B"/>
    <w:rsid w:val="005543C5"/>
    <w:rsid w:val="00556D51"/>
    <w:rsid w:val="0056031D"/>
    <w:rsid w:val="00585DD6"/>
    <w:rsid w:val="0059354A"/>
    <w:rsid w:val="005951CD"/>
    <w:rsid w:val="005A5AB2"/>
    <w:rsid w:val="005B345C"/>
    <w:rsid w:val="005B3F9C"/>
    <w:rsid w:val="005C3180"/>
    <w:rsid w:val="005C706A"/>
    <w:rsid w:val="005D5D23"/>
    <w:rsid w:val="005D695F"/>
    <w:rsid w:val="005E562A"/>
    <w:rsid w:val="005F3974"/>
    <w:rsid w:val="006116E2"/>
    <w:rsid w:val="0061756C"/>
    <w:rsid w:val="00634621"/>
    <w:rsid w:val="006371A4"/>
    <w:rsid w:val="0065753B"/>
    <w:rsid w:val="00670ABE"/>
    <w:rsid w:val="0068121A"/>
    <w:rsid w:val="00682E8B"/>
    <w:rsid w:val="00686081"/>
    <w:rsid w:val="00686989"/>
    <w:rsid w:val="00692CBA"/>
    <w:rsid w:val="006A0080"/>
    <w:rsid w:val="006A6A69"/>
    <w:rsid w:val="006B10AC"/>
    <w:rsid w:val="006B1C0A"/>
    <w:rsid w:val="006B43DE"/>
    <w:rsid w:val="006C15FE"/>
    <w:rsid w:val="006C1F74"/>
    <w:rsid w:val="006D31A7"/>
    <w:rsid w:val="006D4282"/>
    <w:rsid w:val="006E23A5"/>
    <w:rsid w:val="006E364F"/>
    <w:rsid w:val="006F0B7D"/>
    <w:rsid w:val="006F3C3D"/>
    <w:rsid w:val="006F42BE"/>
    <w:rsid w:val="006F6027"/>
    <w:rsid w:val="00727A3F"/>
    <w:rsid w:val="00730FAF"/>
    <w:rsid w:val="007417BC"/>
    <w:rsid w:val="00746416"/>
    <w:rsid w:val="007617D6"/>
    <w:rsid w:val="00776B6F"/>
    <w:rsid w:val="00776CF7"/>
    <w:rsid w:val="00787128"/>
    <w:rsid w:val="00792130"/>
    <w:rsid w:val="007A591D"/>
    <w:rsid w:val="007A7FA3"/>
    <w:rsid w:val="007B13B6"/>
    <w:rsid w:val="007B1E99"/>
    <w:rsid w:val="007B424D"/>
    <w:rsid w:val="007B7691"/>
    <w:rsid w:val="007C75CC"/>
    <w:rsid w:val="007E21D6"/>
    <w:rsid w:val="007E2ECE"/>
    <w:rsid w:val="007E6300"/>
    <w:rsid w:val="007F5924"/>
    <w:rsid w:val="007F5A8D"/>
    <w:rsid w:val="00810BEE"/>
    <w:rsid w:val="0081445D"/>
    <w:rsid w:val="008160C0"/>
    <w:rsid w:val="00824248"/>
    <w:rsid w:val="008371E1"/>
    <w:rsid w:val="008373A3"/>
    <w:rsid w:val="008412ED"/>
    <w:rsid w:val="00847BE0"/>
    <w:rsid w:val="00851704"/>
    <w:rsid w:val="008653DC"/>
    <w:rsid w:val="00881AD1"/>
    <w:rsid w:val="008A2EA4"/>
    <w:rsid w:val="008A4F6E"/>
    <w:rsid w:val="008C39BE"/>
    <w:rsid w:val="008E04E6"/>
    <w:rsid w:val="008E1A6D"/>
    <w:rsid w:val="008E41A2"/>
    <w:rsid w:val="008E7752"/>
    <w:rsid w:val="008F2025"/>
    <w:rsid w:val="00912985"/>
    <w:rsid w:val="0091498F"/>
    <w:rsid w:val="009203C8"/>
    <w:rsid w:val="00920BAD"/>
    <w:rsid w:val="00933E76"/>
    <w:rsid w:val="00941262"/>
    <w:rsid w:val="00955FF8"/>
    <w:rsid w:val="00961AED"/>
    <w:rsid w:val="0096318A"/>
    <w:rsid w:val="009632AF"/>
    <w:rsid w:val="00963A6D"/>
    <w:rsid w:val="00973831"/>
    <w:rsid w:val="009745E9"/>
    <w:rsid w:val="0099173F"/>
    <w:rsid w:val="00996B06"/>
    <w:rsid w:val="009A2D06"/>
    <w:rsid w:val="009B6317"/>
    <w:rsid w:val="009D50E2"/>
    <w:rsid w:val="009E5516"/>
    <w:rsid w:val="009F520C"/>
    <w:rsid w:val="009F6747"/>
    <w:rsid w:val="00A11C25"/>
    <w:rsid w:val="00A129F4"/>
    <w:rsid w:val="00A16587"/>
    <w:rsid w:val="00A17059"/>
    <w:rsid w:val="00A23024"/>
    <w:rsid w:val="00A31FB2"/>
    <w:rsid w:val="00A31FC9"/>
    <w:rsid w:val="00A42536"/>
    <w:rsid w:val="00A46ECC"/>
    <w:rsid w:val="00A47429"/>
    <w:rsid w:val="00A531FB"/>
    <w:rsid w:val="00A55322"/>
    <w:rsid w:val="00A97B0B"/>
    <w:rsid w:val="00AB080E"/>
    <w:rsid w:val="00AC004E"/>
    <w:rsid w:val="00AC038F"/>
    <w:rsid w:val="00AC0CA4"/>
    <w:rsid w:val="00AD7C80"/>
    <w:rsid w:val="00AE4069"/>
    <w:rsid w:val="00B00E9B"/>
    <w:rsid w:val="00B02C3C"/>
    <w:rsid w:val="00B10245"/>
    <w:rsid w:val="00B17101"/>
    <w:rsid w:val="00B25E0B"/>
    <w:rsid w:val="00B26439"/>
    <w:rsid w:val="00B26EF7"/>
    <w:rsid w:val="00B27987"/>
    <w:rsid w:val="00B318BA"/>
    <w:rsid w:val="00B355C8"/>
    <w:rsid w:val="00B40ECA"/>
    <w:rsid w:val="00B516A2"/>
    <w:rsid w:val="00B52534"/>
    <w:rsid w:val="00B62BC0"/>
    <w:rsid w:val="00B75889"/>
    <w:rsid w:val="00B75F1E"/>
    <w:rsid w:val="00B878F4"/>
    <w:rsid w:val="00B87BC0"/>
    <w:rsid w:val="00B92D5C"/>
    <w:rsid w:val="00B96F0D"/>
    <w:rsid w:val="00BA0F14"/>
    <w:rsid w:val="00BA1AC2"/>
    <w:rsid w:val="00BB1492"/>
    <w:rsid w:val="00BB4AD7"/>
    <w:rsid w:val="00BB6287"/>
    <w:rsid w:val="00BB638F"/>
    <w:rsid w:val="00BC30CB"/>
    <w:rsid w:val="00BC590C"/>
    <w:rsid w:val="00BD01E0"/>
    <w:rsid w:val="00BD0A1D"/>
    <w:rsid w:val="00BD1C73"/>
    <w:rsid w:val="00BD49C7"/>
    <w:rsid w:val="00BD78AD"/>
    <w:rsid w:val="00BE0EA3"/>
    <w:rsid w:val="00BE4828"/>
    <w:rsid w:val="00BF2C43"/>
    <w:rsid w:val="00C01C96"/>
    <w:rsid w:val="00C06C6C"/>
    <w:rsid w:val="00C10B73"/>
    <w:rsid w:val="00C13B98"/>
    <w:rsid w:val="00C33110"/>
    <w:rsid w:val="00C33116"/>
    <w:rsid w:val="00C35946"/>
    <w:rsid w:val="00C36197"/>
    <w:rsid w:val="00C42107"/>
    <w:rsid w:val="00C52A4D"/>
    <w:rsid w:val="00C565E4"/>
    <w:rsid w:val="00C57122"/>
    <w:rsid w:val="00C77F59"/>
    <w:rsid w:val="00C80028"/>
    <w:rsid w:val="00C8300B"/>
    <w:rsid w:val="00C85958"/>
    <w:rsid w:val="00C86089"/>
    <w:rsid w:val="00C866A2"/>
    <w:rsid w:val="00C97EA8"/>
    <w:rsid w:val="00CA6D0C"/>
    <w:rsid w:val="00CB213B"/>
    <w:rsid w:val="00CC0401"/>
    <w:rsid w:val="00CC4075"/>
    <w:rsid w:val="00CC4287"/>
    <w:rsid w:val="00CC4D28"/>
    <w:rsid w:val="00CC6782"/>
    <w:rsid w:val="00CC6E77"/>
    <w:rsid w:val="00CD303E"/>
    <w:rsid w:val="00CE1D9C"/>
    <w:rsid w:val="00CE5F1F"/>
    <w:rsid w:val="00CF29DF"/>
    <w:rsid w:val="00CF315A"/>
    <w:rsid w:val="00D07FDC"/>
    <w:rsid w:val="00D100C6"/>
    <w:rsid w:val="00D13A75"/>
    <w:rsid w:val="00D17D60"/>
    <w:rsid w:val="00D41EE9"/>
    <w:rsid w:val="00D43A8A"/>
    <w:rsid w:val="00D458CB"/>
    <w:rsid w:val="00D60963"/>
    <w:rsid w:val="00D73BFB"/>
    <w:rsid w:val="00D73D60"/>
    <w:rsid w:val="00D74A6B"/>
    <w:rsid w:val="00D7622F"/>
    <w:rsid w:val="00DA7773"/>
    <w:rsid w:val="00DB33CA"/>
    <w:rsid w:val="00DB5A5A"/>
    <w:rsid w:val="00DB5E60"/>
    <w:rsid w:val="00DB6715"/>
    <w:rsid w:val="00DB6962"/>
    <w:rsid w:val="00DB7D98"/>
    <w:rsid w:val="00DC0D4B"/>
    <w:rsid w:val="00DC4089"/>
    <w:rsid w:val="00DD480D"/>
    <w:rsid w:val="00E07570"/>
    <w:rsid w:val="00E134A4"/>
    <w:rsid w:val="00E21343"/>
    <w:rsid w:val="00E552D2"/>
    <w:rsid w:val="00E5532D"/>
    <w:rsid w:val="00E75F14"/>
    <w:rsid w:val="00E770CA"/>
    <w:rsid w:val="00E85639"/>
    <w:rsid w:val="00E90D70"/>
    <w:rsid w:val="00EA2DAB"/>
    <w:rsid w:val="00EB545C"/>
    <w:rsid w:val="00EB64CA"/>
    <w:rsid w:val="00EC76AC"/>
    <w:rsid w:val="00ED2C6B"/>
    <w:rsid w:val="00EE256B"/>
    <w:rsid w:val="00EE55B4"/>
    <w:rsid w:val="00EF38EF"/>
    <w:rsid w:val="00EF4481"/>
    <w:rsid w:val="00EF6D37"/>
    <w:rsid w:val="00F13AD8"/>
    <w:rsid w:val="00F13B30"/>
    <w:rsid w:val="00F22445"/>
    <w:rsid w:val="00F27763"/>
    <w:rsid w:val="00F32F11"/>
    <w:rsid w:val="00F360B7"/>
    <w:rsid w:val="00F41DE2"/>
    <w:rsid w:val="00F44AC7"/>
    <w:rsid w:val="00F46ABE"/>
    <w:rsid w:val="00F475F0"/>
    <w:rsid w:val="00F509C3"/>
    <w:rsid w:val="00F72B2E"/>
    <w:rsid w:val="00F8275D"/>
    <w:rsid w:val="00F85360"/>
    <w:rsid w:val="00F961CA"/>
    <w:rsid w:val="00FA6507"/>
    <w:rsid w:val="00FB2F75"/>
    <w:rsid w:val="00FD7E62"/>
    <w:rsid w:val="00FE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內文1"/>
    <w:qFormat/>
    <w:rsid w:val="00EF4481"/>
    <w:pPr>
      <w:spacing w:line="36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">
    <w:name w:val="章"/>
    <w:basedOn w:val="Heading1"/>
    <w:next w:val="a0"/>
    <w:link w:val="a1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1">
    <w:name w:val="章 字元"/>
    <w:basedOn w:val="Heading1Char"/>
    <w:link w:val="a"/>
    <w:uiPriority w:val="99"/>
    <w:locked/>
    <w:rsid w:val="00EF4481"/>
  </w:style>
  <w:style w:type="paragraph" w:customStyle="1" w:styleId="a0">
    <w:name w:val="節"/>
    <w:basedOn w:val="Heading2"/>
    <w:next w:val="Normal"/>
    <w:link w:val="a2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2">
    <w:name w:val="節 字元"/>
    <w:basedOn w:val="Heading2Char"/>
    <w:link w:val="a0"/>
    <w:uiPriority w:val="99"/>
    <w:locked/>
    <w:rsid w:val="00EF4481"/>
  </w:style>
  <w:style w:type="paragraph" w:customStyle="1" w:styleId="a3">
    <w:name w:val="圖"/>
    <w:basedOn w:val="Normal"/>
    <w:link w:val="a4"/>
    <w:uiPriority w:val="99"/>
    <w:rsid w:val="00EF4481"/>
    <w:pPr>
      <w:jc w:val="center"/>
    </w:pPr>
  </w:style>
  <w:style w:type="character" w:customStyle="1" w:styleId="a4">
    <w:name w:val="圖 字元"/>
    <w:basedOn w:val="DefaultParagraphFont"/>
    <w:link w:val="a3"/>
    <w:uiPriority w:val="99"/>
    <w:locked/>
    <w:rsid w:val="00EF4481"/>
    <w:rPr>
      <w:rFonts w:cs="Times New Roman"/>
    </w:rPr>
  </w:style>
  <w:style w:type="paragraph" w:customStyle="1" w:styleId="2">
    <w:name w:val="內文2"/>
    <w:basedOn w:val="Normal"/>
    <w:link w:val="20"/>
    <w:uiPriority w:val="99"/>
    <w:rsid w:val="00EF4481"/>
    <w:pPr>
      <w:spacing w:line="240" w:lineRule="auto"/>
      <w:jc w:val="left"/>
    </w:pPr>
  </w:style>
  <w:style w:type="character" w:customStyle="1" w:styleId="20">
    <w:name w:val="內文2 字元"/>
    <w:basedOn w:val="DefaultParagraphFont"/>
    <w:link w:val="2"/>
    <w:uiPriority w:val="99"/>
    <w:locked/>
    <w:rsid w:val="00EF4481"/>
    <w:rPr>
      <w:rFonts w:cs="Times New Roman"/>
    </w:rPr>
  </w:style>
  <w:style w:type="paragraph" w:styleId="ListParagraph">
    <w:name w:val="List Paragraph"/>
    <w:basedOn w:val="Normal"/>
    <w:uiPriority w:val="99"/>
    <w:qFormat/>
    <w:rsid w:val="00D74A6B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08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080"/>
    <w:rPr>
      <w:rFonts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rsid w:val="001A2D6F"/>
    <w:pPr>
      <w:jc w:val="center"/>
    </w:pPr>
    <w:rPr>
      <w:color w:val="00000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A31FC9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1A2D6F"/>
    <w:pPr>
      <w:ind w:leftChars="1800" w:left="100"/>
    </w:pPr>
    <w:rPr>
      <w:color w:val="00000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A31FC9"/>
    <w:rPr>
      <w:rFonts w:cs="Times New Roman"/>
    </w:rPr>
  </w:style>
  <w:style w:type="paragraph" w:customStyle="1" w:styleId="1">
    <w:name w:val="1.標題文字"/>
    <w:basedOn w:val="Normal"/>
    <w:uiPriority w:val="99"/>
    <w:rsid w:val="00EB545C"/>
    <w:pPr>
      <w:widowControl w:val="0"/>
      <w:spacing w:line="240" w:lineRule="auto"/>
      <w:jc w:val="center"/>
    </w:pPr>
    <w:rPr>
      <w:rFonts w:ascii="華康中黑體" w:eastAsia="華康中黑體" w:hAnsi="Times New Roman"/>
      <w:sz w:val="28"/>
      <w:szCs w:val="20"/>
    </w:rPr>
  </w:style>
  <w:style w:type="paragraph" w:customStyle="1" w:styleId="4123">
    <w:name w:val="4.【教學目標】內文字（1.2.3.）"/>
    <w:next w:val="2"/>
    <w:uiPriority w:val="99"/>
    <w:rsid w:val="00634621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hAnsi="Courier New"/>
      <w:sz w:val="16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634621"/>
    <w:rPr>
      <w:rFonts w:ascii="細明體" w:eastAsia="細明體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34621"/>
    <w:rPr>
      <w:rFonts w:ascii="細明體" w:eastAsia="細明體" w:hAnsi="Courier New" w:cs="Courier New"/>
      <w:sz w:val="24"/>
      <w:szCs w:val="24"/>
    </w:rPr>
  </w:style>
  <w:style w:type="paragraph" w:customStyle="1" w:styleId="5">
    <w:name w:val="5.【十大能力指標】內文字（一、二、三、）"/>
    <w:basedOn w:val="Normal"/>
    <w:uiPriority w:val="99"/>
    <w:rsid w:val="00B355C8"/>
    <w:pPr>
      <w:widowControl w:val="0"/>
      <w:tabs>
        <w:tab w:val="left" w:pos="329"/>
      </w:tabs>
      <w:spacing w:line="240" w:lineRule="exact"/>
      <w:ind w:left="397" w:right="57" w:hanging="340"/>
    </w:pPr>
    <w:rPr>
      <w:rFonts w:ascii="Times New Roman" w:hAnsi="Times New Roman"/>
      <w:sz w:val="16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6F3C3D"/>
    <w:pPr>
      <w:widowControl w:val="0"/>
      <w:spacing w:after="120" w:line="240" w:lineRule="auto"/>
      <w:ind w:leftChars="200" w:left="480"/>
      <w:jc w:val="left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F3C3D"/>
    <w:rPr>
      <w:rFonts w:ascii="Times New Roman" w:hAnsi="Times New Roman" w:cs="Times New Roman"/>
      <w:sz w:val="16"/>
      <w:szCs w:val="16"/>
    </w:rPr>
  </w:style>
  <w:style w:type="paragraph" w:styleId="Salutation">
    <w:name w:val="Salutation"/>
    <w:basedOn w:val="Normal"/>
    <w:next w:val="Normal"/>
    <w:link w:val="SalutationChar1"/>
    <w:uiPriority w:val="99"/>
    <w:rsid w:val="00540B7B"/>
    <w:pPr>
      <w:widowControl w:val="0"/>
      <w:spacing w:line="240" w:lineRule="auto"/>
      <w:jc w:val="left"/>
    </w:pPr>
    <w:rPr>
      <w:rFonts w:ascii="Times New Roman" w:hAnsi="Times New Roman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1D23F8"/>
    <w:rPr>
      <w:rFonts w:cs="Times New Roman"/>
    </w:rPr>
  </w:style>
  <w:style w:type="character" w:customStyle="1" w:styleId="SalutationChar1">
    <w:name w:val="Salutation Char1"/>
    <w:basedOn w:val="DefaultParagraphFont"/>
    <w:link w:val="Salutation"/>
    <w:uiPriority w:val="99"/>
    <w:locked/>
    <w:rsid w:val="00540B7B"/>
    <w:rPr>
      <w:rFonts w:eastAsia="新細明體" w:cs="Times New Roman"/>
      <w:kern w:val="2"/>
      <w:sz w:val="24"/>
      <w:lang w:val="en-US" w:eastAsia="zh-TW" w:bidi="ar-SA"/>
    </w:rPr>
  </w:style>
  <w:style w:type="paragraph" w:customStyle="1" w:styleId="Default">
    <w:name w:val="Default"/>
    <w:uiPriority w:val="99"/>
    <w:rsid w:val="0030741B"/>
    <w:pPr>
      <w:widowControl w:val="0"/>
      <w:autoSpaceDE w:val="0"/>
      <w:autoSpaceDN w:val="0"/>
      <w:adjustRightInd w:val="0"/>
    </w:pPr>
    <w:rPr>
      <w:rFonts w:ascii="新細明體" w:hAnsi="Times New Roman" w:cs="新細明體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98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312</Words>
  <Characters>1785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subject/>
  <dc:creator>user</dc:creator>
  <cp:keywords/>
  <dc:description/>
  <cp:lastModifiedBy>rsce</cp:lastModifiedBy>
  <cp:revision>5</cp:revision>
  <cp:lastPrinted>2013-09-21T02:38:00Z</cp:lastPrinted>
  <dcterms:created xsi:type="dcterms:W3CDTF">2014-01-09T10:17:00Z</dcterms:created>
  <dcterms:modified xsi:type="dcterms:W3CDTF">2014-01-09T10:30:00Z</dcterms:modified>
</cp:coreProperties>
</file>